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BC3" w:rsidRPr="0025534B" w:rsidRDefault="003038B1" w:rsidP="003038B1">
      <w:pPr>
        <w:pBdr>
          <w:top w:val="single" w:sz="4" w:space="1" w:color="auto"/>
          <w:left w:val="single" w:sz="4" w:space="4" w:color="auto"/>
          <w:bottom w:val="single" w:sz="4" w:space="1" w:color="auto"/>
          <w:right w:val="single" w:sz="4" w:space="9" w:color="auto"/>
        </w:pBdr>
        <w:rPr>
          <w:rFonts w:cs="Arial"/>
          <w:bCs/>
        </w:rPr>
      </w:pPr>
      <w:r>
        <w:rPr>
          <w:rFonts w:cs="Arial"/>
          <w:bCs/>
        </w:rPr>
        <w:t xml:space="preserve">Where indicated in </w:t>
      </w:r>
      <w:r w:rsidRPr="003038B1">
        <w:rPr>
          <w:rFonts w:cs="Arial"/>
          <w:bCs/>
          <w:color w:val="FF0000"/>
        </w:rPr>
        <w:t>RED</w:t>
      </w:r>
      <w:r>
        <w:rPr>
          <w:rFonts w:cs="Arial"/>
          <w:bCs/>
        </w:rPr>
        <w:t xml:space="preserve"> font please click on the</w:t>
      </w:r>
      <w:r w:rsidR="006F28AF">
        <w:rPr>
          <w:rFonts w:cs="Arial"/>
          <w:bCs/>
        </w:rPr>
        <w:t xml:space="preserve"> text and fill in as instructed, follow drop down arrows where applicable.</w:t>
      </w:r>
    </w:p>
    <w:p w:rsidR="003F1BC3" w:rsidRDefault="003F1BC3">
      <w:pPr>
        <w:rPr>
          <w:rFonts w:cs="Arial"/>
        </w:rPr>
      </w:pPr>
    </w:p>
    <w:p w:rsidR="003F1BC3" w:rsidRDefault="003F1BC3">
      <w:pPr>
        <w:rPr>
          <w:rFonts w:cs="Arial"/>
        </w:rPr>
      </w:pPr>
    </w:p>
    <w:p w:rsidR="003F1BC3" w:rsidRDefault="003F1BC3">
      <w:pPr>
        <w:rPr>
          <w:rFonts w:cs="Arial"/>
        </w:rPr>
      </w:pPr>
    </w:p>
    <w:p w:rsidR="00003B0A" w:rsidRDefault="00D63BBE" w:rsidP="00003B0A">
      <w:pPr>
        <w:spacing w:line="240" w:lineRule="exact"/>
        <w:rPr>
          <w:rFonts w:cs="Arial"/>
        </w:rPr>
      </w:pPr>
      <w:r>
        <w:rPr>
          <w:rFonts w:cs="Arial"/>
        </w:rPr>
        <w:fldChar w:fldCharType="begin"/>
      </w:r>
      <w:r w:rsidR="00003B0A">
        <w:rPr>
          <w:rFonts w:cs="Arial"/>
        </w:rPr>
        <w:instrText xml:space="preserve"> MACROBUTTON </w:instrText>
      </w:r>
      <w:r>
        <w:rPr>
          <w:rFonts w:cs="Arial"/>
        </w:rPr>
        <w:fldChar w:fldCharType="end"/>
      </w:r>
    </w:p>
    <w:sdt>
      <w:sdtPr>
        <w:rPr>
          <w:rFonts w:cs="Arial"/>
          <w:color w:val="FF0000"/>
        </w:rPr>
        <w:id w:val="-1060791084"/>
        <w:placeholder>
          <w:docPart w:val="ABB5F9F4B0724D8488DBD5CB0379AFA0"/>
        </w:placeholder>
        <w:showingPlcHdr/>
        <w:date>
          <w:dateFormat w:val="d/MM/yyyy"/>
          <w:lid w:val="en-AU"/>
          <w:storeMappedDataAs w:val="dateTime"/>
          <w:calendar w:val="gregorian"/>
        </w:date>
      </w:sdtPr>
      <w:sdtEndPr/>
      <w:sdtContent>
        <w:p w:rsidR="00D0765F" w:rsidRPr="00D0765F" w:rsidRDefault="00D0765F" w:rsidP="00003B0A">
          <w:pPr>
            <w:spacing w:line="240" w:lineRule="exact"/>
            <w:rPr>
              <w:rFonts w:cs="Arial"/>
              <w:color w:val="FF0000"/>
            </w:rPr>
          </w:pPr>
          <w:r w:rsidRPr="00D0765F">
            <w:rPr>
              <w:rStyle w:val="PlaceholderText"/>
              <w:color w:val="FF0000"/>
            </w:rPr>
            <w:t>Select date</w:t>
          </w:r>
        </w:p>
      </w:sdtContent>
    </w:sdt>
    <w:p w:rsidR="003F1BC3" w:rsidRDefault="003F1BC3">
      <w:pPr>
        <w:rPr>
          <w:rFonts w:cs="Arial"/>
        </w:rPr>
      </w:pPr>
    </w:p>
    <w:sdt>
      <w:sdtPr>
        <w:rPr>
          <w:rFonts w:cs="Arial"/>
          <w:color w:val="FF0000"/>
        </w:rPr>
        <w:id w:val="-1165171405"/>
        <w:placeholder>
          <w:docPart w:val="E3F6ACD33ABF469BB0C61BAA45835B55"/>
        </w:placeholder>
        <w:showingPlcHdr/>
        <w:text/>
      </w:sdtPr>
      <w:sdtEndPr/>
      <w:sdtContent>
        <w:p w:rsidR="00D0765F" w:rsidRPr="00D0765F" w:rsidRDefault="00D0765F">
          <w:pPr>
            <w:rPr>
              <w:rFonts w:cs="Arial"/>
              <w:color w:val="FF0000"/>
            </w:rPr>
          </w:pPr>
          <w:r w:rsidRPr="00D0765F">
            <w:rPr>
              <w:rFonts w:cs="Arial"/>
              <w:color w:val="FF0000"/>
            </w:rPr>
            <w:t xml:space="preserve">Insert name </w:t>
          </w:r>
        </w:p>
      </w:sdtContent>
    </w:sdt>
    <w:p w:rsidR="003F1BC3" w:rsidRPr="00D0765F" w:rsidRDefault="002628AD">
      <w:pPr>
        <w:spacing w:line="240" w:lineRule="exact"/>
        <w:rPr>
          <w:rFonts w:cs="Arial"/>
          <w:color w:val="FF0000"/>
        </w:rPr>
      </w:pPr>
      <w:sdt>
        <w:sdtPr>
          <w:rPr>
            <w:rFonts w:cs="Arial"/>
            <w:color w:val="FF0000"/>
          </w:rPr>
          <w:id w:val="-1044753668"/>
          <w:placeholder>
            <w:docPart w:val="CEDE5DB8624F4CE996EEC6632F1D8874"/>
          </w:placeholder>
          <w:showingPlcHdr/>
          <w:text/>
        </w:sdtPr>
        <w:sdtEndPr/>
        <w:sdtContent>
          <w:r w:rsidR="00D0765F" w:rsidRPr="00D0765F">
            <w:rPr>
              <w:rFonts w:cs="Arial"/>
              <w:color w:val="FF0000"/>
            </w:rPr>
            <w:t>Address</w:t>
          </w:r>
        </w:sdtContent>
      </w:sdt>
      <w:r w:rsidR="00D63BBE" w:rsidRPr="00D0765F">
        <w:rPr>
          <w:rFonts w:cs="Arial"/>
          <w:color w:val="FF0000"/>
        </w:rPr>
        <w:fldChar w:fldCharType="begin"/>
      </w:r>
      <w:r w:rsidR="003F1BC3" w:rsidRPr="00D0765F">
        <w:rPr>
          <w:rFonts w:cs="Arial"/>
          <w:color w:val="FF0000"/>
        </w:rPr>
        <w:instrText xml:space="preserve"> MACROBUTTON </w:instrText>
      </w:r>
      <w:r w:rsidR="00D63BBE" w:rsidRPr="00D0765F">
        <w:rPr>
          <w:rFonts w:cs="Arial"/>
          <w:color w:val="FF0000"/>
        </w:rPr>
        <w:fldChar w:fldCharType="end"/>
      </w:r>
    </w:p>
    <w:p w:rsidR="003F1BC3" w:rsidRDefault="003F1BC3">
      <w:pPr>
        <w:rPr>
          <w:rFonts w:cs="Arial"/>
        </w:rPr>
      </w:pPr>
    </w:p>
    <w:p w:rsidR="003F1BC3" w:rsidRDefault="003F1BC3">
      <w:pPr>
        <w:rPr>
          <w:rFonts w:cs="Arial"/>
        </w:rPr>
      </w:pPr>
    </w:p>
    <w:p w:rsidR="004B0421" w:rsidRDefault="003F1BC3" w:rsidP="004B0421">
      <w:pPr>
        <w:spacing w:line="240" w:lineRule="exact"/>
        <w:rPr>
          <w:rFonts w:cs="Arial"/>
        </w:rPr>
      </w:pPr>
      <w:r>
        <w:rPr>
          <w:rFonts w:cs="Arial"/>
        </w:rPr>
        <w:t>Dear</w:t>
      </w:r>
      <w:r w:rsidR="00D0765F">
        <w:rPr>
          <w:rFonts w:cs="Arial"/>
        </w:rPr>
        <w:t xml:space="preserve"> </w:t>
      </w:r>
      <w:sdt>
        <w:sdtPr>
          <w:rPr>
            <w:rFonts w:cs="Arial"/>
            <w:color w:val="FF0000"/>
          </w:rPr>
          <w:id w:val="-505596627"/>
          <w:placeholder>
            <w:docPart w:val="48BAC4B92BD44D2AAA24818427B8B3C3"/>
          </w:placeholder>
          <w:showingPlcHdr/>
          <w:text/>
        </w:sdtPr>
        <w:sdtEndPr/>
        <w:sdtContent>
          <w:r w:rsidR="00D0765F" w:rsidRPr="00D0765F">
            <w:rPr>
              <w:rFonts w:cs="Arial"/>
              <w:color w:val="FF0000"/>
            </w:rPr>
            <w:t>Insert name</w:t>
          </w:r>
        </w:sdtContent>
      </w:sdt>
      <w:r w:rsidR="00D15529" w:rsidRPr="00D15529">
        <w:rPr>
          <w:rFonts w:cs="Arial"/>
        </w:rPr>
        <w:t>,</w:t>
      </w:r>
    </w:p>
    <w:p w:rsidR="003F1BC3" w:rsidRDefault="003F1BC3">
      <w:pPr>
        <w:spacing w:line="240" w:lineRule="exact"/>
        <w:rPr>
          <w:rFonts w:cs="Arial"/>
        </w:rPr>
      </w:pPr>
    </w:p>
    <w:p w:rsidR="003F1BC3" w:rsidRDefault="003F1BC3">
      <w:pPr>
        <w:rPr>
          <w:rFonts w:cs="Arial"/>
        </w:rPr>
      </w:pPr>
    </w:p>
    <w:p w:rsidR="00B2283A" w:rsidRDefault="00B2283A">
      <w:pPr>
        <w:pStyle w:val="Heading6"/>
      </w:pPr>
      <w:r>
        <w:t xml:space="preserve">Appointment: </w:t>
      </w:r>
      <w:r w:rsidR="003F1BC3">
        <w:t>P</w:t>
      </w:r>
      <w:r w:rsidR="00E349E0">
        <w:t>astoral</w:t>
      </w:r>
      <w:r>
        <w:t xml:space="preserve"> </w:t>
      </w:r>
      <w:r w:rsidR="009C6904">
        <w:t>Assistant</w:t>
      </w:r>
      <w:r>
        <w:t xml:space="preserve"> </w:t>
      </w:r>
      <w:r w:rsidR="00436D27">
        <w:t>(Supervised)</w:t>
      </w:r>
    </w:p>
    <w:p w:rsidR="003F1BC3" w:rsidRDefault="00D0765F">
      <w:pPr>
        <w:pStyle w:val="Heading6"/>
      </w:pPr>
      <w:r>
        <w:rPr>
          <w:b w:val="0"/>
        </w:rPr>
        <w:t>W</w:t>
      </w:r>
      <w:r w:rsidR="00B2283A" w:rsidRPr="00B2283A">
        <w:rPr>
          <w:b w:val="0"/>
        </w:rPr>
        <w:t xml:space="preserve">ithin the </w:t>
      </w:r>
      <w:sdt>
        <w:sdtPr>
          <w:rPr>
            <w:b w:val="0"/>
          </w:rPr>
          <w:id w:val="-1866355407"/>
          <w:placeholder>
            <w:docPart w:val="2F91A074DDFF47B4BED1615A0DC9C1F6"/>
          </w:placeholder>
          <w:showingPlcHdr/>
          <w:dropDownList>
            <w:listItem w:value="Choose an item."/>
            <w:listItem w:displayText="Pastoral Charge" w:value="Pastoral Charge"/>
            <w:listItem w:displayText="Home Mission Station" w:value="Home Mission Station"/>
          </w:dropDownList>
        </w:sdtPr>
        <w:sdtEndPr/>
        <w:sdtContent>
          <w:r w:rsidRPr="00D0765F">
            <w:rPr>
              <w:rStyle w:val="PlaceholderText"/>
              <w:b w:val="0"/>
              <w:color w:val="FF0000"/>
            </w:rPr>
            <w:t>Select one</w:t>
          </w:r>
        </w:sdtContent>
      </w:sdt>
      <w:r w:rsidR="00B2283A" w:rsidRPr="00B2283A">
        <w:rPr>
          <w:b w:val="0"/>
          <w:i/>
          <w:iCs/>
        </w:rPr>
        <w:t xml:space="preserve"> </w:t>
      </w:r>
      <w:r w:rsidR="00B2283A" w:rsidRPr="00B2283A">
        <w:rPr>
          <w:b w:val="0"/>
        </w:rPr>
        <w:t>of</w:t>
      </w:r>
      <w:r>
        <w:rPr>
          <w:b w:val="0"/>
        </w:rPr>
        <w:t xml:space="preserve"> </w:t>
      </w:r>
      <w:sdt>
        <w:sdtPr>
          <w:rPr>
            <w:b w:val="0"/>
          </w:rPr>
          <w:id w:val="596901830"/>
          <w:placeholder>
            <w:docPart w:val="6604077A66EA46D0AEE17D935FC53043"/>
          </w:placeholder>
          <w:showingPlcHdr/>
          <w:text/>
        </w:sdtPr>
        <w:sdtEndPr/>
        <w:sdtContent>
          <w:r w:rsidRPr="00D0765F">
            <w:rPr>
              <w:b w:val="0"/>
              <w:color w:val="FF0000"/>
            </w:rPr>
            <w:t>Insert name of Pastoral Charge or Home Mission Station</w:t>
          </w:r>
        </w:sdtContent>
      </w:sdt>
      <w:r w:rsidR="00B2283A" w:rsidRPr="00B2283A">
        <w:rPr>
          <w:b w:val="0"/>
        </w:rPr>
        <w:t xml:space="preserve"> </w:t>
      </w:r>
    </w:p>
    <w:p w:rsidR="003F1BC3" w:rsidRDefault="003F1BC3">
      <w:pPr>
        <w:rPr>
          <w:rFonts w:cs="Arial"/>
        </w:rPr>
      </w:pPr>
    </w:p>
    <w:p w:rsidR="008967BD" w:rsidRDefault="003F1BC3" w:rsidP="008967BD">
      <w:pPr>
        <w:spacing w:line="240" w:lineRule="exact"/>
        <w:rPr>
          <w:rFonts w:cs="Arial"/>
        </w:rPr>
      </w:pPr>
      <w:r>
        <w:rPr>
          <w:rFonts w:cs="Arial"/>
        </w:rPr>
        <w:t xml:space="preserve">I confirm the offer of the </w:t>
      </w:r>
      <w:sdt>
        <w:sdtPr>
          <w:rPr>
            <w:rFonts w:cs="Arial"/>
          </w:rPr>
          <w:id w:val="51277306"/>
          <w:placeholder>
            <w:docPart w:val="205F446A2819404CB5659F7DA9CB6053"/>
          </w:placeholder>
          <w:showingPlcHdr/>
          <w:text/>
        </w:sdtPr>
        <w:sdtEndPr/>
        <w:sdtContent>
          <w:r w:rsidR="00D15529" w:rsidRPr="00D15529">
            <w:rPr>
              <w:rFonts w:cs="Arial"/>
              <w:color w:val="FF0000"/>
            </w:rPr>
            <w:t>insert congregation name</w:t>
          </w:r>
        </w:sdtContent>
      </w:sdt>
      <w:r>
        <w:rPr>
          <w:rFonts w:cs="Arial"/>
        </w:rPr>
        <w:t xml:space="preserve"> Session </w:t>
      </w:r>
      <w:r w:rsidR="00B2283A">
        <w:rPr>
          <w:rFonts w:cs="Arial"/>
        </w:rPr>
        <w:t xml:space="preserve">and Moderator </w:t>
      </w:r>
      <w:r>
        <w:rPr>
          <w:rFonts w:cs="Arial"/>
        </w:rPr>
        <w:t>to appoint you to the position of</w:t>
      </w:r>
      <w:r w:rsidR="00875F14">
        <w:rPr>
          <w:rFonts w:cs="Arial"/>
        </w:rPr>
        <w:t xml:space="preserve"> </w:t>
      </w:r>
      <w:sdt>
        <w:sdtPr>
          <w:rPr>
            <w:rFonts w:cs="Arial"/>
          </w:rPr>
          <w:id w:val="-238487806"/>
          <w:placeholder>
            <w:docPart w:val="4F2DFCCB423148BC8DE070D7544932FE"/>
          </w:placeholder>
          <w:showingPlcHdr/>
          <w:text/>
        </w:sdtPr>
        <w:sdtEndPr>
          <w:rPr>
            <w:color w:val="FF0000"/>
          </w:rPr>
        </w:sdtEndPr>
        <w:sdtContent>
          <w:r w:rsidR="00D15529" w:rsidRPr="00D15529">
            <w:rPr>
              <w:rFonts w:cs="Arial"/>
              <w:color w:val="FF0000"/>
            </w:rPr>
            <w:t xml:space="preserve">insert position title </w:t>
          </w:r>
        </w:sdtContent>
      </w:sdt>
      <w:r w:rsidR="00875F14">
        <w:rPr>
          <w:rFonts w:cs="Arial"/>
          <w:iCs/>
        </w:rPr>
        <w:t xml:space="preserve"> </w:t>
      </w:r>
      <w:sdt>
        <w:sdtPr>
          <w:rPr>
            <w:rFonts w:cs="Arial"/>
            <w:iCs/>
          </w:rPr>
          <w:id w:val="-1082371016"/>
          <w:placeholder>
            <w:docPart w:val="2113E66E8BDC4B2CAA9BFCDBE5F94F92"/>
          </w:placeholder>
          <w:showingPlcHdr/>
          <w:dropDownList>
            <w:listItem w:value="Choose an item."/>
            <w:listItem w:displayText="subject to" w:value="subject to"/>
            <w:listItem w:displayText="following" w:value="following"/>
          </w:dropDownList>
        </w:sdtPr>
        <w:sdtEndPr/>
        <w:sdtContent>
          <w:r w:rsidR="00D15529" w:rsidRPr="00D15529">
            <w:rPr>
              <w:rFonts w:cs="Arial"/>
              <w:iCs/>
              <w:color w:val="FF0000"/>
            </w:rPr>
            <w:t>select one</w:t>
          </w:r>
        </w:sdtContent>
      </w:sdt>
      <w:r w:rsidR="00875F14">
        <w:rPr>
          <w:rFonts w:cs="Arial"/>
          <w:iCs/>
        </w:rPr>
        <w:t xml:space="preserve"> the Presbytery</w:t>
      </w:r>
      <w:r w:rsidR="004B0421">
        <w:rPr>
          <w:rFonts w:cs="Arial"/>
          <w:iCs/>
        </w:rPr>
        <w:t>, after interview, raising no objection to your appointment</w:t>
      </w:r>
      <w:r>
        <w:rPr>
          <w:rFonts w:cs="Arial"/>
        </w:rPr>
        <w:t xml:space="preserve">. </w:t>
      </w:r>
      <w:r w:rsidR="008967BD" w:rsidRPr="008967BD">
        <w:rPr>
          <w:rFonts w:cs="Arial"/>
        </w:rPr>
        <w:t xml:space="preserve">In accepting this appointment, you acknowledge yourself to be an employee of </w:t>
      </w:r>
      <w:r w:rsidR="008967BD">
        <w:rPr>
          <w:rFonts w:cs="Arial"/>
        </w:rPr>
        <w:t>the Session</w:t>
      </w:r>
      <w:r w:rsidR="00B2283A">
        <w:rPr>
          <w:rFonts w:cs="Arial"/>
        </w:rPr>
        <w:t xml:space="preserve"> under the direction of the Moderator,</w:t>
      </w:r>
      <w:r w:rsidR="008967BD" w:rsidRPr="008967BD">
        <w:rPr>
          <w:rFonts w:cs="Arial"/>
        </w:rPr>
        <w:t xml:space="preserve"> subject to the rules</w:t>
      </w:r>
      <w:r w:rsidR="009D18EA">
        <w:rPr>
          <w:rFonts w:cs="Arial"/>
        </w:rPr>
        <w:t xml:space="preserve"> and regulations of the Church.</w:t>
      </w:r>
    </w:p>
    <w:p w:rsidR="008967BD" w:rsidRPr="008967BD" w:rsidRDefault="008967BD" w:rsidP="008967BD">
      <w:pPr>
        <w:spacing w:line="240" w:lineRule="exact"/>
        <w:rPr>
          <w:rFonts w:cs="Arial"/>
        </w:rPr>
      </w:pPr>
    </w:p>
    <w:p w:rsidR="008967BD" w:rsidRDefault="008967BD" w:rsidP="008967BD">
      <w:pPr>
        <w:spacing w:line="240" w:lineRule="exact"/>
        <w:rPr>
          <w:rFonts w:cs="Arial"/>
        </w:rPr>
      </w:pPr>
      <w:r w:rsidRPr="008967BD">
        <w:rPr>
          <w:rFonts w:cs="Arial"/>
        </w:rPr>
        <w:t>The terms of your appointment are as follows:</w:t>
      </w:r>
    </w:p>
    <w:p w:rsidR="008967BD" w:rsidRPr="008967BD" w:rsidRDefault="008967BD" w:rsidP="008967BD">
      <w:pPr>
        <w:spacing w:line="240" w:lineRule="exact"/>
        <w:rPr>
          <w:rFonts w:cs="Arial"/>
        </w:rPr>
      </w:pPr>
    </w:p>
    <w:p w:rsidR="003F1BC3" w:rsidRPr="00C978DF" w:rsidRDefault="00C978DF">
      <w:pPr>
        <w:spacing w:line="240" w:lineRule="exact"/>
        <w:rPr>
          <w:rFonts w:cs="Arial"/>
          <w:b/>
        </w:rPr>
      </w:pPr>
      <w:r w:rsidRPr="00C978DF">
        <w:rPr>
          <w:rFonts w:cs="Arial"/>
          <w:b/>
        </w:rPr>
        <w:t>1.</w:t>
      </w:r>
      <w:r w:rsidRPr="00C978DF">
        <w:rPr>
          <w:rFonts w:cs="Arial"/>
          <w:b/>
        </w:rPr>
        <w:tab/>
      </w:r>
      <w:r w:rsidR="003F1BC3" w:rsidRPr="00C978DF">
        <w:rPr>
          <w:rFonts w:cs="Arial"/>
          <w:b/>
        </w:rPr>
        <w:t>Commencement</w:t>
      </w:r>
    </w:p>
    <w:p w:rsidR="003F1BC3" w:rsidRPr="004B3AD2" w:rsidRDefault="00003B0A" w:rsidP="004B3AD2">
      <w:pPr>
        <w:rPr>
          <w:rFonts w:cs="Arial"/>
          <w:sz w:val="20"/>
          <w:szCs w:val="20"/>
        </w:rPr>
      </w:pPr>
      <w:r w:rsidRPr="008967BD">
        <w:rPr>
          <w:rFonts w:cs="Arial"/>
          <w:szCs w:val="22"/>
        </w:rPr>
        <w:t>Your employment under this contract will commence on</w:t>
      </w:r>
      <w:r w:rsidR="005675DE">
        <w:rPr>
          <w:rFonts w:cs="Arial"/>
          <w:szCs w:val="22"/>
        </w:rPr>
        <w:t xml:space="preserve"> </w:t>
      </w:r>
      <w:sdt>
        <w:sdtPr>
          <w:rPr>
            <w:rFonts w:cs="Arial"/>
            <w:szCs w:val="22"/>
          </w:rPr>
          <w:id w:val="1011886247"/>
          <w:placeholder>
            <w:docPart w:val="5305CCE1EAF342D1A7AD33BA45D09AA1"/>
          </w:placeholder>
          <w:showingPlcHdr/>
          <w:date>
            <w:dateFormat w:val="d/MM/yyyy"/>
            <w:lid w:val="en-AU"/>
            <w:storeMappedDataAs w:val="dateTime"/>
            <w:calendar w:val="gregorian"/>
          </w:date>
        </w:sdtPr>
        <w:sdtEndPr/>
        <w:sdtContent>
          <w:r w:rsidR="00D15529" w:rsidRPr="00D15529">
            <w:rPr>
              <w:rFonts w:cs="Arial"/>
              <w:color w:val="FF0000"/>
              <w:szCs w:val="22"/>
            </w:rPr>
            <w:t>enter date of commencement</w:t>
          </w:r>
        </w:sdtContent>
      </w:sdt>
      <w:r w:rsidRPr="008967BD">
        <w:rPr>
          <w:rFonts w:cs="Arial"/>
          <w:szCs w:val="22"/>
        </w:rPr>
        <w:t xml:space="preserve"> </w:t>
      </w:r>
      <w:r w:rsidRPr="008967BD">
        <w:rPr>
          <w:rFonts w:cs="Arial"/>
          <w:i/>
          <w:iCs/>
          <w:szCs w:val="22"/>
        </w:rPr>
        <w:t xml:space="preserve"> </w:t>
      </w:r>
      <w:r w:rsidRPr="008967BD">
        <w:rPr>
          <w:rFonts w:cs="Arial"/>
          <w:szCs w:val="22"/>
        </w:rPr>
        <w:t xml:space="preserve">and extend until </w:t>
      </w:r>
      <w:sdt>
        <w:sdtPr>
          <w:rPr>
            <w:rFonts w:cs="Arial"/>
            <w:szCs w:val="22"/>
          </w:rPr>
          <w:id w:val="-737013080"/>
          <w:placeholder>
            <w:docPart w:val="4AC85F301FA64EB4B847A7A00013BC04"/>
          </w:placeholder>
          <w:showingPlcHdr/>
          <w:date>
            <w:dateFormat w:val="d/MM/yyyy"/>
            <w:lid w:val="en-AU"/>
            <w:storeMappedDataAs w:val="dateTime"/>
            <w:calendar w:val="gregorian"/>
          </w:date>
        </w:sdtPr>
        <w:sdtEndPr/>
        <w:sdtContent>
          <w:r w:rsidR="00D15529" w:rsidRPr="00D15529">
            <w:rPr>
              <w:rStyle w:val="PlaceholderText"/>
              <w:color w:val="FF0000"/>
            </w:rPr>
            <w:t>enter date of conclusion</w:t>
          </w:r>
        </w:sdtContent>
      </w:sdt>
      <w:r w:rsidR="004B3AD2">
        <w:rPr>
          <w:rFonts w:cs="Arial"/>
          <w:iCs/>
        </w:rPr>
        <w:t xml:space="preserve"> </w:t>
      </w:r>
      <w:r w:rsidR="004B3AD2">
        <w:rPr>
          <w:rFonts w:cs="Arial"/>
        </w:rPr>
        <w:t>subject to the satisfactory completion of a probationary period of</w:t>
      </w:r>
      <w:r w:rsidR="00D15529">
        <w:rPr>
          <w:rFonts w:cs="Arial"/>
        </w:rPr>
        <w:t xml:space="preserve"> </w:t>
      </w:r>
      <w:sdt>
        <w:sdtPr>
          <w:rPr>
            <w:rFonts w:cs="Arial"/>
          </w:rPr>
          <w:id w:val="-128794229"/>
          <w:placeholder>
            <w:docPart w:val="5B136AC6879A451EB4325733BED9CBC8"/>
          </w:placeholder>
          <w:showingPlcHdr/>
          <w:text/>
        </w:sdtPr>
        <w:sdtEndPr/>
        <w:sdtContent>
          <w:r w:rsidR="00D15529">
            <w:rPr>
              <w:rFonts w:cs="Arial"/>
            </w:rPr>
            <w:t xml:space="preserve"> </w:t>
          </w:r>
          <w:r w:rsidR="00D15529">
            <w:rPr>
              <w:rFonts w:cs="Arial"/>
              <w:color w:val="FF0000"/>
            </w:rPr>
            <w:t xml:space="preserve">enter number of </w:t>
          </w:r>
          <w:r w:rsidR="00D15529" w:rsidRPr="00D15529">
            <w:rPr>
              <w:rFonts w:cs="Arial"/>
              <w:color w:val="FF0000"/>
            </w:rPr>
            <w:t>months</w:t>
          </w:r>
        </w:sdtContent>
      </w:sdt>
      <w:r w:rsidR="00F64AC2">
        <w:rPr>
          <w:rFonts w:cs="Arial"/>
        </w:rPr>
        <w:t xml:space="preserve"> </w:t>
      </w:r>
      <w:r w:rsidR="004B3AD2">
        <w:rPr>
          <w:rFonts w:cs="Arial"/>
        </w:rPr>
        <w:t>months</w:t>
      </w:r>
      <w:r>
        <w:rPr>
          <w:rFonts w:cs="Arial"/>
          <w:sz w:val="20"/>
          <w:szCs w:val="20"/>
        </w:rPr>
        <w:t>.</w:t>
      </w:r>
    </w:p>
    <w:p w:rsidR="003F1BC3" w:rsidRDefault="003F1BC3">
      <w:pPr>
        <w:rPr>
          <w:rFonts w:cs="Arial"/>
        </w:rPr>
      </w:pPr>
    </w:p>
    <w:p w:rsidR="003F1BC3" w:rsidRPr="00C978DF" w:rsidRDefault="00C978DF">
      <w:pPr>
        <w:spacing w:line="240" w:lineRule="exact"/>
        <w:rPr>
          <w:rFonts w:cs="Arial"/>
          <w:b/>
        </w:rPr>
      </w:pPr>
      <w:r w:rsidRPr="00C978DF">
        <w:rPr>
          <w:rFonts w:cs="Arial"/>
          <w:b/>
        </w:rPr>
        <w:t>2.</w:t>
      </w:r>
      <w:r w:rsidRPr="00C978DF">
        <w:rPr>
          <w:rFonts w:cs="Arial"/>
          <w:b/>
        </w:rPr>
        <w:tab/>
      </w:r>
      <w:r w:rsidR="003F1BC3" w:rsidRPr="00C978DF">
        <w:rPr>
          <w:rFonts w:cs="Arial"/>
          <w:b/>
        </w:rPr>
        <w:t>Termination</w:t>
      </w:r>
    </w:p>
    <w:p w:rsidR="003F1BC3" w:rsidRDefault="003F1BC3">
      <w:pPr>
        <w:spacing w:line="240" w:lineRule="exact"/>
        <w:rPr>
          <w:rFonts w:cs="Arial"/>
        </w:rPr>
      </w:pPr>
      <w:r>
        <w:rPr>
          <w:rFonts w:cs="Arial"/>
        </w:rPr>
        <w:t>The Session reserves the right at its discretion to terminate</w:t>
      </w:r>
      <w:r w:rsidR="009D18EA">
        <w:rPr>
          <w:rFonts w:cs="Arial"/>
        </w:rPr>
        <w:t xml:space="preserve"> your appointment at any time. </w:t>
      </w:r>
      <w:r>
        <w:rPr>
          <w:rFonts w:cs="Arial"/>
        </w:rPr>
        <w:t>You will be given one month's notice of termination and the Session reserves the right to pay salary in lieu of notice.</w:t>
      </w:r>
    </w:p>
    <w:p w:rsidR="003F1BC3" w:rsidRDefault="003F1BC3">
      <w:pPr>
        <w:rPr>
          <w:rFonts w:cs="Arial"/>
        </w:rPr>
      </w:pPr>
    </w:p>
    <w:p w:rsidR="003F1BC3" w:rsidRDefault="003F1BC3">
      <w:pPr>
        <w:spacing w:line="240" w:lineRule="exact"/>
        <w:rPr>
          <w:rFonts w:cs="Arial"/>
        </w:rPr>
      </w:pPr>
      <w:r>
        <w:rPr>
          <w:rFonts w:cs="Arial"/>
        </w:rPr>
        <w:t xml:space="preserve">You may resign the position upon one month's </w:t>
      </w:r>
      <w:r w:rsidR="003F7967">
        <w:rPr>
          <w:rFonts w:cs="Arial"/>
        </w:rPr>
        <w:t xml:space="preserve">written </w:t>
      </w:r>
      <w:r>
        <w:rPr>
          <w:rFonts w:cs="Arial"/>
        </w:rPr>
        <w:t>notice to the Session.</w:t>
      </w:r>
    </w:p>
    <w:p w:rsidR="003F1BC3" w:rsidRDefault="003F1BC3">
      <w:pPr>
        <w:rPr>
          <w:rFonts w:cs="Arial"/>
        </w:rPr>
      </w:pPr>
    </w:p>
    <w:p w:rsidR="003F1BC3" w:rsidRPr="00C978DF" w:rsidRDefault="00C978DF">
      <w:pPr>
        <w:spacing w:line="240" w:lineRule="exact"/>
        <w:rPr>
          <w:rFonts w:cs="Arial"/>
          <w:b/>
        </w:rPr>
      </w:pPr>
      <w:r w:rsidRPr="00C978DF">
        <w:rPr>
          <w:rFonts w:cs="Arial"/>
          <w:b/>
        </w:rPr>
        <w:t>3.</w:t>
      </w:r>
      <w:r w:rsidRPr="00C978DF">
        <w:rPr>
          <w:rFonts w:cs="Arial"/>
          <w:b/>
        </w:rPr>
        <w:tab/>
      </w:r>
      <w:r w:rsidR="003F1BC3" w:rsidRPr="00C978DF">
        <w:rPr>
          <w:rFonts w:cs="Arial"/>
          <w:b/>
        </w:rPr>
        <w:t>Dismissal</w:t>
      </w:r>
    </w:p>
    <w:p w:rsidR="004B3AD2" w:rsidRDefault="003F1BC3" w:rsidP="004B3AD2">
      <w:pPr>
        <w:spacing w:line="240" w:lineRule="exact"/>
        <w:rPr>
          <w:rFonts w:cs="Arial"/>
        </w:rPr>
      </w:pPr>
      <w:r>
        <w:rPr>
          <w:rFonts w:cs="Arial"/>
        </w:rPr>
        <w:t xml:space="preserve">The Session reserves the right to terminate your employment without notice in the event of a serious breach by you </w:t>
      </w:r>
      <w:r w:rsidR="004B3AD2">
        <w:rPr>
          <w:rFonts w:cs="Arial"/>
        </w:rPr>
        <w:t>of the terms of your employment, including misconduct.</w:t>
      </w:r>
    </w:p>
    <w:p w:rsidR="009D18EA" w:rsidRDefault="009D18EA" w:rsidP="004B3AD2">
      <w:pPr>
        <w:spacing w:line="240" w:lineRule="exact"/>
        <w:rPr>
          <w:rFonts w:cs="Arial"/>
        </w:rPr>
      </w:pPr>
    </w:p>
    <w:p w:rsidR="004B3AD2" w:rsidRPr="00A944FF" w:rsidRDefault="004B3AD2" w:rsidP="009D18EA">
      <w:pPr>
        <w:spacing w:line="240" w:lineRule="exact"/>
        <w:rPr>
          <w:rFonts w:cs="Arial"/>
        </w:rPr>
      </w:pPr>
      <w:r w:rsidRPr="00A944FF">
        <w:rPr>
          <w:rFonts w:cs="Arial"/>
        </w:rPr>
        <w:t xml:space="preserve">You are reminded that the maintenance of Biblical morality is profoundly important to those who </w:t>
      </w:r>
      <w:r>
        <w:rPr>
          <w:rFonts w:cs="Arial"/>
        </w:rPr>
        <w:t>are employed by the church</w:t>
      </w:r>
      <w:r w:rsidRPr="00A944FF">
        <w:rPr>
          <w:rFonts w:cs="Arial"/>
        </w:rPr>
        <w:t>. As a</w:t>
      </w:r>
      <w:r>
        <w:rPr>
          <w:rFonts w:cs="Arial"/>
        </w:rPr>
        <w:t>n</w:t>
      </w:r>
      <w:r w:rsidRPr="00A944FF">
        <w:rPr>
          <w:rFonts w:cs="Arial"/>
        </w:rPr>
        <w:t xml:space="preserve"> </w:t>
      </w:r>
      <w:r>
        <w:rPr>
          <w:rFonts w:cs="Arial"/>
        </w:rPr>
        <w:t>employee</w:t>
      </w:r>
      <w:r w:rsidRPr="00A944FF">
        <w:rPr>
          <w:rFonts w:cs="Arial"/>
        </w:rPr>
        <w:t xml:space="preserve">, you must not engage in behaviour that is likely to bring the Church’s name into disrepute. In particular the </w:t>
      </w:r>
      <w:r>
        <w:rPr>
          <w:rFonts w:cs="Arial"/>
        </w:rPr>
        <w:t>Session</w:t>
      </w:r>
      <w:r w:rsidRPr="00A944FF">
        <w:rPr>
          <w:rFonts w:cs="Arial"/>
        </w:rPr>
        <w:t xml:space="preserve"> will not tolerate any act of fornication, adultery, sexual harassment, abuse of power or embezzlement.</w:t>
      </w:r>
    </w:p>
    <w:p w:rsidR="004B3AD2" w:rsidRDefault="004B3AD2">
      <w:pPr>
        <w:rPr>
          <w:rFonts w:cs="Arial"/>
        </w:rPr>
      </w:pPr>
    </w:p>
    <w:p w:rsidR="003F1BC3" w:rsidRPr="00C978DF" w:rsidRDefault="00C978DF">
      <w:pPr>
        <w:spacing w:line="240" w:lineRule="exact"/>
        <w:rPr>
          <w:rFonts w:cs="Arial"/>
          <w:b/>
        </w:rPr>
      </w:pPr>
      <w:r w:rsidRPr="00C978DF">
        <w:rPr>
          <w:rFonts w:cs="Arial"/>
          <w:b/>
        </w:rPr>
        <w:t>4.</w:t>
      </w:r>
      <w:r w:rsidRPr="00C978DF">
        <w:rPr>
          <w:rFonts w:cs="Arial"/>
          <w:b/>
        </w:rPr>
        <w:tab/>
      </w:r>
      <w:r w:rsidR="003F1BC3" w:rsidRPr="00C978DF">
        <w:rPr>
          <w:rFonts w:cs="Arial"/>
          <w:b/>
        </w:rPr>
        <w:t>Salary</w:t>
      </w:r>
    </w:p>
    <w:p w:rsidR="008967BD" w:rsidRDefault="008967BD" w:rsidP="009D18EA">
      <w:pPr>
        <w:spacing w:line="240" w:lineRule="exact"/>
        <w:rPr>
          <w:rFonts w:cs="Arial"/>
        </w:rPr>
      </w:pPr>
      <w:r w:rsidRPr="009D18EA">
        <w:rPr>
          <w:rFonts w:cs="Arial"/>
        </w:rPr>
        <w:t xml:space="preserve">The gross salary applying to this position will be </w:t>
      </w:r>
      <w:r>
        <w:rPr>
          <w:rFonts w:cs="Arial"/>
        </w:rPr>
        <w:t>$</w:t>
      </w:r>
      <w:sdt>
        <w:sdtPr>
          <w:rPr>
            <w:rFonts w:cs="Arial"/>
          </w:rPr>
          <w:id w:val="-1043600500"/>
          <w:placeholder>
            <w:docPart w:val="F50C043F0B0E41B5882FC258516064D7"/>
          </w:placeholder>
          <w:showingPlcHdr/>
          <w:text/>
        </w:sdtPr>
        <w:sdtEndPr/>
        <w:sdtContent>
          <w:r w:rsidR="00707943" w:rsidRPr="00707943">
            <w:rPr>
              <w:rStyle w:val="PlaceholderText"/>
              <w:color w:val="FF0000"/>
            </w:rPr>
            <w:t xml:space="preserve">Click here to enter </w:t>
          </w:r>
          <w:r w:rsidR="00707943">
            <w:rPr>
              <w:rStyle w:val="PlaceholderText"/>
              <w:color w:val="FF0000"/>
            </w:rPr>
            <w:t xml:space="preserve">salary </w:t>
          </w:r>
          <w:r w:rsidR="00707943" w:rsidRPr="00707943">
            <w:rPr>
              <w:rStyle w:val="PlaceholderText"/>
              <w:color w:val="FF0000"/>
            </w:rPr>
            <w:t>amount</w:t>
          </w:r>
        </w:sdtContent>
      </w:sdt>
      <w:r>
        <w:rPr>
          <w:rFonts w:cs="Arial"/>
        </w:rPr>
        <w:t xml:space="preserve"> per annum </w:t>
      </w:r>
      <w:r w:rsidRPr="009D18EA">
        <w:rPr>
          <w:rFonts w:cs="Arial"/>
        </w:rPr>
        <w:t>at the com</w:t>
      </w:r>
      <w:r w:rsidR="0025534B" w:rsidRPr="009D18EA">
        <w:rPr>
          <w:rFonts w:cs="Arial"/>
        </w:rPr>
        <w:t>mencement date of this contract.</w:t>
      </w:r>
      <w:r w:rsidRPr="009D18EA">
        <w:rPr>
          <w:rFonts w:cs="Arial"/>
        </w:rPr>
        <w:t xml:space="preserve"> This amount will be </w:t>
      </w:r>
      <w:r w:rsidR="00AA794D" w:rsidRPr="009D18EA">
        <w:rPr>
          <w:rFonts w:cs="Arial"/>
        </w:rPr>
        <w:t xml:space="preserve">subject to adjustments in </w:t>
      </w:r>
      <w:r w:rsidRPr="009D18EA">
        <w:rPr>
          <w:rFonts w:cs="Arial"/>
        </w:rPr>
        <w:t xml:space="preserve">remuneration </w:t>
      </w:r>
      <w:r w:rsidR="00AA794D" w:rsidRPr="009D18EA">
        <w:rPr>
          <w:rFonts w:cs="Arial"/>
        </w:rPr>
        <w:t xml:space="preserve">packages as </w:t>
      </w:r>
      <w:r w:rsidRPr="009D18EA">
        <w:rPr>
          <w:rFonts w:cs="Arial"/>
        </w:rPr>
        <w:t>determin</w:t>
      </w:r>
      <w:r w:rsidR="00AA794D" w:rsidRPr="009D18EA">
        <w:rPr>
          <w:rFonts w:cs="Arial"/>
        </w:rPr>
        <w:t xml:space="preserve">ed by </w:t>
      </w:r>
      <w:r w:rsidRPr="009D18EA">
        <w:rPr>
          <w:rFonts w:cs="Arial"/>
        </w:rPr>
        <w:t xml:space="preserve">the </w:t>
      </w:r>
      <w:r w:rsidR="009D18EA">
        <w:rPr>
          <w:rFonts w:cs="Arial"/>
        </w:rPr>
        <w:t xml:space="preserve">Ministry and Mission </w:t>
      </w:r>
      <w:r w:rsidR="009D18EA" w:rsidRPr="0062202F">
        <w:rPr>
          <w:rFonts w:cs="Arial"/>
        </w:rPr>
        <w:t>Committee</w:t>
      </w:r>
      <w:r w:rsidR="009D18EA" w:rsidRPr="009D18EA">
        <w:rPr>
          <w:rFonts w:cs="Arial"/>
        </w:rPr>
        <w:t xml:space="preserve"> </w:t>
      </w:r>
      <w:r w:rsidRPr="009D18EA">
        <w:rPr>
          <w:rFonts w:cs="Arial"/>
        </w:rPr>
        <w:t>from time to time</w:t>
      </w:r>
      <w:r w:rsidR="00B41C85" w:rsidRPr="009D18EA">
        <w:rPr>
          <w:rFonts w:cs="Arial"/>
        </w:rPr>
        <w:t>.</w:t>
      </w:r>
    </w:p>
    <w:p w:rsidR="009D18EA" w:rsidRPr="009D18EA" w:rsidRDefault="009D18EA" w:rsidP="009D18EA">
      <w:pPr>
        <w:spacing w:line="240" w:lineRule="exact"/>
        <w:rPr>
          <w:rFonts w:cs="Arial"/>
        </w:rPr>
      </w:pPr>
    </w:p>
    <w:p w:rsidR="008967BD" w:rsidRDefault="00AF0C06" w:rsidP="009D18EA">
      <w:pPr>
        <w:spacing w:line="240" w:lineRule="exact"/>
        <w:rPr>
          <w:rFonts w:cs="Arial"/>
        </w:rPr>
      </w:pPr>
      <w:r>
        <w:rPr>
          <w:rFonts w:cs="Arial"/>
        </w:rPr>
        <w:t xml:space="preserve">Since your duties are consistent with those of a religious practitioner as defined in the Fringe Benefits Tax Assessment Act, </w:t>
      </w:r>
      <w:r w:rsidR="008967BD" w:rsidRPr="009D18EA">
        <w:rPr>
          <w:rFonts w:cs="Arial"/>
        </w:rPr>
        <w:t>you have agreed to sacrifice 30%</w:t>
      </w:r>
      <w:r w:rsidRPr="009D18EA">
        <w:rPr>
          <w:rFonts w:cs="Arial"/>
        </w:rPr>
        <w:t xml:space="preserve"> of your gross salary</w:t>
      </w:r>
      <w:r w:rsidR="008967BD" w:rsidRPr="009D18EA">
        <w:rPr>
          <w:rFonts w:cs="Arial"/>
        </w:rPr>
        <w:t xml:space="preserve"> in favour of fringe benefits of equal value. Accordingly, you will receive taxable income of </w:t>
      </w:r>
      <w:r w:rsidR="00B41C85">
        <w:rPr>
          <w:rFonts w:cs="Arial"/>
        </w:rPr>
        <w:lastRenderedPageBreak/>
        <w:t>$</w:t>
      </w:r>
      <w:sdt>
        <w:sdtPr>
          <w:rPr>
            <w:rFonts w:cs="Arial"/>
          </w:rPr>
          <w:id w:val="-907768219"/>
          <w:placeholder>
            <w:docPart w:val="A5E4D6B133F44801BA0D4DDD3FC76C03"/>
          </w:placeholder>
          <w:showingPlcHdr/>
          <w:text/>
        </w:sdtPr>
        <w:sdtEndPr/>
        <w:sdtContent>
          <w:r w:rsidR="00707943" w:rsidRPr="00707943">
            <w:rPr>
              <w:rStyle w:val="PlaceholderText"/>
              <w:color w:val="FF0000"/>
            </w:rPr>
            <w:t>Click here to enter taxable income figure</w:t>
          </w:r>
        </w:sdtContent>
      </w:sdt>
      <w:r w:rsidR="009D18EA">
        <w:rPr>
          <w:rFonts w:cs="Arial"/>
        </w:rPr>
        <w:t xml:space="preserve"> </w:t>
      </w:r>
      <w:r w:rsidR="008967BD" w:rsidRPr="009D18EA">
        <w:rPr>
          <w:rFonts w:cs="Arial"/>
        </w:rPr>
        <w:t xml:space="preserve">p.a. and fringe benefits to the value of </w:t>
      </w:r>
      <w:r w:rsidR="00B41C85">
        <w:rPr>
          <w:rFonts w:cs="Arial"/>
        </w:rPr>
        <w:t>$</w:t>
      </w:r>
      <w:sdt>
        <w:sdtPr>
          <w:rPr>
            <w:rFonts w:cs="Arial"/>
            <w:color w:val="FF0000"/>
          </w:rPr>
          <w:id w:val="448674445"/>
          <w:placeholder>
            <w:docPart w:val="ABD09E55A35E4E7EA5123C792A5121A9"/>
          </w:placeholder>
          <w:showingPlcHdr/>
          <w:text/>
        </w:sdtPr>
        <w:sdtEndPr>
          <w:rPr>
            <w:color w:val="auto"/>
          </w:rPr>
        </w:sdtEndPr>
        <w:sdtContent>
          <w:r w:rsidR="00707943" w:rsidRPr="00707943">
            <w:rPr>
              <w:rStyle w:val="PlaceholderText"/>
              <w:color w:val="FF0000"/>
            </w:rPr>
            <w:t>Click here to enter value of fringe benefits</w:t>
          </w:r>
        </w:sdtContent>
      </w:sdt>
      <w:r w:rsidR="00707943">
        <w:rPr>
          <w:rFonts w:cs="Arial"/>
        </w:rPr>
        <w:t xml:space="preserve"> </w:t>
      </w:r>
      <w:r w:rsidR="008967BD" w:rsidRPr="009D18EA">
        <w:rPr>
          <w:rFonts w:cs="Arial"/>
        </w:rPr>
        <w:t>p.a.</w:t>
      </w:r>
    </w:p>
    <w:p w:rsidR="009D18EA" w:rsidRPr="005C24B0" w:rsidRDefault="009D18EA" w:rsidP="009D18EA">
      <w:pPr>
        <w:spacing w:line="240" w:lineRule="exact"/>
        <w:rPr>
          <w:rFonts w:cs="Arial"/>
        </w:rPr>
      </w:pPr>
    </w:p>
    <w:p w:rsidR="008967BD" w:rsidRDefault="008967BD" w:rsidP="009D18EA">
      <w:pPr>
        <w:spacing w:line="240" w:lineRule="exact"/>
        <w:rPr>
          <w:rFonts w:cs="Arial"/>
        </w:rPr>
      </w:pPr>
      <w:r w:rsidRPr="0062202F">
        <w:rPr>
          <w:rFonts w:cs="Arial"/>
        </w:rPr>
        <w:t>Payments of taxed salary will be made directly to your bank account</w:t>
      </w:r>
      <w:r>
        <w:rPr>
          <w:rFonts w:cs="Arial"/>
        </w:rPr>
        <w:t xml:space="preserve"> </w:t>
      </w:r>
      <w:sdt>
        <w:sdtPr>
          <w:rPr>
            <w:rFonts w:cs="Arial"/>
          </w:rPr>
          <w:id w:val="-1782409090"/>
          <w:placeholder>
            <w:docPart w:val="37F61F93D56B45A4926F039B0A942114"/>
          </w:placeholder>
          <w:showingPlcHdr/>
          <w:text/>
        </w:sdtPr>
        <w:sdtEndPr/>
        <w:sdtContent>
          <w:r w:rsidR="00707943" w:rsidRPr="00707943">
            <w:rPr>
              <w:rFonts w:cs="Arial"/>
              <w:color w:val="FF0000"/>
            </w:rPr>
            <w:t>click to enter payment period e.g. Fortnightly</w:t>
          </w:r>
        </w:sdtContent>
      </w:sdt>
      <w:r w:rsidR="0025534B" w:rsidRPr="009D18EA">
        <w:rPr>
          <w:rFonts w:cs="Arial"/>
        </w:rPr>
        <w:t xml:space="preserve"> </w:t>
      </w:r>
      <w:r w:rsidR="00B41C85" w:rsidRPr="009D18EA">
        <w:rPr>
          <w:rFonts w:cs="Arial"/>
        </w:rPr>
        <w:t xml:space="preserve">on </w:t>
      </w:r>
      <w:sdt>
        <w:sdtPr>
          <w:rPr>
            <w:rFonts w:cs="Arial"/>
          </w:rPr>
          <w:id w:val="1770190758"/>
          <w:placeholder>
            <w:docPart w:val="752A2B92DE184DE1AE23AFEA596F4A6C"/>
          </w:placeholder>
          <w:showingPlcHdr/>
          <w:text/>
        </w:sdtPr>
        <w:sdtEndPr/>
        <w:sdtContent>
          <w:r w:rsidR="00707943" w:rsidRPr="00707943">
            <w:rPr>
              <w:rStyle w:val="PlaceholderText"/>
              <w:color w:val="FF0000"/>
            </w:rPr>
            <w:t>Click here to enter pay day e.g. Thursdays</w:t>
          </w:r>
        </w:sdtContent>
      </w:sdt>
      <w:r w:rsidR="00B41C85">
        <w:rPr>
          <w:rFonts w:cs="Arial"/>
        </w:rPr>
        <w:t xml:space="preserve"> or such other arrangement as might be mutually agreed in writing</w:t>
      </w:r>
      <w:r w:rsidR="00A82BA7">
        <w:rPr>
          <w:rFonts w:cs="Arial"/>
        </w:rPr>
        <w:t xml:space="preserve"> with the Committee of Management</w:t>
      </w:r>
      <w:r w:rsidR="00B41C85">
        <w:rPr>
          <w:rFonts w:cs="Arial"/>
        </w:rPr>
        <w:t>.</w:t>
      </w:r>
    </w:p>
    <w:p w:rsidR="009D18EA" w:rsidRPr="0062202F" w:rsidRDefault="009D18EA" w:rsidP="009D18EA">
      <w:pPr>
        <w:spacing w:line="240" w:lineRule="exact"/>
        <w:rPr>
          <w:rFonts w:cs="Arial"/>
        </w:rPr>
      </w:pPr>
    </w:p>
    <w:p w:rsidR="008967BD" w:rsidRDefault="008967BD" w:rsidP="009D18EA">
      <w:pPr>
        <w:spacing w:line="240" w:lineRule="exact"/>
        <w:rPr>
          <w:rFonts w:cs="Arial"/>
        </w:rPr>
      </w:pPr>
      <w:r w:rsidRPr="009D18EA">
        <w:rPr>
          <w:rFonts w:cs="Arial"/>
        </w:rPr>
        <w:t>T</w:t>
      </w:r>
      <w:r w:rsidRPr="0062202F">
        <w:rPr>
          <w:rFonts w:cs="Arial"/>
        </w:rPr>
        <w:t>he fringe benefit component will be credited</w:t>
      </w:r>
      <w:r>
        <w:rPr>
          <w:rFonts w:cs="Arial"/>
        </w:rPr>
        <w:t xml:space="preserve"> fortnightly</w:t>
      </w:r>
      <w:r w:rsidRPr="0062202F">
        <w:rPr>
          <w:rFonts w:cs="Arial"/>
        </w:rPr>
        <w:t xml:space="preserve"> to a church a</w:t>
      </w:r>
      <w:r w:rsidR="00A82BA7">
        <w:rPr>
          <w:rFonts w:cs="Arial"/>
        </w:rPr>
        <w:t xml:space="preserve">ccount nominated as the Pastoral </w:t>
      </w:r>
      <w:r w:rsidR="009C6904">
        <w:rPr>
          <w:rFonts w:cs="Arial"/>
        </w:rPr>
        <w:t>Assistant</w:t>
      </w:r>
      <w:r w:rsidR="00707943">
        <w:rPr>
          <w:rFonts w:cs="Arial"/>
        </w:rPr>
        <w:t xml:space="preserve"> Benefit Account which</w:t>
      </w:r>
      <w:r w:rsidRPr="0062202F">
        <w:rPr>
          <w:rFonts w:cs="Arial"/>
        </w:rPr>
        <w:t xml:space="preserve"> shall be operated in accordance with the guidelines available from the </w:t>
      </w:r>
      <w:r w:rsidR="00B41C85">
        <w:rPr>
          <w:rFonts w:cs="Arial"/>
        </w:rPr>
        <w:t xml:space="preserve">Ministry and Mission </w:t>
      </w:r>
      <w:r w:rsidRPr="0062202F">
        <w:rPr>
          <w:rFonts w:cs="Arial"/>
        </w:rPr>
        <w:t xml:space="preserve">Committee </w:t>
      </w:r>
      <w:r w:rsidR="00707943">
        <w:rPr>
          <w:rFonts w:cs="Arial"/>
        </w:rPr>
        <w:t>(</w:t>
      </w:r>
      <w:hyperlink r:id="rId7" w:anchor="fringe-benefits" w:history="1">
        <w:r w:rsidR="00B41C85" w:rsidRPr="00707943">
          <w:rPr>
            <w:color w:val="365F91" w:themeColor="accent1" w:themeShade="BF"/>
          </w:rPr>
          <w:t>www.mm.pcnsw.org.au</w:t>
        </w:r>
      </w:hyperlink>
      <w:r w:rsidR="00B41C85">
        <w:rPr>
          <w:rFonts w:cs="Arial"/>
        </w:rPr>
        <w:t xml:space="preserve">) </w:t>
      </w:r>
      <w:r w:rsidRPr="0062202F">
        <w:rPr>
          <w:rFonts w:cs="Arial"/>
        </w:rPr>
        <w:t>as updated from time to time.</w:t>
      </w:r>
    </w:p>
    <w:p w:rsidR="003F1BC3" w:rsidRDefault="003F1BC3">
      <w:pPr>
        <w:rPr>
          <w:rFonts w:cs="Arial"/>
        </w:rPr>
      </w:pPr>
    </w:p>
    <w:p w:rsidR="00AF0C06" w:rsidRPr="00D826D5" w:rsidRDefault="00C978DF" w:rsidP="00C978DF">
      <w:pPr>
        <w:spacing w:line="240" w:lineRule="exact"/>
        <w:rPr>
          <w:rFonts w:cs="Arial"/>
          <w:b/>
          <w:bCs/>
        </w:rPr>
      </w:pPr>
      <w:r w:rsidRPr="00D826D5">
        <w:rPr>
          <w:rFonts w:cs="Arial"/>
          <w:b/>
          <w:bCs/>
        </w:rPr>
        <w:t>5.</w:t>
      </w:r>
      <w:r w:rsidRPr="00D826D5">
        <w:rPr>
          <w:rFonts w:cs="Arial"/>
          <w:b/>
          <w:bCs/>
        </w:rPr>
        <w:tab/>
      </w:r>
      <w:r w:rsidR="00AF0C06" w:rsidRPr="00D826D5">
        <w:rPr>
          <w:rFonts w:cs="Arial"/>
          <w:b/>
          <w:bCs/>
        </w:rPr>
        <w:t>Fringe Benefits in Lieu of Travelling Allowance</w:t>
      </w:r>
    </w:p>
    <w:p w:rsidR="00AF0C06" w:rsidRDefault="00AF0C06" w:rsidP="00AF0C06">
      <w:pPr>
        <w:spacing w:line="240" w:lineRule="exact"/>
        <w:rPr>
          <w:rFonts w:cs="Arial"/>
        </w:rPr>
      </w:pPr>
      <w:r w:rsidRPr="00D826D5">
        <w:rPr>
          <w:rFonts w:cs="Arial"/>
        </w:rPr>
        <w:t>You have agreed to forego a travelling allowance in favour of fringe benefits of equal value.</w:t>
      </w:r>
    </w:p>
    <w:p w:rsidR="009D18EA" w:rsidRPr="00AF0C06" w:rsidRDefault="009D18EA" w:rsidP="00AF0C06">
      <w:pPr>
        <w:spacing w:line="240" w:lineRule="exact"/>
        <w:rPr>
          <w:rFonts w:cs="Arial"/>
        </w:rPr>
      </w:pPr>
    </w:p>
    <w:p w:rsidR="00AF0C06" w:rsidRDefault="00AA794D" w:rsidP="00AF0C06">
      <w:pPr>
        <w:spacing w:line="240" w:lineRule="exact"/>
        <w:rPr>
          <w:rFonts w:cs="Arial"/>
        </w:rPr>
      </w:pPr>
      <w:r>
        <w:rPr>
          <w:rFonts w:cs="Arial"/>
        </w:rPr>
        <w:t xml:space="preserve">Accordingly, </w:t>
      </w:r>
      <w:r w:rsidR="00AF0C06" w:rsidRPr="00AF0C06">
        <w:rPr>
          <w:rFonts w:cs="Arial"/>
        </w:rPr>
        <w:t xml:space="preserve">an amount of </w:t>
      </w:r>
      <w:r>
        <w:rPr>
          <w:rFonts w:cs="Arial"/>
        </w:rPr>
        <w:t>$</w:t>
      </w:r>
      <w:sdt>
        <w:sdtPr>
          <w:rPr>
            <w:rFonts w:cs="Arial"/>
          </w:rPr>
          <w:id w:val="132680581"/>
          <w:placeholder>
            <w:docPart w:val="ACB3253FB8E647B083C679E7BF55239F"/>
          </w:placeholder>
          <w:showingPlcHdr/>
          <w:text/>
        </w:sdtPr>
        <w:sdtEndPr/>
        <w:sdtContent>
          <w:r w:rsidR="005B0D61" w:rsidRPr="005B0D61">
            <w:rPr>
              <w:rStyle w:val="PlaceholderText"/>
              <w:color w:val="FF0000"/>
            </w:rPr>
            <w:t>Click to insert value</w:t>
          </w:r>
        </w:sdtContent>
      </w:sdt>
      <w:r w:rsidR="009D18EA">
        <w:rPr>
          <w:rFonts w:cs="Arial"/>
        </w:rPr>
        <w:t xml:space="preserve"> </w:t>
      </w:r>
      <w:r w:rsidR="00AF0C06" w:rsidRPr="00AF0C06">
        <w:rPr>
          <w:rFonts w:cs="Arial"/>
        </w:rPr>
        <w:t>p.a.</w:t>
      </w:r>
      <w:r w:rsidR="005B0D61">
        <w:rPr>
          <w:rFonts w:cs="Arial"/>
        </w:rPr>
        <w:t xml:space="preserve"> </w:t>
      </w:r>
      <w:r>
        <w:rPr>
          <w:rFonts w:cs="Arial"/>
        </w:rPr>
        <w:t>will be credited</w:t>
      </w:r>
      <w:r w:rsidR="00AF0C06" w:rsidRPr="00AF0C06">
        <w:rPr>
          <w:rFonts w:cs="Arial"/>
        </w:rPr>
        <w:t xml:space="preserve"> to the </w:t>
      </w:r>
      <w:r w:rsidR="00A82BA7">
        <w:rPr>
          <w:rFonts w:cs="Arial"/>
        </w:rPr>
        <w:t xml:space="preserve">Pastoral </w:t>
      </w:r>
      <w:r w:rsidR="009C6904">
        <w:rPr>
          <w:rFonts w:cs="Arial"/>
        </w:rPr>
        <w:t>Assistant</w:t>
      </w:r>
      <w:r w:rsidR="00AF0C06" w:rsidRPr="00AF0C06">
        <w:rPr>
          <w:rFonts w:cs="Arial"/>
        </w:rPr>
        <w:t xml:space="preserve"> Benefit Account referred to above in </w:t>
      </w:r>
      <w:sdt>
        <w:sdtPr>
          <w:rPr>
            <w:rFonts w:cs="Arial"/>
          </w:rPr>
          <w:id w:val="-208810411"/>
          <w:placeholder>
            <w:docPart w:val="62FB9B50EA0D4350803529DA267641F4"/>
          </w:placeholder>
          <w:showingPlcHdr/>
          <w:text/>
        </w:sdtPr>
        <w:sdtEndPr/>
        <w:sdtContent>
          <w:r w:rsidR="005B0D61" w:rsidRPr="005B0D61">
            <w:rPr>
              <w:rStyle w:val="PlaceholderText"/>
              <w:color w:val="FF0000"/>
            </w:rPr>
            <w:t>Click to enter payment period e.g. fortnightly</w:t>
          </w:r>
        </w:sdtContent>
      </w:sdt>
      <w:r w:rsidR="002E6A4C">
        <w:rPr>
          <w:rFonts w:cs="Arial"/>
        </w:rPr>
        <w:t xml:space="preserve"> </w:t>
      </w:r>
      <w:r w:rsidR="00AF0C06" w:rsidRPr="00AF0C06">
        <w:rPr>
          <w:rFonts w:cs="Arial"/>
        </w:rPr>
        <w:t xml:space="preserve">instalments. (Claims for church-related travel in excess of </w:t>
      </w:r>
      <w:sdt>
        <w:sdtPr>
          <w:rPr>
            <w:rFonts w:cs="Arial"/>
            <w:color w:val="FF0000"/>
          </w:rPr>
          <w:id w:val="-408150955"/>
          <w:placeholder>
            <w:docPart w:val="8F690F973C6048C484819A037ECE1A57"/>
          </w:placeholder>
          <w:showingPlcHdr/>
          <w:dropDownList>
            <w:listItem w:value="Choose an item."/>
            <w:listItem w:displayText="11,500km" w:value="11,500km"/>
            <w:listItem w:displayText="15,000km" w:value="15,000km"/>
          </w:dropDownList>
        </w:sdtPr>
        <w:sdtEndPr>
          <w:rPr>
            <w:color w:val="auto"/>
          </w:rPr>
        </w:sdtEndPr>
        <w:sdtContent>
          <w:r w:rsidR="00B30027" w:rsidRPr="00B30027">
            <w:rPr>
              <w:rStyle w:val="PlaceholderText"/>
              <w:color w:val="FF0000"/>
            </w:rPr>
            <w:t>Select City (11,500) or Country (15,000) rate</w:t>
          </w:r>
        </w:sdtContent>
      </w:sdt>
      <w:r w:rsidR="00B30027">
        <w:rPr>
          <w:rFonts w:cs="Arial"/>
        </w:rPr>
        <w:t xml:space="preserve"> </w:t>
      </w:r>
      <w:r w:rsidR="00AF0C06" w:rsidRPr="00AF0C06">
        <w:rPr>
          <w:rFonts w:cs="Arial"/>
        </w:rPr>
        <w:t xml:space="preserve">supported by log-book entries shall be credited at </w:t>
      </w:r>
      <w:r w:rsidR="002022E9">
        <w:rPr>
          <w:rFonts w:cs="Arial"/>
        </w:rPr>
        <w:t>32</w:t>
      </w:r>
      <w:r w:rsidR="009D18EA">
        <w:rPr>
          <w:rFonts w:cs="Arial"/>
        </w:rPr>
        <w:t>c per km.)</w:t>
      </w:r>
    </w:p>
    <w:p w:rsidR="009D18EA" w:rsidRPr="00AF0C06" w:rsidRDefault="009D18EA" w:rsidP="00AF0C06">
      <w:pPr>
        <w:spacing w:line="240" w:lineRule="exact"/>
        <w:rPr>
          <w:rFonts w:cs="Arial"/>
        </w:rPr>
      </w:pPr>
    </w:p>
    <w:p w:rsidR="00AF0C06" w:rsidRPr="00AF0C06" w:rsidRDefault="00AF0C06" w:rsidP="00AF0C06">
      <w:pPr>
        <w:spacing w:line="240" w:lineRule="exact"/>
        <w:rPr>
          <w:rFonts w:cs="Arial"/>
        </w:rPr>
      </w:pPr>
      <w:r w:rsidRPr="00AF0C06">
        <w:rPr>
          <w:rFonts w:cs="Arial"/>
        </w:rPr>
        <w:t xml:space="preserve">This amount shall be subject to adjustments in the travelling allowance as determined by the </w:t>
      </w:r>
      <w:r w:rsidR="009D18EA">
        <w:rPr>
          <w:rFonts w:cs="Arial"/>
        </w:rPr>
        <w:t xml:space="preserve">Ministry and Mission </w:t>
      </w:r>
      <w:r w:rsidR="009D18EA" w:rsidRPr="0062202F">
        <w:rPr>
          <w:rFonts w:cs="Arial"/>
        </w:rPr>
        <w:t>Committee</w:t>
      </w:r>
      <w:r w:rsidR="009D18EA" w:rsidRPr="00AF0C06">
        <w:rPr>
          <w:rFonts w:cs="Arial"/>
        </w:rPr>
        <w:t xml:space="preserve"> </w:t>
      </w:r>
      <w:r w:rsidRPr="00AF0C06">
        <w:rPr>
          <w:rFonts w:cs="Arial"/>
        </w:rPr>
        <w:t xml:space="preserve">from time to time. </w:t>
      </w:r>
    </w:p>
    <w:p w:rsidR="00AF0C06" w:rsidRPr="00AF0C06" w:rsidRDefault="00AF0C06" w:rsidP="00AF0C06">
      <w:pPr>
        <w:spacing w:line="240" w:lineRule="exact"/>
        <w:rPr>
          <w:rFonts w:cs="Arial"/>
        </w:rPr>
      </w:pPr>
    </w:p>
    <w:p w:rsidR="00AF0C06" w:rsidRPr="00AF0C06" w:rsidRDefault="00AF0C06" w:rsidP="00AF0C06">
      <w:pPr>
        <w:spacing w:line="240" w:lineRule="exact"/>
        <w:rPr>
          <w:rFonts w:cs="Arial"/>
          <w:b/>
          <w:bCs/>
        </w:rPr>
      </w:pPr>
      <w:r w:rsidRPr="00AF0C06">
        <w:rPr>
          <w:rFonts w:cs="Arial"/>
          <w:b/>
          <w:bCs/>
        </w:rPr>
        <w:t>6.</w:t>
      </w:r>
      <w:r w:rsidRPr="00AF0C06">
        <w:rPr>
          <w:rFonts w:cs="Arial"/>
          <w:b/>
          <w:bCs/>
        </w:rPr>
        <w:tab/>
        <w:t>Fringe Benefits in Lieu of Technology Allowance</w:t>
      </w:r>
    </w:p>
    <w:p w:rsidR="00AF0C06" w:rsidRDefault="00AF0C06" w:rsidP="00AF0C06">
      <w:pPr>
        <w:spacing w:line="240" w:lineRule="exact"/>
        <w:rPr>
          <w:rFonts w:cs="Arial"/>
        </w:rPr>
      </w:pPr>
      <w:r w:rsidRPr="00AF0C06">
        <w:rPr>
          <w:rFonts w:cs="Arial"/>
        </w:rPr>
        <w:t xml:space="preserve">In lieu of adequate computer and ancillary resources for your ministry purposes, you have agreed to forego a technology allowance in favour of </w:t>
      </w:r>
      <w:r w:rsidR="009D18EA">
        <w:rPr>
          <w:rFonts w:cs="Arial"/>
        </w:rPr>
        <w:t>fringe benefits of equal value.</w:t>
      </w:r>
    </w:p>
    <w:p w:rsidR="009D18EA" w:rsidRPr="00AF0C06" w:rsidRDefault="009D18EA" w:rsidP="00AF0C06">
      <w:pPr>
        <w:spacing w:line="240" w:lineRule="exact"/>
        <w:rPr>
          <w:rFonts w:cs="Arial"/>
        </w:rPr>
      </w:pPr>
    </w:p>
    <w:p w:rsidR="00AF0C06" w:rsidRPr="00AF0C06" w:rsidRDefault="00AA794D" w:rsidP="00AF0C06">
      <w:pPr>
        <w:spacing w:line="240" w:lineRule="exact"/>
        <w:rPr>
          <w:rFonts w:cs="Arial"/>
        </w:rPr>
      </w:pPr>
      <w:r>
        <w:rPr>
          <w:rFonts w:cs="Arial"/>
        </w:rPr>
        <w:t xml:space="preserve">Accordingly, </w:t>
      </w:r>
      <w:r w:rsidR="00AF0C06" w:rsidRPr="00AF0C06">
        <w:rPr>
          <w:rFonts w:cs="Arial"/>
        </w:rPr>
        <w:t xml:space="preserve">an amount of </w:t>
      </w:r>
      <w:r w:rsidR="005A6C21">
        <w:rPr>
          <w:rFonts w:cs="Arial"/>
        </w:rPr>
        <w:t>$</w:t>
      </w:r>
      <w:sdt>
        <w:sdtPr>
          <w:rPr>
            <w:rFonts w:cs="Arial"/>
          </w:rPr>
          <w:id w:val="-260923224"/>
          <w:placeholder>
            <w:docPart w:val="D925402C1F9242EDAB5E91AE553F5D3E"/>
          </w:placeholder>
          <w:showingPlcHdr/>
          <w:text/>
        </w:sdtPr>
        <w:sdtEndPr>
          <w:rPr>
            <w:color w:val="FF0000"/>
          </w:rPr>
        </w:sdtEndPr>
        <w:sdtContent>
          <w:r w:rsidR="002568A3" w:rsidRPr="002568A3">
            <w:rPr>
              <w:rFonts w:cs="Arial"/>
              <w:color w:val="FF0000"/>
            </w:rPr>
            <w:t xml:space="preserve">Click to </w:t>
          </w:r>
          <w:r w:rsidR="005B0D61" w:rsidRPr="002568A3">
            <w:rPr>
              <w:rFonts w:cs="Arial"/>
              <w:color w:val="FF0000"/>
            </w:rPr>
            <w:t>insert value</w:t>
          </w:r>
        </w:sdtContent>
      </w:sdt>
      <w:r w:rsidR="009D18EA">
        <w:rPr>
          <w:rFonts w:cs="Arial"/>
        </w:rPr>
        <w:t xml:space="preserve"> </w:t>
      </w:r>
      <w:r w:rsidR="00AF0C06" w:rsidRPr="00AF0C06">
        <w:rPr>
          <w:rFonts w:cs="Arial"/>
        </w:rPr>
        <w:t>p.a.</w:t>
      </w:r>
      <w:r w:rsidR="0089554B">
        <w:rPr>
          <w:rFonts w:cs="Arial"/>
        </w:rPr>
        <w:t xml:space="preserve"> will be credited</w:t>
      </w:r>
      <w:r w:rsidR="00AF0C06" w:rsidRPr="00AF0C06">
        <w:rPr>
          <w:rFonts w:cs="Arial"/>
        </w:rPr>
        <w:t xml:space="preserve"> to the </w:t>
      </w:r>
      <w:r w:rsidR="00D826D5">
        <w:rPr>
          <w:rFonts w:cs="Arial"/>
        </w:rPr>
        <w:t xml:space="preserve">Pastoral </w:t>
      </w:r>
      <w:r w:rsidR="009C6904">
        <w:rPr>
          <w:rFonts w:cs="Arial"/>
        </w:rPr>
        <w:t>Assistant</w:t>
      </w:r>
      <w:r w:rsidR="00AF0C06" w:rsidRPr="00AF0C06">
        <w:rPr>
          <w:rFonts w:cs="Arial"/>
        </w:rPr>
        <w:t xml:space="preserve"> Benefit Account referred to</w:t>
      </w:r>
      <w:r w:rsidR="005A6C21">
        <w:rPr>
          <w:rFonts w:cs="Arial"/>
        </w:rPr>
        <w:t xml:space="preserve"> above</w:t>
      </w:r>
      <w:r w:rsidR="005B0D61">
        <w:rPr>
          <w:rFonts w:cs="Arial"/>
        </w:rPr>
        <w:t xml:space="preserve"> in </w:t>
      </w:r>
      <w:sdt>
        <w:sdtPr>
          <w:rPr>
            <w:rFonts w:cs="Arial"/>
          </w:rPr>
          <w:id w:val="-242879253"/>
          <w:placeholder>
            <w:docPart w:val="64D6639E00604D28B27F977AB6185CAE"/>
          </w:placeholder>
          <w:showingPlcHdr/>
          <w:text/>
        </w:sdtPr>
        <w:sdtEndPr/>
        <w:sdtContent>
          <w:r w:rsidR="005B0D61" w:rsidRPr="005B0D61">
            <w:rPr>
              <w:rStyle w:val="PlaceholderText"/>
              <w:color w:val="FF0000"/>
            </w:rPr>
            <w:t>Click to enter payment period e.g. fortnightly</w:t>
          </w:r>
        </w:sdtContent>
      </w:sdt>
      <w:r w:rsidR="002E6A4C">
        <w:rPr>
          <w:rFonts w:cs="Arial"/>
        </w:rPr>
        <w:t xml:space="preserve"> </w:t>
      </w:r>
      <w:r w:rsidR="00AF0C06" w:rsidRPr="00AF0C06">
        <w:rPr>
          <w:rFonts w:cs="Arial"/>
        </w:rPr>
        <w:t>instalments.</w:t>
      </w:r>
    </w:p>
    <w:p w:rsidR="003F1BC3" w:rsidRDefault="003F1BC3">
      <w:pPr>
        <w:spacing w:line="240" w:lineRule="exact"/>
        <w:rPr>
          <w:rFonts w:cs="Arial"/>
        </w:rPr>
      </w:pPr>
    </w:p>
    <w:p w:rsidR="003F1BC3" w:rsidRPr="00C978DF" w:rsidRDefault="00C978DF" w:rsidP="00C978DF">
      <w:pPr>
        <w:spacing w:line="240" w:lineRule="exact"/>
        <w:rPr>
          <w:rFonts w:cs="Arial"/>
          <w:b/>
        </w:rPr>
      </w:pPr>
      <w:r w:rsidRPr="00C978DF">
        <w:rPr>
          <w:rFonts w:cs="Arial"/>
          <w:b/>
        </w:rPr>
        <w:t>7.</w:t>
      </w:r>
      <w:r w:rsidRPr="00C978DF">
        <w:rPr>
          <w:rFonts w:cs="Arial"/>
          <w:b/>
        </w:rPr>
        <w:tab/>
      </w:r>
      <w:r w:rsidR="003F1BC3" w:rsidRPr="00C978DF">
        <w:rPr>
          <w:rFonts w:cs="Arial"/>
          <w:b/>
        </w:rPr>
        <w:t>Annual Leave</w:t>
      </w:r>
    </w:p>
    <w:p w:rsidR="003F1BC3" w:rsidRDefault="005A6C21">
      <w:pPr>
        <w:spacing w:line="240" w:lineRule="exact"/>
        <w:rPr>
          <w:rFonts w:cs="Arial"/>
        </w:rPr>
      </w:pPr>
      <w:r>
        <w:rPr>
          <w:rFonts w:cs="Arial"/>
        </w:rPr>
        <w:t xml:space="preserve">You will be entitled to four weeks leave per annum, including four Sundays. </w:t>
      </w:r>
      <w:r w:rsidR="003F1BC3">
        <w:rPr>
          <w:rFonts w:cs="Arial"/>
        </w:rPr>
        <w:t xml:space="preserve">Leave is to be arranged in consultation with the </w:t>
      </w:r>
      <w:r w:rsidR="008A349D">
        <w:rPr>
          <w:rFonts w:cs="Arial"/>
        </w:rPr>
        <w:t>Moderator</w:t>
      </w:r>
      <w:r w:rsidR="003F1BC3">
        <w:rPr>
          <w:rFonts w:cs="Arial"/>
        </w:rPr>
        <w:t xml:space="preserve"> </w:t>
      </w:r>
      <w:r w:rsidR="00DA6053">
        <w:rPr>
          <w:rFonts w:cs="Arial"/>
        </w:rPr>
        <w:t xml:space="preserve">of the Session </w:t>
      </w:r>
      <w:r w:rsidR="003F1BC3">
        <w:rPr>
          <w:rFonts w:cs="Arial"/>
        </w:rPr>
        <w:t xml:space="preserve">and </w:t>
      </w:r>
      <w:r>
        <w:rPr>
          <w:rFonts w:cs="Arial"/>
        </w:rPr>
        <w:t xml:space="preserve">with the approval of </w:t>
      </w:r>
      <w:r w:rsidR="003F1BC3">
        <w:rPr>
          <w:rFonts w:cs="Arial"/>
        </w:rPr>
        <w:t>the Session.</w:t>
      </w:r>
    </w:p>
    <w:p w:rsidR="003F1BC3" w:rsidRDefault="003F1BC3">
      <w:pPr>
        <w:rPr>
          <w:rFonts w:cs="Arial"/>
        </w:rPr>
      </w:pPr>
    </w:p>
    <w:p w:rsidR="003F1BC3" w:rsidRPr="00C978DF" w:rsidRDefault="00C978DF">
      <w:pPr>
        <w:spacing w:line="240" w:lineRule="exact"/>
        <w:rPr>
          <w:rFonts w:cs="Arial"/>
          <w:b/>
        </w:rPr>
      </w:pPr>
      <w:r w:rsidRPr="00C978DF">
        <w:rPr>
          <w:rFonts w:cs="Arial"/>
          <w:b/>
        </w:rPr>
        <w:t>8.</w:t>
      </w:r>
      <w:r w:rsidRPr="00C978DF">
        <w:rPr>
          <w:rFonts w:cs="Arial"/>
          <w:b/>
        </w:rPr>
        <w:tab/>
      </w:r>
      <w:r w:rsidR="003F1BC3" w:rsidRPr="00C978DF">
        <w:rPr>
          <w:rFonts w:cs="Arial"/>
          <w:b/>
        </w:rPr>
        <w:t>Study Leave</w:t>
      </w:r>
    </w:p>
    <w:p w:rsidR="003F1BC3" w:rsidRPr="005A6C21" w:rsidRDefault="005A6C21">
      <w:pPr>
        <w:spacing w:line="240" w:lineRule="exact"/>
        <w:rPr>
          <w:rFonts w:cs="Arial"/>
        </w:rPr>
      </w:pPr>
      <w:r w:rsidRPr="005A6C21">
        <w:rPr>
          <w:rFonts w:cs="Arial"/>
        </w:rPr>
        <w:t xml:space="preserve">You will be entitled to study leave at the rate of one week per annum cumulative to a maximum of four weeks. </w:t>
      </w:r>
      <w:r w:rsidR="00E349E0" w:rsidRPr="005A6C21">
        <w:rPr>
          <w:rFonts w:cs="Arial"/>
        </w:rPr>
        <w:t xml:space="preserve">Study </w:t>
      </w:r>
      <w:r w:rsidR="009D18EA">
        <w:rPr>
          <w:rFonts w:cs="Arial"/>
        </w:rPr>
        <w:t>l</w:t>
      </w:r>
      <w:r w:rsidR="00E349E0" w:rsidRPr="005A6C21">
        <w:rPr>
          <w:rFonts w:cs="Arial"/>
        </w:rPr>
        <w:t>eave may only be taken by arrangement</w:t>
      </w:r>
      <w:r w:rsidR="003F1BC3" w:rsidRPr="005A6C21">
        <w:rPr>
          <w:rFonts w:cs="Arial"/>
        </w:rPr>
        <w:t xml:space="preserve"> with the </w:t>
      </w:r>
      <w:r w:rsidR="008A349D" w:rsidRPr="005A6C21">
        <w:rPr>
          <w:rFonts w:cs="Arial"/>
        </w:rPr>
        <w:t>Moderator</w:t>
      </w:r>
      <w:r w:rsidR="00DA6053" w:rsidRPr="005A6C21">
        <w:rPr>
          <w:rFonts w:cs="Arial"/>
        </w:rPr>
        <w:t xml:space="preserve"> of the Session</w:t>
      </w:r>
      <w:r w:rsidR="003F1BC3" w:rsidRPr="005A6C21">
        <w:rPr>
          <w:rFonts w:cs="Arial"/>
        </w:rPr>
        <w:t xml:space="preserve"> and </w:t>
      </w:r>
      <w:r>
        <w:rPr>
          <w:rFonts w:cs="Arial"/>
        </w:rPr>
        <w:t xml:space="preserve">with the approval of </w:t>
      </w:r>
      <w:r w:rsidR="003F1BC3" w:rsidRPr="005A6C21">
        <w:rPr>
          <w:rFonts w:cs="Arial"/>
        </w:rPr>
        <w:t>the Session.</w:t>
      </w:r>
      <w:r w:rsidR="00E349E0" w:rsidRPr="005A6C21">
        <w:rPr>
          <w:rFonts w:cs="Arial"/>
        </w:rPr>
        <w:t xml:space="preserve"> At the end of your engagement, any unused study leave will be forfeited and you will not be entitled to be paid in lieu of such leave.</w:t>
      </w:r>
    </w:p>
    <w:p w:rsidR="00D94D87" w:rsidRDefault="00D94D87">
      <w:pPr>
        <w:spacing w:line="240" w:lineRule="exact"/>
        <w:rPr>
          <w:rFonts w:cs="Arial"/>
        </w:rPr>
      </w:pPr>
    </w:p>
    <w:p w:rsidR="004B0421" w:rsidRPr="00C978DF" w:rsidRDefault="004B0421" w:rsidP="004B0421">
      <w:pPr>
        <w:spacing w:line="240" w:lineRule="exact"/>
        <w:rPr>
          <w:rFonts w:cs="Arial"/>
          <w:b/>
        </w:rPr>
      </w:pPr>
      <w:r w:rsidRPr="00C978DF">
        <w:rPr>
          <w:rFonts w:cs="Arial"/>
          <w:b/>
        </w:rPr>
        <w:t>9.</w:t>
      </w:r>
      <w:r w:rsidRPr="00C978DF">
        <w:rPr>
          <w:rFonts w:cs="Arial"/>
          <w:b/>
        </w:rPr>
        <w:tab/>
      </w:r>
      <w:r>
        <w:rPr>
          <w:rFonts w:cs="Arial"/>
          <w:b/>
        </w:rPr>
        <w:t>Personal</w:t>
      </w:r>
      <w:r w:rsidRPr="00C978DF">
        <w:rPr>
          <w:rFonts w:cs="Arial"/>
          <w:b/>
        </w:rPr>
        <w:t xml:space="preserve"> Leave</w:t>
      </w:r>
    </w:p>
    <w:p w:rsidR="004B0421" w:rsidRPr="005A6C21" w:rsidRDefault="004B0421" w:rsidP="004B0421">
      <w:pPr>
        <w:spacing w:line="240" w:lineRule="exact"/>
        <w:rPr>
          <w:rFonts w:cs="Arial"/>
        </w:rPr>
      </w:pPr>
      <w:r>
        <w:rPr>
          <w:rFonts w:cs="Arial"/>
        </w:rPr>
        <w:t xml:space="preserve">You will be entitled to ten days for </w:t>
      </w:r>
      <w:r>
        <w:t xml:space="preserve">personal leave each year of your service </w:t>
      </w:r>
      <w:r>
        <w:rPr>
          <w:rFonts w:cs="Arial"/>
        </w:rPr>
        <w:t>pro-rated to the part-time nature of your appointment.</w:t>
      </w:r>
      <w:r>
        <w:t xml:space="preserve"> A medical certificate must be supplied after two consecutive days of personal leave.</w:t>
      </w:r>
      <w:r w:rsidRPr="0020703C">
        <w:rPr>
          <w:rFonts w:cs="Arial"/>
        </w:rPr>
        <w:t xml:space="preserve"> </w:t>
      </w:r>
      <w:r w:rsidRPr="005A6C21">
        <w:rPr>
          <w:rFonts w:cs="Arial"/>
        </w:rPr>
        <w:t xml:space="preserve">At the end of your engagement, any unused </w:t>
      </w:r>
      <w:r>
        <w:rPr>
          <w:rFonts w:cs="Arial"/>
        </w:rPr>
        <w:t>personal</w:t>
      </w:r>
      <w:r w:rsidRPr="005A6C21">
        <w:rPr>
          <w:rFonts w:cs="Arial"/>
        </w:rPr>
        <w:t xml:space="preserve"> leave will be forfeited and you will not be entitled to be paid in lieu of such leave.</w:t>
      </w:r>
    </w:p>
    <w:p w:rsidR="003F1BC3" w:rsidRDefault="003F1BC3">
      <w:pPr>
        <w:rPr>
          <w:rFonts w:cs="Arial"/>
        </w:rPr>
      </w:pPr>
    </w:p>
    <w:p w:rsidR="003F1BC3" w:rsidRPr="00C978DF" w:rsidRDefault="00C978DF">
      <w:pPr>
        <w:spacing w:line="240" w:lineRule="exact"/>
        <w:rPr>
          <w:rFonts w:cs="Arial"/>
          <w:b/>
        </w:rPr>
      </w:pPr>
      <w:r w:rsidRPr="00C978DF">
        <w:rPr>
          <w:rFonts w:cs="Arial"/>
          <w:b/>
        </w:rPr>
        <w:t>10.</w:t>
      </w:r>
      <w:r w:rsidRPr="00C978DF">
        <w:rPr>
          <w:rFonts w:cs="Arial"/>
          <w:b/>
        </w:rPr>
        <w:tab/>
      </w:r>
      <w:r w:rsidR="003F1BC3" w:rsidRPr="00C978DF">
        <w:rPr>
          <w:rFonts w:cs="Arial"/>
          <w:b/>
        </w:rPr>
        <w:t>Accommodation</w:t>
      </w:r>
    </w:p>
    <w:p w:rsidR="001E049C" w:rsidRDefault="001E049C">
      <w:pPr>
        <w:pStyle w:val="BodyText"/>
        <w:rPr>
          <w:rFonts w:cs="Arial"/>
          <w:iCs/>
          <w:color w:val="FF0000"/>
        </w:rPr>
      </w:pPr>
    </w:p>
    <w:p w:rsidR="006C02C8" w:rsidRDefault="00E02F2D">
      <w:pPr>
        <w:pStyle w:val="BodyText"/>
        <w:rPr>
          <w:rFonts w:cs="Arial"/>
          <w:iCs/>
          <w:color w:val="FF0000"/>
        </w:rPr>
      </w:pPr>
      <w:r>
        <w:rPr>
          <w:rFonts w:cs="Arial"/>
          <w:iCs/>
          <w:color w:val="FF0000"/>
        </w:rPr>
        <w:t xml:space="preserve">PLEASE </w:t>
      </w:r>
      <w:r w:rsidR="001E049C">
        <w:rPr>
          <w:rFonts w:cs="Arial"/>
          <w:iCs/>
          <w:color w:val="FF0000"/>
        </w:rPr>
        <w:t>DELETE ONE</w:t>
      </w:r>
      <w:r>
        <w:rPr>
          <w:rFonts w:cs="Arial"/>
          <w:iCs/>
          <w:color w:val="FF0000"/>
        </w:rPr>
        <w:t xml:space="preserve"> (Manse or Manse Allowance)</w:t>
      </w:r>
    </w:p>
    <w:p w:rsidR="00E02F2D" w:rsidRDefault="00E02F2D">
      <w:pPr>
        <w:pStyle w:val="BodyText"/>
        <w:rPr>
          <w:rFonts w:cs="Arial"/>
          <w:iCs/>
          <w:color w:val="FF0000"/>
        </w:rPr>
      </w:pPr>
    </w:p>
    <w:p w:rsidR="003F1BC3" w:rsidRPr="00D70442" w:rsidRDefault="006C02C8">
      <w:pPr>
        <w:pStyle w:val="BodyText"/>
        <w:rPr>
          <w:rFonts w:cs="Arial"/>
        </w:rPr>
      </w:pPr>
      <w:r w:rsidRPr="001E049C">
        <w:rPr>
          <w:rFonts w:cs="Arial"/>
          <w:b/>
          <w:iCs/>
        </w:rPr>
        <w:t>Manse:</w:t>
      </w:r>
      <w:r w:rsidRPr="006C02C8">
        <w:rPr>
          <w:rFonts w:cs="Arial"/>
          <w:iCs/>
        </w:rPr>
        <w:t xml:space="preserve"> </w:t>
      </w:r>
      <w:r w:rsidR="003F1BC3" w:rsidRPr="006C02C8">
        <w:rPr>
          <w:rFonts w:cs="Arial"/>
          <w:iCs/>
        </w:rPr>
        <w:t xml:space="preserve">You </w:t>
      </w:r>
      <w:r w:rsidR="003F1BC3" w:rsidRPr="00D70442">
        <w:rPr>
          <w:rFonts w:cs="Arial"/>
          <w:iCs/>
        </w:rPr>
        <w:t xml:space="preserve">will have the right to occupy </w:t>
      </w:r>
      <w:r w:rsidR="005A6C21" w:rsidRPr="00D70442">
        <w:rPr>
          <w:rFonts w:cs="Arial"/>
          <w:iCs/>
        </w:rPr>
        <w:t>suitable accommodation provided by the church</w:t>
      </w:r>
      <w:r w:rsidR="003F1BC3" w:rsidRPr="00D70442">
        <w:rPr>
          <w:rFonts w:cs="Arial"/>
          <w:iCs/>
        </w:rPr>
        <w:t xml:space="preserve"> at no cost under licence for</w:t>
      </w:r>
      <w:r w:rsidR="003F1BC3" w:rsidRPr="00D70442">
        <w:rPr>
          <w:rFonts w:cs="Arial"/>
        </w:rPr>
        <w:t xml:space="preserve"> the term of your appointment. </w:t>
      </w:r>
      <w:r w:rsidR="003F1BC3" w:rsidRPr="00D70442">
        <w:rPr>
          <w:rFonts w:cs="Arial"/>
          <w:iCs/>
        </w:rPr>
        <w:t xml:space="preserve">The right of occupation of </w:t>
      </w:r>
      <w:r w:rsidR="005A6C21" w:rsidRPr="00D70442">
        <w:rPr>
          <w:rFonts w:cs="Arial"/>
          <w:iCs/>
        </w:rPr>
        <w:t>this accommodation</w:t>
      </w:r>
      <w:r w:rsidR="003F1BC3" w:rsidRPr="00D70442">
        <w:rPr>
          <w:rFonts w:cs="Arial"/>
          <w:iCs/>
        </w:rPr>
        <w:t xml:space="preserve"> ceases upon termination of your employment by the </w:t>
      </w:r>
      <w:r w:rsidR="004754A2" w:rsidRPr="00D70442">
        <w:rPr>
          <w:rFonts w:cs="Arial"/>
          <w:iCs/>
        </w:rPr>
        <w:t>Session</w:t>
      </w:r>
      <w:r w:rsidR="003F1BC3" w:rsidRPr="00D70442">
        <w:rPr>
          <w:rFonts w:cs="Arial"/>
          <w:iCs/>
        </w:rPr>
        <w:t>.</w:t>
      </w:r>
    </w:p>
    <w:p w:rsidR="00D70442" w:rsidRDefault="00D70442">
      <w:pPr>
        <w:pStyle w:val="BodyText"/>
        <w:rPr>
          <w:rFonts w:cs="Arial"/>
        </w:rPr>
      </w:pPr>
    </w:p>
    <w:p w:rsidR="00D70442" w:rsidRPr="00C00D9E" w:rsidRDefault="00C00D9E">
      <w:pPr>
        <w:pStyle w:val="BodyText"/>
        <w:rPr>
          <w:rFonts w:cs="Arial"/>
          <w:color w:val="FF0000"/>
        </w:rPr>
      </w:pPr>
      <w:r w:rsidRPr="00C00D9E">
        <w:rPr>
          <w:rFonts w:cs="Arial"/>
          <w:color w:val="FF0000"/>
        </w:rPr>
        <w:lastRenderedPageBreak/>
        <w:t>OR</w:t>
      </w:r>
    </w:p>
    <w:p w:rsidR="00C00D9E" w:rsidRDefault="00C00D9E">
      <w:pPr>
        <w:pStyle w:val="BodyText"/>
        <w:rPr>
          <w:rFonts w:cs="Arial"/>
        </w:rPr>
      </w:pPr>
    </w:p>
    <w:p w:rsidR="003F1BC3" w:rsidRPr="00D70442" w:rsidRDefault="006C02C8">
      <w:pPr>
        <w:pStyle w:val="BodyText"/>
        <w:rPr>
          <w:rFonts w:cs="Arial"/>
        </w:rPr>
      </w:pPr>
      <w:r w:rsidRPr="001E049C">
        <w:rPr>
          <w:rFonts w:cs="Arial"/>
          <w:b/>
        </w:rPr>
        <w:t>Manse Allowance:</w:t>
      </w:r>
      <w:r>
        <w:rPr>
          <w:rFonts w:cs="Arial"/>
        </w:rPr>
        <w:t xml:space="preserve"> </w:t>
      </w:r>
      <w:r w:rsidR="003F1BC3" w:rsidRPr="00D70442">
        <w:rPr>
          <w:rFonts w:cs="Arial"/>
        </w:rPr>
        <w:t xml:space="preserve">In lieu of a manse allowance, you will be provided with fringe benefits </w:t>
      </w:r>
      <w:r w:rsidR="005A6C21" w:rsidRPr="00D70442">
        <w:rPr>
          <w:rFonts w:cs="Arial"/>
        </w:rPr>
        <w:t>of equal</w:t>
      </w:r>
      <w:r w:rsidR="003F1BC3" w:rsidRPr="00D70442">
        <w:rPr>
          <w:rFonts w:cs="Arial"/>
        </w:rPr>
        <w:t xml:space="preserve"> value</w:t>
      </w:r>
      <w:r w:rsidR="005A6C21" w:rsidRPr="00D70442">
        <w:rPr>
          <w:rFonts w:cs="Arial"/>
        </w:rPr>
        <w:t xml:space="preserve">. Accordingly an amount </w:t>
      </w:r>
      <w:r w:rsidR="003F1BC3" w:rsidRPr="00D70442">
        <w:rPr>
          <w:rFonts w:cs="Arial"/>
        </w:rPr>
        <w:t>of $</w:t>
      </w:r>
      <w:r w:rsidR="00D70442" w:rsidRPr="00D70442">
        <w:rPr>
          <w:rFonts w:cs="Arial"/>
        </w:rPr>
        <w:t xml:space="preserve"> </w:t>
      </w:r>
      <w:sdt>
        <w:sdtPr>
          <w:rPr>
            <w:rFonts w:cs="Arial"/>
          </w:rPr>
          <w:id w:val="-382099136"/>
          <w:placeholder>
            <w:docPart w:val="D97B2286696142A09C2C69840230A872"/>
          </w:placeholder>
          <w:showingPlcHdr/>
          <w:text/>
        </w:sdtPr>
        <w:sdtEndPr/>
        <w:sdtContent>
          <w:r w:rsidR="00D70442" w:rsidRPr="00D70442">
            <w:rPr>
              <w:rFonts w:cs="Arial"/>
              <w:color w:val="FF0000"/>
            </w:rPr>
            <w:t>insert value</w:t>
          </w:r>
        </w:sdtContent>
      </w:sdt>
      <w:r w:rsidR="003F1BC3" w:rsidRPr="00D70442">
        <w:rPr>
          <w:rFonts w:cs="Arial"/>
        </w:rPr>
        <w:t xml:space="preserve">, </w:t>
      </w:r>
      <w:r w:rsidR="0089554B" w:rsidRPr="00D70442">
        <w:rPr>
          <w:rFonts w:cs="Arial"/>
        </w:rPr>
        <w:t xml:space="preserve">will be credited to the </w:t>
      </w:r>
      <w:r w:rsidR="00D826D5" w:rsidRPr="00D70442">
        <w:rPr>
          <w:rFonts w:cs="Arial"/>
        </w:rPr>
        <w:t xml:space="preserve">Pastoral </w:t>
      </w:r>
      <w:r w:rsidR="009C6904" w:rsidRPr="00D70442">
        <w:rPr>
          <w:rFonts w:cs="Arial"/>
        </w:rPr>
        <w:t>Assistant</w:t>
      </w:r>
      <w:r w:rsidR="0089554B" w:rsidRPr="00D70442">
        <w:rPr>
          <w:rFonts w:cs="Arial"/>
        </w:rPr>
        <w:t xml:space="preserve"> Benefit Account referred to above in </w:t>
      </w:r>
      <w:sdt>
        <w:sdtPr>
          <w:rPr>
            <w:rFonts w:cs="Arial"/>
          </w:rPr>
          <w:id w:val="-103886245"/>
          <w:placeholder>
            <w:docPart w:val="837393F227074434AD25C01A579F6B46"/>
          </w:placeholder>
          <w:showingPlcHdr/>
          <w:text/>
        </w:sdtPr>
        <w:sdtEndPr/>
        <w:sdtContent>
          <w:r w:rsidR="00D70442" w:rsidRPr="00D70442">
            <w:rPr>
              <w:rStyle w:val="PlaceholderText"/>
              <w:color w:val="FF0000"/>
            </w:rPr>
            <w:t>Click to enter payment period e.g. fortnightly</w:t>
          </w:r>
        </w:sdtContent>
      </w:sdt>
      <w:r w:rsidR="002E6A4C" w:rsidRPr="00D70442">
        <w:rPr>
          <w:rFonts w:cs="Arial"/>
        </w:rPr>
        <w:t xml:space="preserve"> </w:t>
      </w:r>
      <w:r w:rsidR="0089554B" w:rsidRPr="00D70442">
        <w:rPr>
          <w:rFonts w:cs="Arial"/>
        </w:rPr>
        <w:t>instalments.</w:t>
      </w:r>
    </w:p>
    <w:p w:rsidR="003F1BC3" w:rsidRDefault="003F1BC3">
      <w:pPr>
        <w:rPr>
          <w:rFonts w:cs="Arial"/>
        </w:rPr>
      </w:pPr>
    </w:p>
    <w:p w:rsidR="001E049C" w:rsidRDefault="001E049C">
      <w:pPr>
        <w:spacing w:line="240" w:lineRule="exact"/>
        <w:rPr>
          <w:rFonts w:cs="Arial"/>
          <w:b/>
        </w:rPr>
      </w:pPr>
    </w:p>
    <w:p w:rsidR="003F1BC3" w:rsidRPr="00C978DF" w:rsidRDefault="00C978DF">
      <w:pPr>
        <w:spacing w:line="240" w:lineRule="exact"/>
        <w:rPr>
          <w:rFonts w:cs="Arial"/>
          <w:b/>
        </w:rPr>
      </w:pPr>
      <w:r w:rsidRPr="00C978DF">
        <w:rPr>
          <w:rFonts w:cs="Arial"/>
          <w:b/>
        </w:rPr>
        <w:t>11.</w:t>
      </w:r>
      <w:r w:rsidRPr="00C978DF">
        <w:rPr>
          <w:rFonts w:cs="Arial"/>
          <w:b/>
        </w:rPr>
        <w:tab/>
      </w:r>
      <w:r w:rsidR="003F1BC3" w:rsidRPr="00C978DF">
        <w:rPr>
          <w:rFonts w:cs="Arial"/>
          <w:b/>
        </w:rPr>
        <w:t>Ministry Expenses</w:t>
      </w:r>
    </w:p>
    <w:p w:rsidR="0089554B" w:rsidRDefault="0089554B" w:rsidP="0089554B">
      <w:pPr>
        <w:spacing w:after="120"/>
        <w:rPr>
          <w:rFonts w:cs="Arial"/>
        </w:rPr>
      </w:pPr>
      <w:r>
        <w:rPr>
          <w:rFonts w:cs="Arial"/>
        </w:rPr>
        <w:t>All professional expenses for the conduct of church business including telephone rental and calls, stamps and stationery will be paid by the Committee of Management.</w:t>
      </w:r>
    </w:p>
    <w:p w:rsidR="003F1BC3" w:rsidRDefault="003F1BC3">
      <w:pPr>
        <w:rPr>
          <w:rFonts w:cs="Arial"/>
        </w:rPr>
      </w:pPr>
    </w:p>
    <w:p w:rsidR="003F1BC3" w:rsidRPr="00C978DF" w:rsidRDefault="00C978DF">
      <w:pPr>
        <w:spacing w:line="240" w:lineRule="exact"/>
        <w:rPr>
          <w:rFonts w:cs="Arial"/>
          <w:b/>
        </w:rPr>
      </w:pPr>
      <w:r w:rsidRPr="00C978DF">
        <w:rPr>
          <w:rFonts w:cs="Arial"/>
          <w:b/>
        </w:rPr>
        <w:t>12.</w:t>
      </w:r>
      <w:r w:rsidRPr="00C978DF">
        <w:rPr>
          <w:rFonts w:cs="Arial"/>
          <w:b/>
        </w:rPr>
        <w:tab/>
      </w:r>
      <w:r w:rsidR="003F1BC3" w:rsidRPr="00C978DF">
        <w:rPr>
          <w:rFonts w:cs="Arial"/>
          <w:b/>
        </w:rPr>
        <w:t>Removal Costs</w:t>
      </w:r>
    </w:p>
    <w:p w:rsidR="0089554B" w:rsidRPr="0089554B" w:rsidRDefault="0089554B">
      <w:pPr>
        <w:spacing w:line="240" w:lineRule="exact"/>
      </w:pPr>
      <w:r w:rsidRPr="0089554B">
        <w:t xml:space="preserve">Any removal expenses associated with </w:t>
      </w:r>
      <w:r>
        <w:t xml:space="preserve">the commencement of </w:t>
      </w:r>
      <w:r w:rsidRPr="0089554B">
        <w:t xml:space="preserve">this appointment </w:t>
      </w:r>
      <w:r w:rsidR="00C777AB">
        <w:t xml:space="preserve">will </w:t>
      </w:r>
      <w:r w:rsidRPr="0089554B">
        <w:t>be paid directly to the removalist by the Committee of Management. Three quotes are to be obtained and submitted to the Committee of Management for consideration and approval.</w:t>
      </w:r>
    </w:p>
    <w:p w:rsidR="003F1BC3" w:rsidRDefault="003F1BC3">
      <w:pPr>
        <w:rPr>
          <w:rFonts w:cs="Arial"/>
        </w:rPr>
      </w:pPr>
    </w:p>
    <w:p w:rsidR="003F1BC3" w:rsidRPr="00C978DF" w:rsidRDefault="00C978DF">
      <w:pPr>
        <w:spacing w:line="240" w:lineRule="exact"/>
        <w:rPr>
          <w:rFonts w:cs="Arial"/>
          <w:b/>
        </w:rPr>
      </w:pPr>
      <w:r w:rsidRPr="00C978DF">
        <w:rPr>
          <w:rFonts w:cs="Arial"/>
          <w:b/>
        </w:rPr>
        <w:t>13.</w:t>
      </w:r>
      <w:r w:rsidRPr="00C978DF">
        <w:rPr>
          <w:rFonts w:cs="Arial"/>
          <w:b/>
        </w:rPr>
        <w:tab/>
      </w:r>
      <w:r w:rsidR="003F1BC3" w:rsidRPr="00C978DF">
        <w:rPr>
          <w:rFonts w:cs="Arial"/>
          <w:b/>
        </w:rPr>
        <w:t>Superannuation</w:t>
      </w:r>
    </w:p>
    <w:p w:rsidR="004B0421" w:rsidRDefault="004B0421" w:rsidP="004B0421">
      <w:pPr>
        <w:spacing w:line="240" w:lineRule="exact"/>
        <w:rPr>
          <w:rFonts w:cs="Arial"/>
        </w:rPr>
      </w:pPr>
      <w:r>
        <w:rPr>
          <w:rFonts w:cs="Arial"/>
        </w:rPr>
        <w:t>You are required to be a member of a superannuation fund. The Committee of Management will make superannuation contributions to an approved fund at a rate equivalent to the statutory rate from time to time.</w:t>
      </w:r>
    </w:p>
    <w:p w:rsidR="00C978DF" w:rsidRDefault="00C978DF">
      <w:pPr>
        <w:spacing w:line="240" w:lineRule="exact"/>
        <w:rPr>
          <w:rFonts w:cs="Arial"/>
        </w:rPr>
      </w:pPr>
    </w:p>
    <w:p w:rsidR="0089554B" w:rsidRDefault="00C978DF" w:rsidP="00C978DF">
      <w:pPr>
        <w:widowControl/>
        <w:autoSpaceDE/>
        <w:autoSpaceDN/>
        <w:adjustRightInd/>
        <w:jc w:val="both"/>
        <w:rPr>
          <w:rFonts w:cs="Arial"/>
          <w:b/>
          <w:bCs/>
        </w:rPr>
      </w:pPr>
      <w:r>
        <w:rPr>
          <w:rFonts w:cs="Arial"/>
          <w:b/>
          <w:bCs/>
        </w:rPr>
        <w:t>14.</w:t>
      </w:r>
      <w:r>
        <w:rPr>
          <w:rFonts w:cs="Arial"/>
          <w:b/>
          <w:bCs/>
        </w:rPr>
        <w:tab/>
      </w:r>
      <w:r w:rsidR="0089554B">
        <w:rPr>
          <w:rFonts w:cs="Arial"/>
          <w:b/>
          <w:bCs/>
        </w:rPr>
        <w:t>Long Service Leave</w:t>
      </w:r>
    </w:p>
    <w:p w:rsidR="003F1BC3" w:rsidRDefault="0089554B" w:rsidP="0089554B">
      <w:pPr>
        <w:rPr>
          <w:rFonts w:cs="Arial"/>
        </w:rPr>
      </w:pPr>
      <w:r>
        <w:rPr>
          <w:rFonts w:cs="Arial"/>
        </w:rPr>
        <w:t>While employed under this appointment you will accrue Long Service Leave entitlements in accordance with NSW government law. Normally Long Service Leave may be accessed after ten years of continuous service within the various congregations and agencies of the Presbyterian Church NSW.</w:t>
      </w:r>
    </w:p>
    <w:p w:rsidR="0089554B" w:rsidRDefault="0089554B" w:rsidP="0089554B">
      <w:pPr>
        <w:rPr>
          <w:rFonts w:cs="Arial"/>
        </w:rPr>
      </w:pPr>
    </w:p>
    <w:p w:rsidR="003F1BC3" w:rsidRPr="00C978DF" w:rsidRDefault="00C978DF">
      <w:pPr>
        <w:spacing w:line="240" w:lineRule="exact"/>
        <w:rPr>
          <w:rFonts w:cs="Arial"/>
          <w:b/>
        </w:rPr>
      </w:pPr>
      <w:r w:rsidRPr="00C978DF">
        <w:rPr>
          <w:rFonts w:cs="Arial"/>
          <w:b/>
        </w:rPr>
        <w:t>15.</w:t>
      </w:r>
      <w:r w:rsidRPr="00C978DF">
        <w:rPr>
          <w:rFonts w:cs="Arial"/>
          <w:b/>
        </w:rPr>
        <w:tab/>
      </w:r>
      <w:r w:rsidR="003F1BC3" w:rsidRPr="00C978DF">
        <w:rPr>
          <w:rFonts w:cs="Arial"/>
          <w:b/>
        </w:rPr>
        <w:t>Duties</w:t>
      </w:r>
    </w:p>
    <w:p w:rsidR="003F1BC3" w:rsidRDefault="003F1BC3">
      <w:pPr>
        <w:spacing w:line="240" w:lineRule="exact"/>
        <w:rPr>
          <w:rFonts w:cs="Arial"/>
        </w:rPr>
      </w:pPr>
      <w:r>
        <w:rPr>
          <w:rFonts w:cs="Arial"/>
        </w:rPr>
        <w:t>Your duties will be as indicated below:</w:t>
      </w:r>
    </w:p>
    <w:sdt>
      <w:sdtPr>
        <w:rPr>
          <w:rFonts w:cs="Arial"/>
        </w:rPr>
        <w:id w:val="1653030667"/>
        <w:placeholder>
          <w:docPart w:val="94834D761F6C4DEA959DF95B8F999445"/>
        </w:placeholder>
        <w:showingPlcHdr/>
        <w:text/>
      </w:sdtPr>
      <w:sdtEndPr/>
      <w:sdtContent>
        <w:p w:rsidR="003F1BC3" w:rsidRDefault="001E049C">
          <w:pPr>
            <w:rPr>
              <w:rFonts w:cs="Arial"/>
            </w:rPr>
          </w:pPr>
          <w:r w:rsidRPr="001E049C">
            <w:rPr>
              <w:rStyle w:val="PlaceholderText"/>
              <w:color w:val="FF0000"/>
            </w:rPr>
            <w:t>Click here to enter duties statement</w:t>
          </w:r>
        </w:p>
      </w:sdtContent>
    </w:sdt>
    <w:p w:rsidR="003F7967" w:rsidRDefault="003F7967">
      <w:pPr>
        <w:rPr>
          <w:rFonts w:cs="Arial"/>
        </w:rPr>
      </w:pPr>
    </w:p>
    <w:p w:rsidR="003F1BC3" w:rsidRPr="00C978DF" w:rsidRDefault="00C978DF">
      <w:pPr>
        <w:spacing w:line="240" w:lineRule="exact"/>
        <w:rPr>
          <w:rFonts w:cs="Arial"/>
          <w:b/>
        </w:rPr>
      </w:pPr>
      <w:r w:rsidRPr="00C978DF">
        <w:rPr>
          <w:rFonts w:cs="Arial"/>
          <w:b/>
        </w:rPr>
        <w:t>16.</w:t>
      </w:r>
      <w:r w:rsidRPr="00C978DF">
        <w:rPr>
          <w:rFonts w:cs="Arial"/>
          <w:b/>
        </w:rPr>
        <w:tab/>
      </w:r>
      <w:r w:rsidR="003F1BC3" w:rsidRPr="00C978DF">
        <w:rPr>
          <w:rFonts w:cs="Arial"/>
          <w:b/>
        </w:rPr>
        <w:t>Supervision</w:t>
      </w:r>
    </w:p>
    <w:p w:rsidR="003F1BC3" w:rsidRDefault="003F1BC3">
      <w:pPr>
        <w:spacing w:line="240" w:lineRule="exact"/>
        <w:rPr>
          <w:rFonts w:cs="Arial"/>
        </w:rPr>
      </w:pPr>
      <w:r>
        <w:rPr>
          <w:rFonts w:cs="Arial"/>
        </w:rPr>
        <w:t xml:space="preserve">You will be subject to the supervision of the </w:t>
      </w:r>
      <w:r w:rsidR="008A349D">
        <w:rPr>
          <w:rFonts w:cs="Arial"/>
        </w:rPr>
        <w:t>M</w:t>
      </w:r>
      <w:r w:rsidR="00630B58">
        <w:rPr>
          <w:rFonts w:cs="Arial"/>
        </w:rPr>
        <w:t>oderator of the Session</w:t>
      </w:r>
      <w:r>
        <w:rPr>
          <w:rFonts w:cs="Arial"/>
        </w:rPr>
        <w:t xml:space="preserve"> and will report, through him, to the Session.</w:t>
      </w:r>
    </w:p>
    <w:p w:rsidR="003F1BC3" w:rsidRDefault="003F1BC3">
      <w:pPr>
        <w:spacing w:line="240" w:lineRule="exact"/>
        <w:rPr>
          <w:rFonts w:cs="Arial"/>
        </w:rPr>
      </w:pPr>
    </w:p>
    <w:p w:rsidR="003F1BC3" w:rsidRPr="00C978DF" w:rsidRDefault="00C978DF">
      <w:pPr>
        <w:spacing w:line="240" w:lineRule="exact"/>
        <w:rPr>
          <w:rFonts w:cs="Arial"/>
          <w:b/>
        </w:rPr>
      </w:pPr>
      <w:r w:rsidRPr="00C978DF">
        <w:rPr>
          <w:rFonts w:cs="Arial"/>
          <w:b/>
        </w:rPr>
        <w:t>17.</w:t>
      </w:r>
      <w:r w:rsidRPr="00C978DF">
        <w:rPr>
          <w:rFonts w:cs="Arial"/>
          <w:b/>
        </w:rPr>
        <w:tab/>
      </w:r>
      <w:r w:rsidR="003F1BC3" w:rsidRPr="00C978DF">
        <w:rPr>
          <w:rFonts w:cs="Arial"/>
          <w:b/>
        </w:rPr>
        <w:t>Assurance to the Church</w:t>
      </w:r>
    </w:p>
    <w:p w:rsidR="003F1BC3" w:rsidRDefault="003F1BC3">
      <w:pPr>
        <w:jc w:val="both"/>
        <w:rPr>
          <w:rFonts w:cs="Arial"/>
          <w:lang w:val="en-US"/>
        </w:rPr>
      </w:pPr>
      <w:r>
        <w:rPr>
          <w:rFonts w:cs="Arial"/>
          <w:lang w:val="en-US"/>
        </w:rPr>
        <w:t xml:space="preserve">You are reminded that it is an offence under the NSW Child Protection (Prohibited Employment) Act 1998 for a person convicted of a serious sex offence to apply for or continue in this position. By accepting this appointment you </w:t>
      </w:r>
      <w:r w:rsidR="003E6F7C">
        <w:rPr>
          <w:rFonts w:cs="Arial"/>
          <w:lang w:val="en-US"/>
        </w:rPr>
        <w:t>affirm</w:t>
      </w:r>
      <w:r>
        <w:rPr>
          <w:rFonts w:cs="Arial"/>
          <w:lang w:val="en-US"/>
        </w:rPr>
        <w:t xml:space="preserve"> that you have not:</w:t>
      </w:r>
    </w:p>
    <w:p w:rsidR="003F1BC3" w:rsidRDefault="003F1BC3">
      <w:pPr>
        <w:pStyle w:val="Style1"/>
        <w:numPr>
          <w:ilvl w:val="0"/>
          <w:numId w:val="0"/>
        </w:numPr>
        <w:tabs>
          <w:tab w:val="left" w:pos="567"/>
        </w:tabs>
        <w:ind w:left="567" w:hanging="567"/>
        <w:jc w:val="both"/>
        <w:rPr>
          <w:rFonts w:cs="Arial"/>
          <w:lang w:val="en-US"/>
        </w:rPr>
      </w:pPr>
      <w:r>
        <w:rPr>
          <w:rFonts w:cs="Arial"/>
          <w:lang w:val="en-US"/>
        </w:rPr>
        <w:t>(a)</w:t>
      </w:r>
      <w:r>
        <w:rPr>
          <w:rFonts w:cs="Arial"/>
          <w:lang w:val="en-US"/>
        </w:rPr>
        <w:tab/>
      </w:r>
      <w:proofErr w:type="gramStart"/>
      <w:r>
        <w:rPr>
          <w:rFonts w:cs="Arial"/>
          <w:lang w:val="en-US"/>
        </w:rPr>
        <w:t>been</w:t>
      </w:r>
      <w:proofErr w:type="gramEnd"/>
      <w:r>
        <w:rPr>
          <w:rFonts w:cs="Arial"/>
          <w:lang w:val="en-US"/>
        </w:rPr>
        <w:t xml:space="preserve"> convicted by a Court of a sexual offence or an offence against the person of a child; or</w:t>
      </w:r>
    </w:p>
    <w:p w:rsidR="003F1BC3" w:rsidRDefault="003F1BC3">
      <w:pPr>
        <w:tabs>
          <w:tab w:val="left" w:pos="567"/>
        </w:tabs>
        <w:ind w:left="567" w:hanging="567"/>
        <w:jc w:val="both"/>
        <w:rPr>
          <w:rFonts w:cs="Arial"/>
        </w:rPr>
      </w:pPr>
      <w:r>
        <w:rPr>
          <w:rFonts w:cs="Arial"/>
        </w:rPr>
        <w:t>(b)</w:t>
      </w:r>
      <w:r>
        <w:rPr>
          <w:rFonts w:cs="Arial"/>
        </w:rPr>
        <w:tab/>
      </w:r>
      <w:proofErr w:type="gramStart"/>
      <w:r>
        <w:rPr>
          <w:rFonts w:cs="Arial"/>
        </w:rPr>
        <w:t>been</w:t>
      </w:r>
      <w:proofErr w:type="gramEnd"/>
      <w:r>
        <w:rPr>
          <w:rFonts w:cs="Arial"/>
        </w:rPr>
        <w:t xml:space="preserve"> dismissed from any previous employment on the grounds that you were involved in improper conduct of a sexual nature with a child; or</w:t>
      </w:r>
    </w:p>
    <w:p w:rsidR="003F1BC3" w:rsidRDefault="003F1BC3">
      <w:pPr>
        <w:tabs>
          <w:tab w:val="left" w:pos="567"/>
        </w:tabs>
        <w:ind w:left="567" w:hanging="567"/>
        <w:jc w:val="both"/>
        <w:rPr>
          <w:rFonts w:cs="Arial"/>
          <w:lang w:val="en-US"/>
        </w:rPr>
      </w:pPr>
      <w:r>
        <w:rPr>
          <w:rFonts w:cs="Arial"/>
          <w:lang w:val="en-US"/>
        </w:rPr>
        <w:t>(c)</w:t>
      </w:r>
      <w:r>
        <w:rPr>
          <w:rFonts w:cs="Arial"/>
          <w:lang w:val="en-US"/>
        </w:rPr>
        <w:tab/>
      </w:r>
      <w:proofErr w:type="gramStart"/>
      <w:r>
        <w:rPr>
          <w:rFonts w:cs="Arial"/>
          <w:lang w:val="en-US"/>
        </w:rPr>
        <w:t>retired</w:t>
      </w:r>
      <w:proofErr w:type="gramEnd"/>
      <w:r>
        <w:rPr>
          <w:rFonts w:cs="Arial"/>
          <w:lang w:val="en-US"/>
        </w:rPr>
        <w:t xml:space="preserve"> or resigned from your previous employment following allegations that you were involved in improper conduct of a sexual nature with a child; or</w:t>
      </w:r>
    </w:p>
    <w:p w:rsidR="003F1BC3" w:rsidRDefault="003F1BC3">
      <w:pPr>
        <w:pStyle w:val="BodyTextIndent"/>
      </w:pPr>
      <w:r>
        <w:t>(d)</w:t>
      </w:r>
      <w:r>
        <w:tab/>
      </w:r>
      <w:proofErr w:type="gramStart"/>
      <w:r>
        <w:t>been</w:t>
      </w:r>
      <w:proofErr w:type="gramEnd"/>
      <w:r>
        <w:t xml:space="preserve"> advised by any employer that your name has been included on a list of those not to be employed in a child-related area of activity.</w:t>
      </w:r>
    </w:p>
    <w:p w:rsidR="003F1BC3" w:rsidRDefault="003F1BC3">
      <w:pPr>
        <w:spacing w:line="240" w:lineRule="exact"/>
        <w:rPr>
          <w:rFonts w:cs="Arial"/>
        </w:rPr>
      </w:pPr>
    </w:p>
    <w:p w:rsidR="003E6F7C" w:rsidRDefault="003E6F7C">
      <w:pPr>
        <w:spacing w:line="240" w:lineRule="exact"/>
        <w:rPr>
          <w:rFonts w:cs="Arial"/>
        </w:rPr>
      </w:pPr>
      <w:r>
        <w:rPr>
          <w:rFonts w:cs="Arial"/>
        </w:rPr>
        <w:t>Furthermore you affirm that you have applied for and have received a Working with Children Check clearance appropriate to this appointment as required by the Conduct Protocol U</w:t>
      </w:r>
      <w:r w:rsidR="001E049C">
        <w:rPr>
          <w:rFonts w:cs="Arial"/>
        </w:rPr>
        <w:t xml:space="preserve">nit, and that you have affixed </w:t>
      </w:r>
      <w:r>
        <w:rPr>
          <w:rFonts w:cs="Arial"/>
        </w:rPr>
        <w:t>your number below your signature on the final page.</w:t>
      </w:r>
    </w:p>
    <w:p w:rsidR="003E6F7C" w:rsidRDefault="003E6F7C">
      <w:pPr>
        <w:spacing w:line="240" w:lineRule="exact"/>
        <w:rPr>
          <w:rFonts w:cs="Arial"/>
        </w:rPr>
      </w:pPr>
    </w:p>
    <w:p w:rsidR="003F1BC3" w:rsidRDefault="003F1BC3">
      <w:pPr>
        <w:spacing w:line="240" w:lineRule="exact"/>
        <w:rPr>
          <w:rFonts w:cs="Arial"/>
        </w:rPr>
      </w:pPr>
      <w:r>
        <w:rPr>
          <w:rFonts w:cs="Arial"/>
        </w:rPr>
        <w:t xml:space="preserve">If you cannot give this assurance, you should not sign the acceptance. If you sign the acceptance when you are not in a position to give such assurance, the </w:t>
      </w:r>
      <w:r w:rsidR="00AE7AB5">
        <w:rPr>
          <w:rFonts w:cs="Arial"/>
        </w:rPr>
        <w:t>Session</w:t>
      </w:r>
      <w:r>
        <w:rPr>
          <w:rFonts w:cs="Arial"/>
        </w:rPr>
        <w:t xml:space="preserve"> will terminate your employment without notice.</w:t>
      </w:r>
    </w:p>
    <w:p w:rsidR="00D2382B" w:rsidRDefault="00D2382B">
      <w:pPr>
        <w:spacing w:line="240" w:lineRule="exact"/>
        <w:rPr>
          <w:rFonts w:cs="Arial"/>
        </w:rPr>
      </w:pPr>
    </w:p>
    <w:p w:rsidR="00D2382B" w:rsidRDefault="00D2382B" w:rsidP="00D2382B">
      <w:pPr>
        <w:rPr>
          <w:rFonts w:cs="Arial"/>
        </w:rPr>
      </w:pPr>
      <w:r w:rsidRPr="006E2F22">
        <w:rPr>
          <w:rFonts w:cs="Arial"/>
        </w:rPr>
        <w:t xml:space="preserve">The possession of a current, valid and verified clearance under relevant child protection legislation (known as a Working </w:t>
      </w:r>
      <w:proofErr w:type="gramStart"/>
      <w:r w:rsidRPr="006E2F22">
        <w:rPr>
          <w:rFonts w:cs="Arial"/>
        </w:rPr>
        <w:t>With</w:t>
      </w:r>
      <w:proofErr w:type="gramEnd"/>
      <w:r w:rsidRPr="006E2F22">
        <w:rPr>
          <w:rFonts w:cs="Arial"/>
        </w:rPr>
        <w:t xml:space="preserve"> Children Check) is a pre-requisite for appointment as a </w:t>
      </w:r>
      <w:r>
        <w:rPr>
          <w:rFonts w:cs="Arial"/>
        </w:rPr>
        <w:t>pastoral assistant</w:t>
      </w:r>
      <w:r w:rsidRPr="006E2F22">
        <w:rPr>
          <w:rFonts w:cs="Arial"/>
        </w:rPr>
        <w:t xml:space="preserve">. Before any appointment, is made, </w:t>
      </w:r>
      <w:r>
        <w:rPr>
          <w:rFonts w:cs="Arial"/>
        </w:rPr>
        <w:t xml:space="preserve">the Session </w:t>
      </w:r>
      <w:r w:rsidRPr="006E2F22">
        <w:rPr>
          <w:rFonts w:cs="Arial"/>
        </w:rPr>
        <w:t xml:space="preserve">will obtain verification from the Conduct Protocol Unit that you have a current and valid Working </w:t>
      </w:r>
      <w:proofErr w:type="gramStart"/>
      <w:r w:rsidRPr="006E2F22">
        <w:rPr>
          <w:rFonts w:cs="Arial"/>
        </w:rPr>
        <w:t>With</w:t>
      </w:r>
      <w:proofErr w:type="gramEnd"/>
      <w:r w:rsidRPr="006E2F22">
        <w:rPr>
          <w:rFonts w:cs="Arial"/>
        </w:rPr>
        <w:t xml:space="preserve"> Children Check.</w:t>
      </w:r>
    </w:p>
    <w:p w:rsidR="00D2382B" w:rsidRPr="006E2F22" w:rsidRDefault="00D2382B" w:rsidP="00D2382B">
      <w:pPr>
        <w:rPr>
          <w:rFonts w:cs="Arial"/>
        </w:rPr>
      </w:pPr>
    </w:p>
    <w:p w:rsidR="00D2382B" w:rsidRDefault="00D2382B" w:rsidP="00D2382B">
      <w:pPr>
        <w:rPr>
          <w:rFonts w:cs="Arial"/>
        </w:rPr>
      </w:pPr>
      <w:r w:rsidRPr="006E2F22">
        <w:rPr>
          <w:rFonts w:cs="Arial"/>
        </w:rPr>
        <w:t>Furthermore it is a condition of your appointment to comply with all requirements of the Church Protocol Unit, including obligations for periodic accreditation.</w:t>
      </w:r>
    </w:p>
    <w:p w:rsidR="00D2382B" w:rsidRPr="006E2F22" w:rsidRDefault="00D2382B" w:rsidP="00D2382B">
      <w:pPr>
        <w:rPr>
          <w:rFonts w:cs="Arial"/>
        </w:rPr>
      </w:pPr>
    </w:p>
    <w:p w:rsidR="00D2382B" w:rsidRPr="006E2F22" w:rsidRDefault="00D2382B" w:rsidP="00D2382B">
      <w:pPr>
        <w:rPr>
          <w:rFonts w:cs="Arial"/>
        </w:rPr>
      </w:pPr>
      <w:r w:rsidRPr="006E2F22">
        <w:rPr>
          <w:rFonts w:cs="Arial"/>
        </w:rPr>
        <w:t xml:space="preserve">In the event that an interim or permanent bar is placed on your Working </w:t>
      </w:r>
      <w:proofErr w:type="gramStart"/>
      <w:r w:rsidRPr="006E2F22">
        <w:rPr>
          <w:rFonts w:cs="Arial"/>
        </w:rPr>
        <w:t>With</w:t>
      </w:r>
      <w:proofErr w:type="gramEnd"/>
      <w:r w:rsidRPr="006E2F22">
        <w:rPr>
          <w:rFonts w:cs="Arial"/>
        </w:rPr>
        <w:t xml:space="preserve"> Children Check, you </w:t>
      </w:r>
      <w:r>
        <w:rPr>
          <w:rFonts w:cs="Arial"/>
        </w:rPr>
        <w:t>will be</w:t>
      </w:r>
      <w:r w:rsidRPr="006E2F22">
        <w:rPr>
          <w:rFonts w:cs="Arial"/>
        </w:rPr>
        <w:t xml:space="preserve"> suspended immediately from your appointment as a </w:t>
      </w:r>
      <w:r>
        <w:rPr>
          <w:rFonts w:cs="Arial"/>
        </w:rPr>
        <w:t>pastoral assistant</w:t>
      </w:r>
      <w:r w:rsidRPr="006E2F22">
        <w:rPr>
          <w:rFonts w:cs="Arial"/>
        </w:rPr>
        <w:t xml:space="preserve">, and you must cease forthwith all functions pertaining to your position. Furthermore if you are an ordained minister or elder, you are immediately suspended from that office as </w:t>
      </w:r>
      <w:r>
        <w:rPr>
          <w:rFonts w:cs="Arial"/>
        </w:rPr>
        <w:t xml:space="preserve">a </w:t>
      </w:r>
      <w:r w:rsidRPr="006E2F22">
        <w:rPr>
          <w:rFonts w:cs="Arial"/>
        </w:rPr>
        <w:t>minister</w:t>
      </w:r>
      <w:r>
        <w:rPr>
          <w:rFonts w:cs="Arial"/>
        </w:rPr>
        <w:t xml:space="preserve"> or </w:t>
      </w:r>
      <w:r w:rsidRPr="006E2F22">
        <w:rPr>
          <w:rFonts w:cs="Arial"/>
        </w:rPr>
        <w:t xml:space="preserve">elder. If you are notified of an interim or permanent bar, you are obliged to </w:t>
      </w:r>
      <w:r>
        <w:rPr>
          <w:rFonts w:cs="Arial"/>
        </w:rPr>
        <w:t xml:space="preserve">report that fact </w:t>
      </w:r>
      <w:r w:rsidRPr="006E2F22">
        <w:rPr>
          <w:rFonts w:cs="Arial"/>
        </w:rPr>
        <w:t xml:space="preserve">immediately to the Conduct Protocol Unit and </w:t>
      </w:r>
      <w:r>
        <w:rPr>
          <w:rFonts w:cs="Arial"/>
        </w:rPr>
        <w:t>to the Session</w:t>
      </w:r>
      <w:r w:rsidRPr="006E2F22">
        <w:rPr>
          <w:rFonts w:cs="Arial"/>
        </w:rPr>
        <w:t xml:space="preserve">. You must then submit to and comply with all instructions provided by </w:t>
      </w:r>
      <w:r>
        <w:rPr>
          <w:rFonts w:cs="Arial"/>
        </w:rPr>
        <w:t xml:space="preserve">the Session </w:t>
      </w:r>
      <w:r w:rsidRPr="006E2F22">
        <w:rPr>
          <w:rFonts w:cs="Arial"/>
        </w:rPr>
        <w:t>arising from th</w:t>
      </w:r>
      <w:r>
        <w:rPr>
          <w:rFonts w:cs="Arial"/>
        </w:rPr>
        <w:t>at</w:t>
      </w:r>
      <w:r w:rsidRPr="006E2F22">
        <w:rPr>
          <w:rFonts w:cs="Arial"/>
        </w:rPr>
        <w:t xml:space="preserve"> interim or permanent bar. You will continue to </w:t>
      </w:r>
      <w:r>
        <w:rPr>
          <w:rFonts w:cs="Arial"/>
        </w:rPr>
        <w:t>be remunerated</w:t>
      </w:r>
      <w:r w:rsidRPr="006E2F22">
        <w:rPr>
          <w:rFonts w:cs="Arial"/>
        </w:rPr>
        <w:t xml:space="preserve"> in accordance with</w:t>
      </w:r>
      <w:r>
        <w:rPr>
          <w:rFonts w:cs="Arial"/>
        </w:rPr>
        <w:t xml:space="preserve"> the terms and conditions of this appointment and the rules of the Church pending the outcome of the necessary investigation.</w:t>
      </w:r>
    </w:p>
    <w:p w:rsidR="00024A1F" w:rsidRDefault="00024A1F">
      <w:pPr>
        <w:rPr>
          <w:rFonts w:cs="Arial"/>
        </w:rPr>
      </w:pPr>
    </w:p>
    <w:p w:rsidR="00553876" w:rsidRDefault="00553876" w:rsidP="00553876">
      <w:pPr>
        <w:spacing w:line="240" w:lineRule="exact"/>
        <w:rPr>
          <w:rFonts w:cs="Arial"/>
          <w:b/>
        </w:rPr>
      </w:pPr>
      <w:r w:rsidRPr="00C978DF">
        <w:rPr>
          <w:rFonts w:cs="Arial"/>
          <w:b/>
        </w:rPr>
        <w:t>18.</w:t>
      </w:r>
      <w:r w:rsidRPr="00C978DF">
        <w:rPr>
          <w:rFonts w:cs="Arial"/>
          <w:b/>
        </w:rPr>
        <w:tab/>
        <w:t>Adherence to the Theological Standards of the Church</w:t>
      </w:r>
    </w:p>
    <w:p w:rsidR="00553876" w:rsidRPr="00C978DF" w:rsidRDefault="00553876" w:rsidP="00553876">
      <w:pPr>
        <w:spacing w:line="240" w:lineRule="exact"/>
        <w:rPr>
          <w:rFonts w:cs="Arial"/>
          <w:b/>
        </w:rPr>
      </w:pPr>
    </w:p>
    <w:p w:rsidR="00553876" w:rsidRDefault="00553876" w:rsidP="00553876">
      <w:pPr>
        <w:rPr>
          <w:rFonts w:cs="Arial"/>
        </w:rPr>
      </w:pPr>
      <w:r>
        <w:rPr>
          <w:rFonts w:cs="Arial"/>
        </w:rPr>
        <w:t xml:space="preserve">The Presbyterian Church of Australia is a confessional church with defined theological standards. The offer of this appointment is conditional upon your adherence to these standards. </w:t>
      </w:r>
    </w:p>
    <w:p w:rsidR="00553876" w:rsidRDefault="00553876" w:rsidP="00553876">
      <w:pPr>
        <w:rPr>
          <w:rFonts w:cs="Arial"/>
        </w:rPr>
      </w:pPr>
    </w:p>
    <w:p w:rsidR="00553876" w:rsidRPr="00E02F2D" w:rsidRDefault="00553876" w:rsidP="00553876">
      <w:pPr>
        <w:tabs>
          <w:tab w:val="right" w:leader="dot" w:pos="8222"/>
        </w:tabs>
        <w:spacing w:after="120"/>
        <w:ind w:right="1225"/>
        <w:rPr>
          <w:b/>
          <w:i/>
          <w:color w:val="0070C0"/>
          <w:szCs w:val="22"/>
        </w:rPr>
      </w:pPr>
      <w:r w:rsidRPr="00E02F2D">
        <w:rPr>
          <w:b/>
          <w:i/>
          <w:color w:val="0070C0"/>
          <w:szCs w:val="22"/>
        </w:rPr>
        <w:t>Please circle YES or NO for each question</w:t>
      </w:r>
    </w:p>
    <w:p w:rsidR="00553876" w:rsidRDefault="00553876" w:rsidP="00553876">
      <w:pPr>
        <w:rPr>
          <w:rFonts w:cs="Arial"/>
        </w:rPr>
      </w:pPr>
    </w:p>
    <w:p w:rsidR="00D20AA7" w:rsidRPr="00C978DF" w:rsidRDefault="00D20AA7" w:rsidP="00D20AA7">
      <w:pPr>
        <w:rPr>
          <w:rFonts w:cs="Arial"/>
          <w:i/>
        </w:rPr>
      </w:pPr>
      <w:r w:rsidRPr="00C978DF">
        <w:rPr>
          <w:rFonts w:cs="Arial"/>
          <w:i/>
        </w:rPr>
        <w:t xml:space="preserve">Pastoral </w:t>
      </w:r>
      <w:r>
        <w:rPr>
          <w:rFonts w:cs="Arial"/>
          <w:i/>
        </w:rPr>
        <w:t>Assistant</w:t>
      </w:r>
      <w:r w:rsidRPr="00C978DF">
        <w:rPr>
          <w:rFonts w:cs="Arial"/>
          <w:i/>
        </w:rPr>
        <w:t xml:space="preserve"> (Supervised)</w:t>
      </w:r>
    </w:p>
    <w:p w:rsidR="00D20AA7" w:rsidRPr="00C978DF" w:rsidRDefault="00D20AA7" w:rsidP="00D20AA7">
      <w:pPr>
        <w:tabs>
          <w:tab w:val="right" w:leader="dot" w:pos="8222"/>
        </w:tabs>
        <w:spacing w:after="120"/>
        <w:ind w:right="1225"/>
        <w:rPr>
          <w:i/>
          <w:szCs w:val="22"/>
        </w:rPr>
      </w:pPr>
      <w:r w:rsidRPr="00C978DF">
        <w:rPr>
          <w:i/>
          <w:szCs w:val="22"/>
        </w:rPr>
        <w:t xml:space="preserve">Have you read the Westminster Confession of Faith? </w:t>
      </w:r>
      <w:r w:rsidRPr="00C978DF">
        <w:rPr>
          <w:i/>
          <w:szCs w:val="22"/>
        </w:rPr>
        <w:tab/>
        <w:t xml:space="preserve"> Y / N</w:t>
      </w:r>
    </w:p>
    <w:p w:rsidR="00D20AA7" w:rsidRPr="00C978DF" w:rsidRDefault="00D20AA7" w:rsidP="00D20AA7">
      <w:pPr>
        <w:tabs>
          <w:tab w:val="right" w:leader="dot" w:pos="8222"/>
        </w:tabs>
        <w:spacing w:after="120"/>
        <w:ind w:right="1225"/>
        <w:rPr>
          <w:i/>
          <w:szCs w:val="22"/>
        </w:rPr>
      </w:pPr>
      <w:r w:rsidRPr="00C978DF">
        <w:rPr>
          <w:i/>
          <w:szCs w:val="22"/>
        </w:rPr>
        <w:t xml:space="preserve">Have you read the Declaratory Statement of the Presbyterian Church of Australia? </w:t>
      </w:r>
      <w:r w:rsidRPr="00C978DF">
        <w:rPr>
          <w:i/>
          <w:szCs w:val="22"/>
        </w:rPr>
        <w:tab/>
        <w:t xml:space="preserve"> Y / N</w:t>
      </w:r>
    </w:p>
    <w:p w:rsidR="00D20AA7" w:rsidRPr="00C978DF" w:rsidRDefault="00D20AA7" w:rsidP="00D20AA7">
      <w:pPr>
        <w:tabs>
          <w:tab w:val="right" w:leader="dot" w:pos="8222"/>
        </w:tabs>
        <w:spacing w:after="120"/>
        <w:ind w:right="1225"/>
        <w:rPr>
          <w:i/>
          <w:szCs w:val="22"/>
        </w:rPr>
      </w:pPr>
      <w:r w:rsidRPr="00C978DF">
        <w:rPr>
          <w:i/>
          <w:szCs w:val="22"/>
        </w:rPr>
        <w:t xml:space="preserve">Have you understood the Westminster Confession of Faith and the Declaratory Statement of the Presbyterian Church of Australia? </w:t>
      </w:r>
      <w:r w:rsidRPr="00C978DF">
        <w:rPr>
          <w:i/>
          <w:szCs w:val="22"/>
        </w:rPr>
        <w:tab/>
        <w:t xml:space="preserve"> Y / N</w:t>
      </w:r>
    </w:p>
    <w:p w:rsidR="00D20AA7" w:rsidRPr="00C978DF" w:rsidRDefault="00D20AA7" w:rsidP="00D20AA7">
      <w:pPr>
        <w:tabs>
          <w:tab w:val="right" w:leader="dot" w:pos="8222"/>
        </w:tabs>
        <w:spacing w:after="120"/>
        <w:ind w:right="1225"/>
        <w:jc w:val="both"/>
        <w:rPr>
          <w:i/>
          <w:szCs w:val="22"/>
        </w:rPr>
      </w:pPr>
      <w:r w:rsidRPr="00C978DF">
        <w:rPr>
          <w:i/>
          <w:szCs w:val="22"/>
        </w:rPr>
        <w:t xml:space="preserve">If you accept this appointment, do you promise to </w:t>
      </w:r>
      <w:r w:rsidRPr="00C978DF">
        <w:rPr>
          <w:rFonts w:cs="Arial"/>
          <w:i/>
        </w:rPr>
        <w:t xml:space="preserve">discharge your duties at all times and in all ways (including speech, action and attitude) consistent with </w:t>
      </w:r>
      <w:r w:rsidRPr="00C978DF">
        <w:rPr>
          <w:i/>
          <w:szCs w:val="22"/>
        </w:rPr>
        <w:t xml:space="preserve">the Westminster Confession of Faith </w:t>
      </w:r>
      <w:r>
        <w:rPr>
          <w:i/>
          <w:szCs w:val="22"/>
        </w:rPr>
        <w:t>read in the light of</w:t>
      </w:r>
      <w:r w:rsidRPr="00C978DF">
        <w:rPr>
          <w:i/>
          <w:szCs w:val="22"/>
        </w:rPr>
        <w:t xml:space="preserve"> the Declaratory Statement of the Presbyterian Church of Australia</w:t>
      </w:r>
      <w:r>
        <w:rPr>
          <w:i/>
          <w:szCs w:val="22"/>
        </w:rPr>
        <w:t>, and consistent with determinations made by the General Assembly of Australia on baptism in 1906 and 2013*</w:t>
      </w:r>
      <w:r w:rsidRPr="00C978DF">
        <w:rPr>
          <w:i/>
          <w:szCs w:val="22"/>
        </w:rPr>
        <w:t xml:space="preserve">? </w:t>
      </w:r>
      <w:r w:rsidRPr="00C978DF">
        <w:rPr>
          <w:i/>
          <w:szCs w:val="22"/>
        </w:rPr>
        <w:tab/>
        <w:t xml:space="preserve"> Y / N</w:t>
      </w:r>
    </w:p>
    <w:p w:rsidR="00D20AA7" w:rsidRPr="00C80A4B" w:rsidRDefault="00D20AA7" w:rsidP="00D20AA7">
      <w:pPr>
        <w:ind w:right="658"/>
        <w:jc w:val="both"/>
        <w:rPr>
          <w:rFonts w:cs="Arial"/>
          <w:i/>
          <w:szCs w:val="22"/>
        </w:rPr>
      </w:pPr>
      <w:r w:rsidRPr="00C80A4B">
        <w:rPr>
          <w:rFonts w:cs="Arial"/>
          <w:i/>
          <w:szCs w:val="22"/>
        </w:rPr>
        <w:t xml:space="preserve">* </w:t>
      </w:r>
      <w:r>
        <w:rPr>
          <w:rFonts w:cs="Arial"/>
          <w:i/>
          <w:szCs w:val="22"/>
        </w:rPr>
        <w:t xml:space="preserve">In 2013, </w:t>
      </w:r>
      <w:r w:rsidRPr="00C80A4B">
        <w:rPr>
          <w:rFonts w:cs="Arial"/>
          <w:i/>
          <w:szCs w:val="22"/>
        </w:rPr>
        <w:t>the General Assembly of Australia resolved to: “Declare that the understanding and practice of infant baptism is so integral to the history</w:t>
      </w:r>
      <w:r>
        <w:rPr>
          <w:rFonts w:cs="Arial"/>
          <w:i/>
          <w:szCs w:val="22"/>
        </w:rPr>
        <w:t>,</w:t>
      </w:r>
      <w:r w:rsidRPr="00C80A4B">
        <w:rPr>
          <w:rFonts w:cs="Arial"/>
          <w:i/>
          <w:szCs w:val="22"/>
        </w:rPr>
        <w:t xml:space="preserve"> the purity of worship and the structure of covenant theology in the Westminster Confession of Faith that no potential office bearer should sign the formula if the Church’s stance on infant baptism is not accepted. Furthermore, those who have signed it but hold exclusively to </w:t>
      </w:r>
      <w:r w:rsidRPr="00DC7CAD">
        <w:rPr>
          <w:rFonts w:cs="Arial"/>
          <w:i/>
          <w:noProof/>
          <w:szCs w:val="22"/>
        </w:rPr>
        <w:t>credobaptistic</w:t>
      </w:r>
      <w:r w:rsidRPr="00C80A4B">
        <w:rPr>
          <w:rFonts w:cs="Arial"/>
          <w:i/>
          <w:szCs w:val="22"/>
        </w:rPr>
        <w:t xml:space="preserve"> views should remain silent on their views or resign.”</w:t>
      </w:r>
      <w:r>
        <w:rPr>
          <w:rFonts w:cs="Arial"/>
          <w:i/>
          <w:szCs w:val="22"/>
        </w:rPr>
        <w:t xml:space="preserve"> (Min. 83)</w:t>
      </w:r>
    </w:p>
    <w:p w:rsidR="00D20AA7" w:rsidRDefault="00D20AA7" w:rsidP="00D20AA7">
      <w:pPr>
        <w:rPr>
          <w:rFonts w:cs="Arial"/>
        </w:rPr>
      </w:pPr>
    </w:p>
    <w:p w:rsidR="00D20AA7" w:rsidRDefault="00D20AA7" w:rsidP="00D20AA7">
      <w:pPr>
        <w:spacing w:line="240" w:lineRule="exact"/>
        <w:rPr>
          <w:rFonts w:cs="Arial"/>
        </w:rPr>
      </w:pPr>
      <w:r>
        <w:rPr>
          <w:rFonts w:cs="Arial"/>
        </w:rPr>
        <w:t xml:space="preserve">If you cannot give assurance of your adherence to the theological standards of the </w:t>
      </w:r>
      <w:r w:rsidRPr="0062429B">
        <w:rPr>
          <w:szCs w:val="22"/>
        </w:rPr>
        <w:t>Presbyterian Church of Australia</w:t>
      </w:r>
      <w:r>
        <w:rPr>
          <w:rFonts w:cs="Arial"/>
        </w:rPr>
        <w:t xml:space="preserve">, you should not sign the acceptance. </w:t>
      </w:r>
    </w:p>
    <w:p w:rsidR="00024A1F" w:rsidRDefault="00024A1F">
      <w:pPr>
        <w:rPr>
          <w:rFonts w:cs="Arial"/>
        </w:rPr>
      </w:pPr>
      <w:bookmarkStart w:id="0" w:name="_GoBack"/>
      <w:bookmarkEnd w:id="0"/>
    </w:p>
    <w:p w:rsidR="003F1BC3" w:rsidRPr="00C978DF" w:rsidRDefault="00C978DF">
      <w:pPr>
        <w:spacing w:line="240" w:lineRule="exact"/>
        <w:rPr>
          <w:rFonts w:cs="Arial"/>
          <w:b/>
        </w:rPr>
      </w:pPr>
      <w:r w:rsidRPr="00C978DF">
        <w:rPr>
          <w:rFonts w:cs="Arial"/>
          <w:b/>
        </w:rPr>
        <w:t>19.</w:t>
      </w:r>
      <w:r w:rsidRPr="00C978DF">
        <w:rPr>
          <w:rFonts w:cs="Arial"/>
          <w:b/>
        </w:rPr>
        <w:tab/>
      </w:r>
      <w:r w:rsidR="003F1BC3" w:rsidRPr="00C978DF">
        <w:rPr>
          <w:rFonts w:cs="Arial"/>
          <w:b/>
        </w:rPr>
        <w:t>General</w:t>
      </w:r>
    </w:p>
    <w:p w:rsidR="003F1BC3" w:rsidRDefault="003F1BC3">
      <w:pPr>
        <w:rPr>
          <w:rFonts w:cs="Arial"/>
        </w:rPr>
      </w:pPr>
      <w:r>
        <w:rPr>
          <w:rFonts w:cs="Arial"/>
        </w:rPr>
        <w:t xml:space="preserve">Your appointment is made in accordance with the Rules and Regulations of the Church. </w:t>
      </w:r>
      <w:r>
        <w:rPr>
          <w:rFonts w:cs="Arial"/>
        </w:rPr>
        <w:lastRenderedPageBreak/>
        <w:t>This contract of employment is subject to these Rules and Regulations.</w:t>
      </w:r>
    </w:p>
    <w:p w:rsidR="003F1BC3" w:rsidRDefault="003F1BC3">
      <w:pPr>
        <w:rPr>
          <w:rFonts w:cs="Arial"/>
        </w:rPr>
      </w:pPr>
    </w:p>
    <w:p w:rsidR="003F1BC3" w:rsidRDefault="003F1BC3">
      <w:pPr>
        <w:rPr>
          <w:rFonts w:cs="Arial"/>
        </w:rPr>
      </w:pPr>
    </w:p>
    <w:p w:rsidR="003F1BC3" w:rsidRDefault="003F1BC3">
      <w:pPr>
        <w:pStyle w:val="BodyText"/>
        <w:rPr>
          <w:rFonts w:cs="Arial"/>
          <w:szCs w:val="24"/>
        </w:rPr>
      </w:pPr>
      <w:r>
        <w:rPr>
          <w:rFonts w:cs="Arial"/>
          <w:szCs w:val="24"/>
        </w:rPr>
        <w:t>Please confirm acceptance of your appointment upon these conditions by signing the attached copy of this letter and by initialling each page where provided, and returning the signed copy to me.</w:t>
      </w:r>
    </w:p>
    <w:p w:rsidR="003F1BC3" w:rsidRDefault="003F1BC3">
      <w:pPr>
        <w:pStyle w:val="BodyText"/>
        <w:rPr>
          <w:rFonts w:cs="Arial"/>
          <w:szCs w:val="24"/>
        </w:rPr>
      </w:pPr>
    </w:p>
    <w:p w:rsidR="003F1BC3" w:rsidRDefault="003F1BC3">
      <w:pPr>
        <w:spacing w:line="240" w:lineRule="exact"/>
        <w:rPr>
          <w:rFonts w:cs="Arial"/>
        </w:rPr>
      </w:pPr>
      <w:r>
        <w:rPr>
          <w:rFonts w:cs="Arial"/>
        </w:rPr>
        <w:t>Yours sincerely,</w:t>
      </w:r>
    </w:p>
    <w:p w:rsidR="003F1BC3" w:rsidRDefault="003F1BC3">
      <w:pPr>
        <w:rPr>
          <w:rFonts w:cs="Arial"/>
        </w:rPr>
      </w:pPr>
    </w:p>
    <w:p w:rsidR="003F1BC3" w:rsidRDefault="003F1BC3">
      <w:pPr>
        <w:rPr>
          <w:rFonts w:cs="Arial"/>
        </w:rPr>
      </w:pPr>
    </w:p>
    <w:sdt>
      <w:sdtPr>
        <w:rPr>
          <w:rFonts w:cs="Arial"/>
        </w:rPr>
        <w:id w:val="676008900"/>
        <w:placeholder>
          <w:docPart w:val="49E4DEF22C38425E9C79ABA940279FEB"/>
        </w:placeholder>
        <w:showingPlcHdr/>
        <w:text/>
      </w:sdtPr>
      <w:sdtEndPr/>
      <w:sdtContent>
        <w:p w:rsidR="003F1BC3" w:rsidRDefault="001E049C">
          <w:pPr>
            <w:rPr>
              <w:rFonts w:cs="Arial"/>
            </w:rPr>
          </w:pPr>
          <w:r w:rsidRPr="001E049C">
            <w:rPr>
              <w:rStyle w:val="PlaceholderText"/>
              <w:color w:val="FF0000"/>
            </w:rPr>
            <w:t xml:space="preserve">Click to insert </w:t>
          </w:r>
          <w:r w:rsidRPr="0007564F">
            <w:rPr>
              <w:rStyle w:val="PlaceholderText"/>
              <w:color w:val="FF0000"/>
              <w:u w:val="single"/>
            </w:rPr>
            <w:t>name</w:t>
          </w:r>
          <w:r w:rsidRPr="001E049C">
            <w:rPr>
              <w:rStyle w:val="PlaceholderText"/>
              <w:color w:val="FF0000"/>
            </w:rPr>
            <w:t xml:space="preserve"> of person authorised to sign this contract</w:t>
          </w:r>
        </w:p>
      </w:sdtContent>
    </w:sdt>
    <w:sdt>
      <w:sdtPr>
        <w:rPr>
          <w:rFonts w:cs="Arial"/>
        </w:rPr>
        <w:id w:val="1744372863"/>
        <w:placeholder>
          <w:docPart w:val="5169A2C5DA1A4913A6DA02D5C8EB3095"/>
        </w:placeholder>
        <w:showingPlcHdr/>
        <w:text/>
      </w:sdtPr>
      <w:sdtEndPr/>
      <w:sdtContent>
        <w:p w:rsidR="0007564F" w:rsidRDefault="0007564F" w:rsidP="0007564F">
          <w:pPr>
            <w:rPr>
              <w:rFonts w:cs="Arial"/>
            </w:rPr>
          </w:pPr>
          <w:r w:rsidRPr="001E049C">
            <w:rPr>
              <w:rStyle w:val="PlaceholderText"/>
              <w:color w:val="FF0000"/>
            </w:rPr>
            <w:t xml:space="preserve">Click to insert </w:t>
          </w:r>
          <w:r w:rsidRPr="0007564F">
            <w:rPr>
              <w:rStyle w:val="PlaceholderText"/>
              <w:color w:val="FF0000"/>
              <w:u w:val="single"/>
            </w:rPr>
            <w:t>position</w:t>
          </w:r>
          <w:r>
            <w:rPr>
              <w:rStyle w:val="PlaceholderText"/>
              <w:color w:val="FF0000"/>
            </w:rPr>
            <w:t xml:space="preserve"> </w:t>
          </w:r>
          <w:r w:rsidRPr="001E049C">
            <w:rPr>
              <w:rStyle w:val="PlaceholderText"/>
              <w:color w:val="FF0000"/>
            </w:rPr>
            <w:t>of person authorised to sign this contract</w:t>
          </w:r>
        </w:p>
      </w:sdtContent>
    </w:sdt>
    <w:p w:rsidR="003F1BC3" w:rsidRDefault="003F1BC3">
      <w:pPr>
        <w:spacing w:line="240" w:lineRule="exact"/>
        <w:rPr>
          <w:rFonts w:cs="Arial"/>
          <w:u w:val="single"/>
        </w:rPr>
      </w:pPr>
    </w:p>
    <w:p w:rsidR="003F1BC3" w:rsidRDefault="003F1BC3">
      <w:pPr>
        <w:spacing w:line="240" w:lineRule="exact"/>
        <w:rPr>
          <w:rFonts w:cs="Arial"/>
          <w:u w:val="single"/>
        </w:rPr>
      </w:pPr>
    </w:p>
    <w:p w:rsidR="003F1BC3" w:rsidRDefault="003F1BC3" w:rsidP="008747A8">
      <w:pPr>
        <w:rPr>
          <w:rFonts w:cs="Arial"/>
          <w:lang w:val="en-US"/>
        </w:rPr>
      </w:pPr>
      <w:r>
        <w:rPr>
          <w:rFonts w:cs="Arial"/>
          <w:lang w:val="en-US"/>
        </w:rPr>
        <w:t>I confirm that I have had the opportunity to study</w:t>
      </w:r>
      <w:r w:rsidR="009D18EA">
        <w:rPr>
          <w:rFonts w:cs="Arial"/>
          <w:lang w:val="en-US"/>
        </w:rPr>
        <w:t xml:space="preserve"> and discuss the above letter. </w:t>
      </w:r>
      <w:r>
        <w:rPr>
          <w:rFonts w:cs="Arial"/>
          <w:lang w:val="en-US"/>
        </w:rPr>
        <w:t>I accept the offer of appointment on the conditions of employment set out above. I confirm that I can give the assurance contained in paragraph</w:t>
      </w:r>
      <w:r w:rsidR="00C978DF">
        <w:rPr>
          <w:rFonts w:cs="Arial"/>
          <w:lang w:val="en-US"/>
        </w:rPr>
        <w:t>s</w:t>
      </w:r>
      <w:r>
        <w:rPr>
          <w:rFonts w:cs="Arial"/>
          <w:lang w:val="en-US"/>
        </w:rPr>
        <w:t xml:space="preserve"> headed “Assurance to the Church” </w:t>
      </w:r>
      <w:r w:rsidR="00C978DF">
        <w:rPr>
          <w:rFonts w:cs="Arial"/>
          <w:lang w:val="en-US"/>
        </w:rPr>
        <w:t>and “</w:t>
      </w:r>
      <w:r w:rsidR="00C978DF">
        <w:rPr>
          <w:rFonts w:cs="Arial"/>
        </w:rPr>
        <w:t>Adherence to the Theological Standards of the Church”</w:t>
      </w:r>
      <w:r w:rsidR="008747A8">
        <w:rPr>
          <w:rFonts w:cs="Arial"/>
        </w:rPr>
        <w:t xml:space="preserve"> </w:t>
      </w:r>
      <w:r>
        <w:rPr>
          <w:rFonts w:cs="Arial"/>
          <w:lang w:val="en-US"/>
        </w:rPr>
        <w:t>above.</w:t>
      </w:r>
      <w:r w:rsidR="0091123D">
        <w:rPr>
          <w:rFonts w:cs="Arial"/>
          <w:lang w:val="en-US"/>
        </w:rPr>
        <w:t xml:space="preserve"> Accordingly I have signed this page below and initialed all other pages of this letter.</w:t>
      </w:r>
    </w:p>
    <w:p w:rsidR="003F1BC3" w:rsidRDefault="003F1BC3">
      <w:pPr>
        <w:jc w:val="both"/>
        <w:rPr>
          <w:rFonts w:cs="Arial"/>
          <w:lang w:val="en-US"/>
        </w:rPr>
      </w:pPr>
    </w:p>
    <w:p w:rsidR="003F1BC3" w:rsidRDefault="003F1BC3">
      <w:pPr>
        <w:tabs>
          <w:tab w:val="right" w:leader="dot" w:pos="5954"/>
          <w:tab w:val="left" w:pos="6237"/>
          <w:tab w:val="right" w:leader="dot" w:pos="9072"/>
        </w:tabs>
        <w:spacing w:after="120"/>
        <w:jc w:val="both"/>
      </w:pPr>
      <w:r>
        <w:rPr>
          <w:b/>
          <w:bCs/>
        </w:rPr>
        <w:t>Signed by appointee:</w:t>
      </w:r>
      <w:r>
        <w:t xml:space="preserve"> </w:t>
      </w:r>
      <w:r>
        <w:tab/>
      </w:r>
      <w:r>
        <w:tab/>
      </w:r>
      <w:r>
        <w:rPr>
          <w:b/>
          <w:bCs/>
        </w:rPr>
        <w:t>Date:</w:t>
      </w:r>
      <w:r>
        <w:t xml:space="preserve"> </w:t>
      </w:r>
      <w:r>
        <w:tab/>
      </w:r>
    </w:p>
    <w:p w:rsidR="003E6F7C" w:rsidRDefault="003E6F7C">
      <w:pPr>
        <w:tabs>
          <w:tab w:val="right" w:leader="dot" w:pos="5954"/>
          <w:tab w:val="left" w:pos="6237"/>
          <w:tab w:val="right" w:leader="dot" w:pos="9072"/>
        </w:tabs>
        <w:spacing w:after="120"/>
        <w:jc w:val="both"/>
      </w:pPr>
      <w:r w:rsidRPr="003E6F7C">
        <w:rPr>
          <w:b/>
        </w:rPr>
        <w:t>Working with Children Check clearance #</w:t>
      </w:r>
      <w:proofErr w:type="gramStart"/>
      <w:r w:rsidRPr="003E6F7C">
        <w:rPr>
          <w:b/>
        </w:rPr>
        <w:t>:</w:t>
      </w:r>
      <w:r>
        <w:t xml:space="preserve">   ……..………..</w:t>
      </w:r>
      <w:proofErr w:type="gramEnd"/>
      <w:r w:rsidR="00DA7AEF">
        <w:t xml:space="preserve">     Expiry date: </w:t>
      </w:r>
      <w:r w:rsidR="00DA7AEF">
        <w:tab/>
      </w:r>
    </w:p>
    <w:sectPr w:rsidR="003E6F7C" w:rsidSect="00E02F2D">
      <w:headerReference w:type="even" r:id="rId8"/>
      <w:headerReference w:type="default" r:id="rId9"/>
      <w:footerReference w:type="even" r:id="rId10"/>
      <w:footerReference w:type="default" r:id="rId11"/>
      <w:headerReference w:type="first" r:id="rId12"/>
      <w:footerReference w:type="first" r:id="rId13"/>
      <w:pgSz w:w="11907" w:h="16840" w:code="9"/>
      <w:pgMar w:top="1440" w:right="1275"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28AD" w:rsidRDefault="002628AD">
      <w:r>
        <w:separator/>
      </w:r>
    </w:p>
  </w:endnote>
  <w:endnote w:type="continuationSeparator" w:id="0">
    <w:p w:rsidR="002628AD" w:rsidRDefault="0026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82B" w:rsidRDefault="00D238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82B" w:rsidRDefault="00D2382B">
    <w:pPr>
      <w:pStyle w:val="Footer"/>
      <w:tabs>
        <w:tab w:val="clear" w:pos="4320"/>
        <w:tab w:val="left" w:pos="3960"/>
        <w:tab w:val="right" w:leader="dot" w:pos="8640"/>
      </w:tabs>
      <w:jc w:val="right"/>
    </w:pPr>
    <w:r>
      <w:rPr>
        <w:b/>
        <w:bCs/>
        <w:sz w:val="18"/>
      </w:rPr>
      <w:tab/>
      <w:t>Signed by appointee:</w:t>
    </w:r>
    <w:r>
      <w:tab/>
    </w:r>
  </w:p>
  <w:p w:rsidR="00D2382B" w:rsidRDefault="00D2382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82B" w:rsidRDefault="00D238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28AD" w:rsidRDefault="002628AD">
      <w:r>
        <w:separator/>
      </w:r>
    </w:p>
  </w:footnote>
  <w:footnote w:type="continuationSeparator" w:id="0">
    <w:p w:rsidR="002628AD" w:rsidRDefault="00262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82B" w:rsidRDefault="002628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68268" o:spid="_x0000_s2051" type="#_x0000_t136" style="position:absolute;margin-left:0;margin-top:0;width:418.6pt;height:167.4pt;rotation:315;z-index:-251658752;mso-position-horizontal:center;mso-position-horizontal-relative:margin;mso-position-vertical:center;mso-position-vertical-relative:margin" o:allowincell="f" fillcolor="yellow"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82B" w:rsidRDefault="002628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68269" o:spid="_x0000_s2052" type="#_x0000_t136" style="position:absolute;margin-left:0;margin-top:0;width:418.6pt;height:167.4pt;rotation:315;z-index:-251657728;mso-position-horizontal:center;mso-position-horizontal-relative:margin;mso-position-vertical:center;mso-position-vertical-relative:margin" o:allowincell="f" fillcolor="yellow" stroked="f">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82B" w:rsidRDefault="002628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68267" o:spid="_x0000_s2050" type="#_x0000_t136" style="position:absolute;margin-left:0;margin-top:0;width:418.6pt;height:167.4pt;rotation:315;z-index:-251659776;mso-position-horizontal:center;mso-position-horizontal-relative:margin;mso-position-vertical:center;mso-position-vertical-relative:margin" o:allowincell="f" fillcolor="yellow"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B4301"/>
    <w:multiLevelType w:val="multilevel"/>
    <w:tmpl w:val="1042F7F2"/>
    <w:lvl w:ilvl="0">
      <w:start w:val="1"/>
      <w:numFmt w:val="decimal"/>
      <w:lvlText w:val="%1."/>
      <w:legacy w:legacy="1" w:legacySpace="120" w:legacyIndent="567"/>
      <w:lvlJc w:val="left"/>
      <w:pPr>
        <w:ind w:left="567" w:hanging="567"/>
      </w:pPr>
    </w:lvl>
    <w:lvl w:ilvl="1">
      <w:start w:val="1"/>
      <w:numFmt w:val="lowerLetter"/>
      <w:lvlText w:val="%2."/>
      <w:legacy w:legacy="1" w:legacySpace="120" w:legacyIndent="360"/>
      <w:lvlJc w:val="left"/>
      <w:pPr>
        <w:ind w:left="927" w:hanging="360"/>
      </w:pPr>
    </w:lvl>
    <w:lvl w:ilvl="2">
      <w:start w:val="1"/>
      <w:numFmt w:val="lowerRoman"/>
      <w:lvlText w:val="%3."/>
      <w:legacy w:legacy="1" w:legacySpace="120" w:legacyIndent="180"/>
      <w:lvlJc w:val="left"/>
      <w:pPr>
        <w:ind w:left="1107" w:hanging="180"/>
      </w:pPr>
    </w:lvl>
    <w:lvl w:ilvl="3">
      <w:start w:val="1"/>
      <w:numFmt w:val="decimal"/>
      <w:lvlText w:val="%4."/>
      <w:legacy w:legacy="1" w:legacySpace="120" w:legacyIndent="360"/>
      <w:lvlJc w:val="left"/>
      <w:pPr>
        <w:ind w:left="1467" w:hanging="360"/>
      </w:pPr>
    </w:lvl>
    <w:lvl w:ilvl="4">
      <w:start w:val="1"/>
      <w:numFmt w:val="lowerLetter"/>
      <w:lvlText w:val="%5."/>
      <w:legacy w:legacy="1" w:legacySpace="120" w:legacyIndent="360"/>
      <w:lvlJc w:val="left"/>
      <w:pPr>
        <w:ind w:left="1827" w:hanging="360"/>
      </w:pPr>
    </w:lvl>
    <w:lvl w:ilvl="5">
      <w:start w:val="1"/>
      <w:numFmt w:val="lowerRoman"/>
      <w:lvlText w:val="%6."/>
      <w:legacy w:legacy="1" w:legacySpace="120" w:legacyIndent="180"/>
      <w:lvlJc w:val="left"/>
      <w:pPr>
        <w:ind w:left="2007" w:hanging="180"/>
      </w:pPr>
    </w:lvl>
    <w:lvl w:ilvl="6">
      <w:start w:val="1"/>
      <w:numFmt w:val="decimal"/>
      <w:lvlText w:val="%7."/>
      <w:legacy w:legacy="1" w:legacySpace="120" w:legacyIndent="360"/>
      <w:lvlJc w:val="left"/>
      <w:pPr>
        <w:ind w:left="2367" w:hanging="360"/>
      </w:pPr>
    </w:lvl>
    <w:lvl w:ilvl="7">
      <w:start w:val="1"/>
      <w:numFmt w:val="lowerLetter"/>
      <w:lvlText w:val="%8."/>
      <w:legacy w:legacy="1" w:legacySpace="120" w:legacyIndent="360"/>
      <w:lvlJc w:val="left"/>
      <w:pPr>
        <w:ind w:left="2727" w:hanging="360"/>
      </w:pPr>
    </w:lvl>
    <w:lvl w:ilvl="8">
      <w:start w:val="1"/>
      <w:numFmt w:val="lowerRoman"/>
      <w:lvlText w:val="%9."/>
      <w:legacy w:legacy="1" w:legacySpace="120" w:legacyIndent="180"/>
      <w:lvlJc w:val="left"/>
      <w:pPr>
        <w:ind w:left="2907" w:hanging="180"/>
      </w:pPr>
    </w:lvl>
  </w:abstractNum>
  <w:abstractNum w:abstractNumId="1">
    <w:nsid w:val="07364F0C"/>
    <w:multiLevelType w:val="hybridMultilevel"/>
    <w:tmpl w:val="AA3C3A6E"/>
    <w:lvl w:ilvl="0" w:tplc="0CA8DDA8">
      <w:start w:val="1"/>
      <w:numFmt w:val="decimal"/>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1184957"/>
    <w:multiLevelType w:val="hybridMultilevel"/>
    <w:tmpl w:val="4F3C2EC0"/>
    <w:lvl w:ilvl="0" w:tplc="0409000F">
      <w:start w:val="1"/>
      <w:numFmt w:val="decimal"/>
      <w:lvlText w:val="%1."/>
      <w:lvlJc w:val="left"/>
      <w:pPr>
        <w:tabs>
          <w:tab w:val="num" w:pos="1288"/>
        </w:tabs>
        <w:ind w:left="1288" w:hanging="360"/>
      </w:pPr>
    </w:lvl>
    <w:lvl w:ilvl="1" w:tplc="04090001">
      <w:start w:val="1"/>
      <w:numFmt w:val="bullet"/>
      <w:lvlText w:val=""/>
      <w:lvlJc w:val="left"/>
      <w:pPr>
        <w:tabs>
          <w:tab w:val="num" w:pos="2008"/>
        </w:tabs>
        <w:ind w:left="2008" w:hanging="360"/>
      </w:pPr>
      <w:rPr>
        <w:rFonts w:ascii="Symbol" w:hAnsi="Symbol" w:hint="default"/>
      </w:rPr>
    </w:lvl>
    <w:lvl w:ilvl="2" w:tplc="0409001B" w:tentative="1">
      <w:start w:val="1"/>
      <w:numFmt w:val="lowerRoman"/>
      <w:lvlText w:val="%3."/>
      <w:lvlJc w:val="right"/>
      <w:pPr>
        <w:tabs>
          <w:tab w:val="num" w:pos="2728"/>
        </w:tabs>
        <w:ind w:left="2728" w:hanging="180"/>
      </w:pPr>
    </w:lvl>
    <w:lvl w:ilvl="3" w:tplc="0409000F" w:tentative="1">
      <w:start w:val="1"/>
      <w:numFmt w:val="decimal"/>
      <w:lvlText w:val="%4."/>
      <w:lvlJc w:val="left"/>
      <w:pPr>
        <w:tabs>
          <w:tab w:val="num" w:pos="3448"/>
        </w:tabs>
        <w:ind w:left="3448" w:hanging="360"/>
      </w:pPr>
    </w:lvl>
    <w:lvl w:ilvl="4" w:tplc="04090019" w:tentative="1">
      <w:start w:val="1"/>
      <w:numFmt w:val="lowerLetter"/>
      <w:lvlText w:val="%5."/>
      <w:lvlJc w:val="left"/>
      <w:pPr>
        <w:tabs>
          <w:tab w:val="num" w:pos="4168"/>
        </w:tabs>
        <w:ind w:left="4168" w:hanging="360"/>
      </w:pPr>
    </w:lvl>
    <w:lvl w:ilvl="5" w:tplc="0409001B" w:tentative="1">
      <w:start w:val="1"/>
      <w:numFmt w:val="lowerRoman"/>
      <w:lvlText w:val="%6."/>
      <w:lvlJc w:val="right"/>
      <w:pPr>
        <w:tabs>
          <w:tab w:val="num" w:pos="4888"/>
        </w:tabs>
        <w:ind w:left="4888" w:hanging="180"/>
      </w:pPr>
    </w:lvl>
    <w:lvl w:ilvl="6" w:tplc="0409000F" w:tentative="1">
      <w:start w:val="1"/>
      <w:numFmt w:val="decimal"/>
      <w:lvlText w:val="%7."/>
      <w:lvlJc w:val="left"/>
      <w:pPr>
        <w:tabs>
          <w:tab w:val="num" w:pos="5608"/>
        </w:tabs>
        <w:ind w:left="5608" w:hanging="360"/>
      </w:pPr>
    </w:lvl>
    <w:lvl w:ilvl="7" w:tplc="04090019" w:tentative="1">
      <w:start w:val="1"/>
      <w:numFmt w:val="lowerLetter"/>
      <w:lvlText w:val="%8."/>
      <w:lvlJc w:val="left"/>
      <w:pPr>
        <w:tabs>
          <w:tab w:val="num" w:pos="6328"/>
        </w:tabs>
        <w:ind w:left="6328" w:hanging="360"/>
      </w:pPr>
    </w:lvl>
    <w:lvl w:ilvl="8" w:tplc="0409001B" w:tentative="1">
      <w:start w:val="1"/>
      <w:numFmt w:val="lowerRoman"/>
      <w:lvlText w:val="%9."/>
      <w:lvlJc w:val="right"/>
      <w:pPr>
        <w:tabs>
          <w:tab w:val="num" w:pos="7048"/>
        </w:tabs>
        <w:ind w:left="7048" w:hanging="180"/>
      </w:pPr>
    </w:lvl>
  </w:abstractNum>
  <w:abstractNum w:abstractNumId="3">
    <w:nsid w:val="2E0128FF"/>
    <w:multiLevelType w:val="hybridMultilevel"/>
    <w:tmpl w:val="045CABB6"/>
    <w:lvl w:ilvl="0" w:tplc="0C09000F">
      <w:start w:val="1"/>
      <w:numFmt w:val="decimal"/>
      <w:lvlText w:val="%1."/>
      <w:lvlJc w:val="left"/>
      <w:pPr>
        <w:ind w:left="2008" w:hanging="360"/>
      </w:pPr>
    </w:lvl>
    <w:lvl w:ilvl="1" w:tplc="0C090019" w:tentative="1">
      <w:start w:val="1"/>
      <w:numFmt w:val="lowerLetter"/>
      <w:lvlText w:val="%2."/>
      <w:lvlJc w:val="left"/>
      <w:pPr>
        <w:ind w:left="2728" w:hanging="360"/>
      </w:pPr>
    </w:lvl>
    <w:lvl w:ilvl="2" w:tplc="0C09001B" w:tentative="1">
      <w:start w:val="1"/>
      <w:numFmt w:val="lowerRoman"/>
      <w:lvlText w:val="%3."/>
      <w:lvlJc w:val="right"/>
      <w:pPr>
        <w:ind w:left="3448" w:hanging="180"/>
      </w:pPr>
    </w:lvl>
    <w:lvl w:ilvl="3" w:tplc="0C09000F" w:tentative="1">
      <w:start w:val="1"/>
      <w:numFmt w:val="decimal"/>
      <w:lvlText w:val="%4."/>
      <w:lvlJc w:val="left"/>
      <w:pPr>
        <w:ind w:left="4168" w:hanging="360"/>
      </w:pPr>
    </w:lvl>
    <w:lvl w:ilvl="4" w:tplc="0C090019" w:tentative="1">
      <w:start w:val="1"/>
      <w:numFmt w:val="lowerLetter"/>
      <w:lvlText w:val="%5."/>
      <w:lvlJc w:val="left"/>
      <w:pPr>
        <w:ind w:left="4888" w:hanging="360"/>
      </w:pPr>
    </w:lvl>
    <w:lvl w:ilvl="5" w:tplc="0C09001B" w:tentative="1">
      <w:start w:val="1"/>
      <w:numFmt w:val="lowerRoman"/>
      <w:lvlText w:val="%6."/>
      <w:lvlJc w:val="right"/>
      <w:pPr>
        <w:ind w:left="5608" w:hanging="180"/>
      </w:pPr>
    </w:lvl>
    <w:lvl w:ilvl="6" w:tplc="0C09000F" w:tentative="1">
      <w:start w:val="1"/>
      <w:numFmt w:val="decimal"/>
      <w:lvlText w:val="%7."/>
      <w:lvlJc w:val="left"/>
      <w:pPr>
        <w:ind w:left="6328" w:hanging="360"/>
      </w:pPr>
    </w:lvl>
    <w:lvl w:ilvl="7" w:tplc="0C090019" w:tentative="1">
      <w:start w:val="1"/>
      <w:numFmt w:val="lowerLetter"/>
      <w:lvlText w:val="%8."/>
      <w:lvlJc w:val="left"/>
      <w:pPr>
        <w:ind w:left="7048" w:hanging="360"/>
      </w:pPr>
    </w:lvl>
    <w:lvl w:ilvl="8" w:tplc="0C09001B" w:tentative="1">
      <w:start w:val="1"/>
      <w:numFmt w:val="lowerRoman"/>
      <w:lvlText w:val="%9."/>
      <w:lvlJc w:val="right"/>
      <w:pPr>
        <w:ind w:left="7768" w:hanging="180"/>
      </w:pPr>
    </w:lvl>
  </w:abstractNum>
  <w:abstractNum w:abstractNumId="4">
    <w:nsid w:val="301A1DC1"/>
    <w:multiLevelType w:val="hybridMultilevel"/>
    <w:tmpl w:val="42BA4F84"/>
    <w:lvl w:ilvl="0" w:tplc="DDA0C4E2">
      <w:start w:val="7"/>
      <w:numFmt w:val="decimal"/>
      <w:lvlText w:val="%1."/>
      <w:lvlJc w:val="left"/>
      <w:pPr>
        <w:tabs>
          <w:tab w:val="num" w:pos="1288"/>
        </w:tabs>
        <w:ind w:left="128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43A59E2"/>
    <w:multiLevelType w:val="hybridMultilevel"/>
    <w:tmpl w:val="D6C26AD6"/>
    <w:lvl w:ilvl="0" w:tplc="400218EA">
      <w:start w:val="1"/>
      <w:numFmt w:val="bullet"/>
      <w:lvlText w:val=""/>
      <w:lvlJc w:val="left"/>
      <w:pPr>
        <w:tabs>
          <w:tab w:val="num" w:pos="425"/>
        </w:tabs>
        <w:ind w:left="425" w:hanging="425"/>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9067971"/>
    <w:multiLevelType w:val="hybridMultilevel"/>
    <w:tmpl w:val="5E2E8A3A"/>
    <w:lvl w:ilvl="0" w:tplc="6AF23A4A">
      <w:start w:val="1"/>
      <w:numFmt w:val="decimal"/>
      <w:pStyle w:val="Style1"/>
      <w:lvlText w:val="%1."/>
      <w:lvlJc w:val="left"/>
      <w:pPr>
        <w:tabs>
          <w:tab w:val="num" w:pos="567"/>
        </w:tabs>
        <w:ind w:left="567" w:hanging="567"/>
      </w:pPr>
      <w:rPr>
        <w:rFonts w:ascii="Arial" w:hAnsi="Arial" w:hint="default"/>
        <w:sz w:val="22"/>
      </w:r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7">
    <w:nsid w:val="6398164E"/>
    <w:multiLevelType w:val="hybridMultilevel"/>
    <w:tmpl w:val="BC12784E"/>
    <w:lvl w:ilvl="0" w:tplc="26B659A0">
      <w:start w:val="1"/>
      <w:numFmt w:val="bullet"/>
      <w:lvlText w:val=""/>
      <w:lvlJc w:val="left"/>
      <w:pPr>
        <w:tabs>
          <w:tab w:val="num" w:pos="425"/>
        </w:tabs>
        <w:ind w:left="425" w:hanging="425"/>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9D15182"/>
    <w:multiLevelType w:val="hybridMultilevel"/>
    <w:tmpl w:val="739CC32A"/>
    <w:lvl w:ilvl="0" w:tplc="4B14D098">
      <w:start w:val="1"/>
      <w:numFmt w:val="decimal"/>
      <w:pStyle w:val="PolicyLevel3Numbered"/>
      <w:lvlText w:val="%1."/>
      <w:lvlJc w:val="left"/>
      <w:pPr>
        <w:tabs>
          <w:tab w:val="num" w:pos="2268"/>
        </w:tabs>
        <w:ind w:left="2268" w:hanging="567"/>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2E92731"/>
    <w:multiLevelType w:val="hybridMultilevel"/>
    <w:tmpl w:val="74D0EE38"/>
    <w:lvl w:ilvl="0" w:tplc="0C090001">
      <w:start w:val="1"/>
      <w:numFmt w:val="bullet"/>
      <w:lvlText w:val=""/>
      <w:lvlJc w:val="left"/>
      <w:pPr>
        <w:ind w:left="1288" w:hanging="360"/>
      </w:pPr>
      <w:rPr>
        <w:rFonts w:ascii="Symbol" w:hAnsi="Symbol" w:hint="default"/>
      </w:rPr>
    </w:lvl>
    <w:lvl w:ilvl="1" w:tplc="0C090003" w:tentative="1">
      <w:start w:val="1"/>
      <w:numFmt w:val="bullet"/>
      <w:lvlText w:val="o"/>
      <w:lvlJc w:val="left"/>
      <w:pPr>
        <w:ind w:left="2008" w:hanging="360"/>
      </w:pPr>
      <w:rPr>
        <w:rFonts w:ascii="Courier New" w:hAnsi="Courier New" w:cs="Courier New" w:hint="default"/>
      </w:rPr>
    </w:lvl>
    <w:lvl w:ilvl="2" w:tplc="0C090005" w:tentative="1">
      <w:start w:val="1"/>
      <w:numFmt w:val="bullet"/>
      <w:lvlText w:val=""/>
      <w:lvlJc w:val="left"/>
      <w:pPr>
        <w:ind w:left="2728" w:hanging="360"/>
      </w:pPr>
      <w:rPr>
        <w:rFonts w:ascii="Wingdings" w:hAnsi="Wingdings" w:hint="default"/>
      </w:rPr>
    </w:lvl>
    <w:lvl w:ilvl="3" w:tplc="0C090001" w:tentative="1">
      <w:start w:val="1"/>
      <w:numFmt w:val="bullet"/>
      <w:lvlText w:val=""/>
      <w:lvlJc w:val="left"/>
      <w:pPr>
        <w:ind w:left="3448" w:hanging="360"/>
      </w:pPr>
      <w:rPr>
        <w:rFonts w:ascii="Symbol" w:hAnsi="Symbol" w:hint="default"/>
      </w:rPr>
    </w:lvl>
    <w:lvl w:ilvl="4" w:tplc="0C090003" w:tentative="1">
      <w:start w:val="1"/>
      <w:numFmt w:val="bullet"/>
      <w:lvlText w:val="o"/>
      <w:lvlJc w:val="left"/>
      <w:pPr>
        <w:ind w:left="4168" w:hanging="360"/>
      </w:pPr>
      <w:rPr>
        <w:rFonts w:ascii="Courier New" w:hAnsi="Courier New" w:cs="Courier New" w:hint="default"/>
      </w:rPr>
    </w:lvl>
    <w:lvl w:ilvl="5" w:tplc="0C090005" w:tentative="1">
      <w:start w:val="1"/>
      <w:numFmt w:val="bullet"/>
      <w:lvlText w:val=""/>
      <w:lvlJc w:val="left"/>
      <w:pPr>
        <w:ind w:left="4888" w:hanging="360"/>
      </w:pPr>
      <w:rPr>
        <w:rFonts w:ascii="Wingdings" w:hAnsi="Wingdings" w:hint="default"/>
      </w:rPr>
    </w:lvl>
    <w:lvl w:ilvl="6" w:tplc="0C090001" w:tentative="1">
      <w:start w:val="1"/>
      <w:numFmt w:val="bullet"/>
      <w:lvlText w:val=""/>
      <w:lvlJc w:val="left"/>
      <w:pPr>
        <w:ind w:left="5608" w:hanging="360"/>
      </w:pPr>
      <w:rPr>
        <w:rFonts w:ascii="Symbol" w:hAnsi="Symbol" w:hint="default"/>
      </w:rPr>
    </w:lvl>
    <w:lvl w:ilvl="7" w:tplc="0C090003" w:tentative="1">
      <w:start w:val="1"/>
      <w:numFmt w:val="bullet"/>
      <w:lvlText w:val="o"/>
      <w:lvlJc w:val="left"/>
      <w:pPr>
        <w:ind w:left="6328" w:hanging="360"/>
      </w:pPr>
      <w:rPr>
        <w:rFonts w:ascii="Courier New" w:hAnsi="Courier New" w:cs="Courier New" w:hint="default"/>
      </w:rPr>
    </w:lvl>
    <w:lvl w:ilvl="8" w:tplc="0C090005" w:tentative="1">
      <w:start w:val="1"/>
      <w:numFmt w:val="bullet"/>
      <w:lvlText w:val=""/>
      <w:lvlJc w:val="left"/>
      <w:pPr>
        <w:ind w:left="7048" w:hanging="360"/>
      </w:pPr>
      <w:rPr>
        <w:rFonts w:ascii="Wingdings" w:hAnsi="Wingdings" w:hint="default"/>
      </w:rPr>
    </w:lvl>
  </w:abstractNum>
  <w:num w:numId="1">
    <w:abstractNumId w:val="0"/>
  </w:num>
  <w:num w:numId="2">
    <w:abstractNumId w:val="0"/>
  </w:num>
  <w:num w:numId="3">
    <w:abstractNumId w:val="0"/>
  </w:num>
  <w:num w:numId="4">
    <w:abstractNumId w:val="6"/>
  </w:num>
  <w:num w:numId="5">
    <w:abstractNumId w:val="8"/>
  </w:num>
  <w:num w:numId="6">
    <w:abstractNumId w:val="8"/>
  </w:num>
  <w:num w:numId="7">
    <w:abstractNumId w:val="8"/>
  </w:num>
  <w:num w:numId="8">
    <w:abstractNumId w:val="1"/>
  </w:num>
  <w:num w:numId="9">
    <w:abstractNumId w:val="5"/>
  </w:num>
  <w:num w:numId="10">
    <w:abstractNumId w:val="7"/>
  </w:num>
  <w:num w:numId="11">
    <w:abstractNumId w:val="2"/>
  </w:num>
  <w:num w:numId="12">
    <w:abstractNumId w:val="4"/>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displayVerticalDrawingGridEvery w:val="2"/>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7D"/>
    <w:rsid w:val="00003B0A"/>
    <w:rsid w:val="00024A1F"/>
    <w:rsid w:val="00051319"/>
    <w:rsid w:val="00063A06"/>
    <w:rsid w:val="0007564F"/>
    <w:rsid w:val="001373D6"/>
    <w:rsid w:val="001967F9"/>
    <w:rsid w:val="001C27BD"/>
    <w:rsid w:val="001E049C"/>
    <w:rsid w:val="002022E9"/>
    <w:rsid w:val="0025534B"/>
    <w:rsid w:val="002568A3"/>
    <w:rsid w:val="002628AD"/>
    <w:rsid w:val="002B50DE"/>
    <w:rsid w:val="002E6A4C"/>
    <w:rsid w:val="003038B1"/>
    <w:rsid w:val="003A5B1C"/>
    <w:rsid w:val="003E6F7C"/>
    <w:rsid w:val="003F1BC3"/>
    <w:rsid w:val="003F2FB0"/>
    <w:rsid w:val="003F7967"/>
    <w:rsid w:val="00436D27"/>
    <w:rsid w:val="00466A0B"/>
    <w:rsid w:val="004754A2"/>
    <w:rsid w:val="004B0421"/>
    <w:rsid w:val="004B3AD2"/>
    <w:rsid w:val="0052402E"/>
    <w:rsid w:val="00541663"/>
    <w:rsid w:val="00553876"/>
    <w:rsid w:val="005675DE"/>
    <w:rsid w:val="005A6C21"/>
    <w:rsid w:val="005B0D61"/>
    <w:rsid w:val="0062429B"/>
    <w:rsid w:val="00630B58"/>
    <w:rsid w:val="006A347A"/>
    <w:rsid w:val="006C02C8"/>
    <w:rsid w:val="006D2B84"/>
    <w:rsid w:val="006F28AF"/>
    <w:rsid w:val="006F2D1D"/>
    <w:rsid w:val="00707943"/>
    <w:rsid w:val="00735B79"/>
    <w:rsid w:val="00822362"/>
    <w:rsid w:val="0082517D"/>
    <w:rsid w:val="008747A8"/>
    <w:rsid w:val="00875F14"/>
    <w:rsid w:val="0089554B"/>
    <w:rsid w:val="008967BD"/>
    <w:rsid w:val="008A349D"/>
    <w:rsid w:val="0091123D"/>
    <w:rsid w:val="00995488"/>
    <w:rsid w:val="009C2603"/>
    <w:rsid w:val="009C6904"/>
    <w:rsid w:val="009D18EA"/>
    <w:rsid w:val="00A748CB"/>
    <w:rsid w:val="00A82BA7"/>
    <w:rsid w:val="00AA221C"/>
    <w:rsid w:val="00AA794D"/>
    <w:rsid w:val="00AE4076"/>
    <w:rsid w:val="00AE7AB5"/>
    <w:rsid w:val="00AF0C06"/>
    <w:rsid w:val="00B2283A"/>
    <w:rsid w:val="00B30027"/>
    <w:rsid w:val="00B41C85"/>
    <w:rsid w:val="00B63037"/>
    <w:rsid w:val="00C00D9E"/>
    <w:rsid w:val="00C777AB"/>
    <w:rsid w:val="00C978DF"/>
    <w:rsid w:val="00D0765F"/>
    <w:rsid w:val="00D15529"/>
    <w:rsid w:val="00D20AA7"/>
    <w:rsid w:val="00D2382B"/>
    <w:rsid w:val="00D63BBE"/>
    <w:rsid w:val="00D70442"/>
    <w:rsid w:val="00D826D5"/>
    <w:rsid w:val="00D94D87"/>
    <w:rsid w:val="00DA6053"/>
    <w:rsid w:val="00DA7AEF"/>
    <w:rsid w:val="00DC64C3"/>
    <w:rsid w:val="00E02F2D"/>
    <w:rsid w:val="00E349E0"/>
    <w:rsid w:val="00EA58A0"/>
    <w:rsid w:val="00ED0512"/>
    <w:rsid w:val="00F64AC2"/>
    <w:rsid w:val="00F819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docId w15:val="{802AA034-BA64-4C61-81B2-95B1A89F9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64F"/>
    <w:pPr>
      <w:widowControl w:val="0"/>
      <w:autoSpaceDE w:val="0"/>
      <w:autoSpaceDN w:val="0"/>
      <w:adjustRightInd w:val="0"/>
    </w:pPr>
    <w:rPr>
      <w:rFonts w:ascii="Arial" w:hAnsi="Arial"/>
      <w:sz w:val="22"/>
      <w:szCs w:val="24"/>
      <w:lang w:eastAsia="en-US"/>
    </w:rPr>
  </w:style>
  <w:style w:type="paragraph" w:styleId="Heading1">
    <w:name w:val="heading 1"/>
    <w:basedOn w:val="Normal"/>
    <w:next w:val="Normal"/>
    <w:qFormat/>
    <w:rsid w:val="00D63BBE"/>
    <w:pPr>
      <w:keepNext/>
      <w:jc w:val="center"/>
      <w:outlineLvl w:val="0"/>
    </w:pPr>
    <w:rPr>
      <w:rFonts w:ascii="Arial Narrow" w:hAnsi="Arial Narrow"/>
      <w:b/>
      <w:sz w:val="36"/>
      <w:szCs w:val="20"/>
    </w:rPr>
  </w:style>
  <w:style w:type="paragraph" w:styleId="Heading2">
    <w:name w:val="heading 2"/>
    <w:basedOn w:val="Normal"/>
    <w:next w:val="Normal"/>
    <w:qFormat/>
    <w:rsid w:val="00D63BBE"/>
    <w:pPr>
      <w:keepNext/>
      <w:tabs>
        <w:tab w:val="right" w:pos="9639"/>
      </w:tabs>
      <w:outlineLvl w:val="1"/>
    </w:pPr>
    <w:rPr>
      <w:b/>
      <w:sz w:val="28"/>
      <w:szCs w:val="20"/>
    </w:rPr>
  </w:style>
  <w:style w:type="paragraph" w:styleId="Heading3">
    <w:name w:val="heading 3"/>
    <w:basedOn w:val="Normal"/>
    <w:next w:val="Normal"/>
    <w:qFormat/>
    <w:rsid w:val="00D63BBE"/>
    <w:pPr>
      <w:keepNext/>
      <w:outlineLvl w:val="2"/>
    </w:pPr>
    <w:rPr>
      <w:b/>
      <w:sz w:val="24"/>
      <w:szCs w:val="20"/>
    </w:rPr>
  </w:style>
  <w:style w:type="paragraph" w:styleId="Heading4">
    <w:name w:val="heading 4"/>
    <w:basedOn w:val="Normal"/>
    <w:next w:val="Normal"/>
    <w:qFormat/>
    <w:rsid w:val="00D63BBE"/>
    <w:pPr>
      <w:keepNext/>
      <w:outlineLvl w:val="3"/>
    </w:pPr>
    <w:rPr>
      <w:b/>
      <w:bCs/>
    </w:rPr>
  </w:style>
  <w:style w:type="paragraph" w:styleId="Heading5">
    <w:name w:val="heading 5"/>
    <w:basedOn w:val="Normal"/>
    <w:next w:val="Normal"/>
    <w:qFormat/>
    <w:rsid w:val="00D63BBE"/>
    <w:pPr>
      <w:keepNext/>
      <w:outlineLvl w:val="4"/>
    </w:pPr>
    <w:rPr>
      <w:b/>
      <w:i/>
    </w:rPr>
  </w:style>
  <w:style w:type="paragraph" w:styleId="Heading6">
    <w:name w:val="heading 6"/>
    <w:basedOn w:val="Normal"/>
    <w:next w:val="Normal"/>
    <w:qFormat/>
    <w:rsid w:val="00D63BBE"/>
    <w:pPr>
      <w:keepNext/>
      <w:spacing w:line="240" w:lineRule="exact"/>
      <w:jc w:val="center"/>
      <w:outlineLvl w:val="5"/>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63BBE"/>
    <w:pPr>
      <w:jc w:val="both"/>
    </w:pPr>
    <w:rPr>
      <w:szCs w:val="28"/>
    </w:rPr>
  </w:style>
  <w:style w:type="paragraph" w:customStyle="1" w:styleId="PolicyLevel1">
    <w:name w:val="Policy Level 1"/>
    <w:basedOn w:val="Normal"/>
    <w:rsid w:val="00D63BBE"/>
    <w:pPr>
      <w:ind w:left="567"/>
    </w:pPr>
    <w:rPr>
      <w:szCs w:val="20"/>
    </w:rPr>
  </w:style>
  <w:style w:type="paragraph" w:customStyle="1" w:styleId="PolicyLevel2">
    <w:name w:val="Policy Level 2"/>
    <w:basedOn w:val="PolicyLevel1"/>
    <w:rsid w:val="00D63BBE"/>
    <w:pPr>
      <w:ind w:left="1134"/>
    </w:pPr>
  </w:style>
  <w:style w:type="paragraph" w:customStyle="1" w:styleId="PolicyLevel3">
    <w:name w:val="Policy Level 3"/>
    <w:basedOn w:val="PolicyLevel2"/>
    <w:rsid w:val="00D63BBE"/>
    <w:pPr>
      <w:ind w:left="1701"/>
    </w:pPr>
    <w:rPr>
      <w:sz w:val="20"/>
    </w:rPr>
  </w:style>
  <w:style w:type="paragraph" w:customStyle="1" w:styleId="PolicyLevel3Numbered">
    <w:name w:val="Policy Level 3 Numbered"/>
    <w:basedOn w:val="Normal"/>
    <w:rsid w:val="00D63BBE"/>
    <w:pPr>
      <w:numPr>
        <w:numId w:val="7"/>
      </w:numPr>
    </w:pPr>
    <w:rPr>
      <w:sz w:val="20"/>
      <w:szCs w:val="20"/>
    </w:rPr>
  </w:style>
  <w:style w:type="paragraph" w:customStyle="1" w:styleId="Style1">
    <w:name w:val="Style1"/>
    <w:basedOn w:val="Normal"/>
    <w:rsid w:val="00D63BBE"/>
    <w:pPr>
      <w:numPr>
        <w:numId w:val="4"/>
      </w:numPr>
    </w:pPr>
  </w:style>
  <w:style w:type="paragraph" w:styleId="EnvelopeAddress">
    <w:name w:val="envelope address"/>
    <w:basedOn w:val="Normal"/>
    <w:rsid w:val="00D63BBE"/>
    <w:pPr>
      <w:framePr w:w="7920" w:h="1980" w:hRule="exact" w:hSpace="180" w:wrap="auto" w:hAnchor="page" w:xAlign="center" w:yAlign="bottom"/>
      <w:ind w:left="2880"/>
    </w:pPr>
    <w:rPr>
      <w:rFonts w:cs="Arial"/>
    </w:rPr>
  </w:style>
  <w:style w:type="paragraph" w:styleId="BodyText2">
    <w:name w:val="Body Text 2"/>
    <w:basedOn w:val="Normal"/>
    <w:rsid w:val="00D63BBE"/>
    <w:pPr>
      <w:spacing w:after="120"/>
    </w:pPr>
  </w:style>
  <w:style w:type="paragraph" w:styleId="Date">
    <w:name w:val="Date"/>
    <w:basedOn w:val="Normal"/>
    <w:next w:val="Normal"/>
    <w:rsid w:val="00D63BBE"/>
  </w:style>
  <w:style w:type="paragraph" w:styleId="FootnoteText">
    <w:name w:val="footnote text"/>
    <w:basedOn w:val="Normal"/>
    <w:semiHidden/>
    <w:rsid w:val="00D63BBE"/>
    <w:pPr>
      <w:ind w:left="284" w:hanging="284"/>
    </w:pPr>
    <w:rPr>
      <w:sz w:val="18"/>
      <w:szCs w:val="20"/>
    </w:rPr>
  </w:style>
  <w:style w:type="character" w:styleId="FootnoteReference">
    <w:name w:val="footnote reference"/>
    <w:semiHidden/>
    <w:rsid w:val="00D63BBE"/>
    <w:rPr>
      <w:rFonts w:ascii="Arial" w:hAnsi="Arial"/>
      <w:sz w:val="22"/>
      <w:vertAlign w:val="superscript"/>
    </w:rPr>
  </w:style>
  <w:style w:type="paragraph" w:customStyle="1" w:styleId="Quotation">
    <w:name w:val="Quotation"/>
    <w:basedOn w:val="Normal"/>
    <w:next w:val="Normal"/>
    <w:rsid w:val="00D63BBE"/>
    <w:pPr>
      <w:tabs>
        <w:tab w:val="left" w:pos="0"/>
      </w:tabs>
      <w:spacing w:after="240"/>
      <w:ind w:left="567" w:right="567"/>
    </w:pPr>
    <w:rPr>
      <w:szCs w:val="20"/>
    </w:rPr>
  </w:style>
  <w:style w:type="paragraph" w:styleId="BodyTextIndent">
    <w:name w:val="Body Text Indent"/>
    <w:basedOn w:val="Normal"/>
    <w:rsid w:val="00D63BBE"/>
    <w:pPr>
      <w:tabs>
        <w:tab w:val="left" w:pos="567"/>
      </w:tabs>
      <w:ind w:left="567" w:hanging="567"/>
      <w:jc w:val="both"/>
    </w:pPr>
    <w:rPr>
      <w:rFonts w:cs="Arial"/>
      <w:lang w:val="en-US"/>
    </w:rPr>
  </w:style>
  <w:style w:type="paragraph" w:styleId="Salutation">
    <w:name w:val="Salutation"/>
    <w:basedOn w:val="Normal"/>
    <w:next w:val="Normal"/>
    <w:rsid w:val="00D63BBE"/>
    <w:pPr>
      <w:spacing w:before="720"/>
    </w:pPr>
  </w:style>
  <w:style w:type="paragraph" w:styleId="Header">
    <w:name w:val="header"/>
    <w:basedOn w:val="Normal"/>
    <w:rsid w:val="00D63BBE"/>
    <w:pPr>
      <w:tabs>
        <w:tab w:val="center" w:pos="4320"/>
        <w:tab w:val="right" w:pos="8640"/>
      </w:tabs>
    </w:pPr>
  </w:style>
  <w:style w:type="paragraph" w:styleId="Footer">
    <w:name w:val="footer"/>
    <w:basedOn w:val="Normal"/>
    <w:rsid w:val="00D63BBE"/>
    <w:pPr>
      <w:tabs>
        <w:tab w:val="center" w:pos="4320"/>
        <w:tab w:val="right" w:pos="8640"/>
      </w:tabs>
    </w:pPr>
  </w:style>
  <w:style w:type="paragraph" w:styleId="Title">
    <w:name w:val="Title"/>
    <w:basedOn w:val="Normal"/>
    <w:qFormat/>
    <w:rsid w:val="00D63BBE"/>
    <w:pPr>
      <w:jc w:val="center"/>
    </w:pPr>
    <w:rPr>
      <w:b/>
      <w:sz w:val="28"/>
      <w:u w:val="single"/>
    </w:rPr>
  </w:style>
  <w:style w:type="character" w:styleId="Hyperlink">
    <w:name w:val="Hyperlink"/>
    <w:rsid w:val="00003B0A"/>
    <w:rPr>
      <w:color w:val="0000FF"/>
      <w:u w:val="single"/>
    </w:rPr>
  </w:style>
  <w:style w:type="character" w:styleId="PlaceholderText">
    <w:name w:val="Placeholder Text"/>
    <w:basedOn w:val="DefaultParagraphFont"/>
    <w:uiPriority w:val="99"/>
    <w:semiHidden/>
    <w:rsid w:val="00D0765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mmpcnsw.org.au/people/salaries-and-remuneration/"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zaragoza\Downloads\Pastoral-Assistant-Supervised-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BB5F9F4B0724D8488DBD5CB0379AFA0"/>
        <w:category>
          <w:name w:val="General"/>
          <w:gallery w:val="placeholder"/>
        </w:category>
        <w:types>
          <w:type w:val="bbPlcHdr"/>
        </w:types>
        <w:behaviors>
          <w:behavior w:val="content"/>
        </w:behaviors>
        <w:guid w:val="{9F5A26C2-A463-4A53-8D86-47C7D98F1308}"/>
      </w:docPartPr>
      <w:docPartBody>
        <w:p w:rsidR="00F376AF" w:rsidRDefault="005A531C" w:rsidP="005A531C">
          <w:pPr>
            <w:pStyle w:val="ABB5F9F4B0724D8488DBD5CB0379AFA010"/>
          </w:pPr>
          <w:r w:rsidRPr="00D0765F">
            <w:rPr>
              <w:rStyle w:val="PlaceholderText"/>
              <w:color w:val="FF0000"/>
            </w:rPr>
            <w:t>Select date</w:t>
          </w:r>
        </w:p>
      </w:docPartBody>
    </w:docPart>
    <w:docPart>
      <w:docPartPr>
        <w:name w:val="E3F6ACD33ABF469BB0C61BAA45835B55"/>
        <w:category>
          <w:name w:val="General"/>
          <w:gallery w:val="placeholder"/>
        </w:category>
        <w:types>
          <w:type w:val="bbPlcHdr"/>
        </w:types>
        <w:behaviors>
          <w:behavior w:val="content"/>
        </w:behaviors>
        <w:guid w:val="{75CE1638-96E1-4344-B36A-C774003B9C84}"/>
      </w:docPartPr>
      <w:docPartBody>
        <w:p w:rsidR="00F376AF" w:rsidRDefault="005A531C" w:rsidP="005A531C">
          <w:pPr>
            <w:pStyle w:val="E3F6ACD33ABF469BB0C61BAA45835B5510"/>
          </w:pPr>
          <w:r w:rsidRPr="00D0765F">
            <w:rPr>
              <w:rFonts w:cs="Arial"/>
              <w:color w:val="FF0000"/>
            </w:rPr>
            <w:t xml:space="preserve">Insert name </w:t>
          </w:r>
        </w:p>
      </w:docPartBody>
    </w:docPart>
    <w:docPart>
      <w:docPartPr>
        <w:name w:val="CEDE5DB8624F4CE996EEC6632F1D8874"/>
        <w:category>
          <w:name w:val="General"/>
          <w:gallery w:val="placeholder"/>
        </w:category>
        <w:types>
          <w:type w:val="bbPlcHdr"/>
        </w:types>
        <w:behaviors>
          <w:behavior w:val="content"/>
        </w:behaviors>
        <w:guid w:val="{D7220C8F-FF9D-4A65-928A-28B321D21B1C}"/>
      </w:docPartPr>
      <w:docPartBody>
        <w:p w:rsidR="00F376AF" w:rsidRDefault="005A531C" w:rsidP="005A531C">
          <w:pPr>
            <w:pStyle w:val="CEDE5DB8624F4CE996EEC6632F1D887410"/>
          </w:pPr>
          <w:r w:rsidRPr="00D0765F">
            <w:rPr>
              <w:rFonts w:cs="Arial"/>
              <w:color w:val="FF0000"/>
            </w:rPr>
            <w:t>Address</w:t>
          </w:r>
        </w:p>
      </w:docPartBody>
    </w:docPart>
    <w:docPart>
      <w:docPartPr>
        <w:name w:val="48BAC4B92BD44D2AAA24818427B8B3C3"/>
        <w:category>
          <w:name w:val="General"/>
          <w:gallery w:val="placeholder"/>
        </w:category>
        <w:types>
          <w:type w:val="bbPlcHdr"/>
        </w:types>
        <w:behaviors>
          <w:behavior w:val="content"/>
        </w:behaviors>
        <w:guid w:val="{A788B793-A470-4524-95DD-592315C36E56}"/>
      </w:docPartPr>
      <w:docPartBody>
        <w:p w:rsidR="00F376AF" w:rsidRDefault="005A531C" w:rsidP="005A531C">
          <w:pPr>
            <w:pStyle w:val="48BAC4B92BD44D2AAA24818427B8B3C310"/>
          </w:pPr>
          <w:r w:rsidRPr="00D0765F">
            <w:rPr>
              <w:rFonts w:cs="Arial"/>
              <w:color w:val="FF0000"/>
            </w:rPr>
            <w:t>Insert name</w:t>
          </w:r>
        </w:p>
      </w:docPartBody>
    </w:docPart>
    <w:docPart>
      <w:docPartPr>
        <w:name w:val="2F91A074DDFF47B4BED1615A0DC9C1F6"/>
        <w:category>
          <w:name w:val="General"/>
          <w:gallery w:val="placeholder"/>
        </w:category>
        <w:types>
          <w:type w:val="bbPlcHdr"/>
        </w:types>
        <w:behaviors>
          <w:behavior w:val="content"/>
        </w:behaviors>
        <w:guid w:val="{FB221666-DC2B-48AC-8770-BB19E0006FAD}"/>
      </w:docPartPr>
      <w:docPartBody>
        <w:p w:rsidR="00F376AF" w:rsidRDefault="005A531C" w:rsidP="005A531C">
          <w:pPr>
            <w:pStyle w:val="2F91A074DDFF47B4BED1615A0DC9C1F610"/>
          </w:pPr>
          <w:r w:rsidRPr="00D0765F">
            <w:rPr>
              <w:rStyle w:val="PlaceholderText"/>
              <w:b w:val="0"/>
              <w:color w:val="FF0000"/>
            </w:rPr>
            <w:t>Select one</w:t>
          </w:r>
        </w:p>
      </w:docPartBody>
    </w:docPart>
    <w:docPart>
      <w:docPartPr>
        <w:name w:val="6604077A66EA46D0AEE17D935FC53043"/>
        <w:category>
          <w:name w:val="General"/>
          <w:gallery w:val="placeholder"/>
        </w:category>
        <w:types>
          <w:type w:val="bbPlcHdr"/>
        </w:types>
        <w:behaviors>
          <w:behavior w:val="content"/>
        </w:behaviors>
        <w:guid w:val="{83FD6F6C-053B-4EC2-9797-6FA7ACBCD8AE}"/>
      </w:docPartPr>
      <w:docPartBody>
        <w:p w:rsidR="00F376AF" w:rsidRDefault="005A531C" w:rsidP="005A531C">
          <w:pPr>
            <w:pStyle w:val="6604077A66EA46D0AEE17D935FC5304310"/>
          </w:pPr>
          <w:r w:rsidRPr="00D0765F">
            <w:rPr>
              <w:b w:val="0"/>
              <w:color w:val="FF0000"/>
            </w:rPr>
            <w:t>Insert name of Pastoral Charge or Home Mission Station</w:t>
          </w:r>
        </w:p>
      </w:docPartBody>
    </w:docPart>
    <w:docPart>
      <w:docPartPr>
        <w:name w:val="205F446A2819404CB5659F7DA9CB6053"/>
        <w:category>
          <w:name w:val="General"/>
          <w:gallery w:val="placeholder"/>
        </w:category>
        <w:types>
          <w:type w:val="bbPlcHdr"/>
        </w:types>
        <w:behaviors>
          <w:behavior w:val="content"/>
        </w:behaviors>
        <w:guid w:val="{AE1B484A-C745-4AFC-BAAC-5D7351B66A23}"/>
      </w:docPartPr>
      <w:docPartBody>
        <w:p w:rsidR="00F376AF" w:rsidRDefault="005A531C" w:rsidP="005A531C">
          <w:pPr>
            <w:pStyle w:val="205F446A2819404CB5659F7DA9CB605310"/>
          </w:pPr>
          <w:r w:rsidRPr="00D15529">
            <w:rPr>
              <w:rFonts w:cs="Arial"/>
              <w:color w:val="FF0000"/>
            </w:rPr>
            <w:t>insert congregation name</w:t>
          </w:r>
        </w:p>
      </w:docPartBody>
    </w:docPart>
    <w:docPart>
      <w:docPartPr>
        <w:name w:val="4F2DFCCB423148BC8DE070D7544932FE"/>
        <w:category>
          <w:name w:val="General"/>
          <w:gallery w:val="placeholder"/>
        </w:category>
        <w:types>
          <w:type w:val="bbPlcHdr"/>
        </w:types>
        <w:behaviors>
          <w:behavior w:val="content"/>
        </w:behaviors>
        <w:guid w:val="{3A681E23-E5B3-401E-AFBB-0D36C6F04EEB}"/>
      </w:docPartPr>
      <w:docPartBody>
        <w:p w:rsidR="00F376AF" w:rsidRDefault="005A531C" w:rsidP="005A531C">
          <w:pPr>
            <w:pStyle w:val="4F2DFCCB423148BC8DE070D7544932FE10"/>
          </w:pPr>
          <w:r w:rsidRPr="00D15529">
            <w:rPr>
              <w:rFonts w:cs="Arial"/>
              <w:color w:val="FF0000"/>
            </w:rPr>
            <w:t xml:space="preserve">insert position title </w:t>
          </w:r>
        </w:p>
      </w:docPartBody>
    </w:docPart>
    <w:docPart>
      <w:docPartPr>
        <w:name w:val="2113E66E8BDC4B2CAA9BFCDBE5F94F92"/>
        <w:category>
          <w:name w:val="General"/>
          <w:gallery w:val="placeholder"/>
        </w:category>
        <w:types>
          <w:type w:val="bbPlcHdr"/>
        </w:types>
        <w:behaviors>
          <w:behavior w:val="content"/>
        </w:behaviors>
        <w:guid w:val="{824FB690-B7DB-4126-95C4-ED5343FD5C74}"/>
      </w:docPartPr>
      <w:docPartBody>
        <w:p w:rsidR="00F376AF" w:rsidRDefault="005A531C" w:rsidP="005A531C">
          <w:pPr>
            <w:pStyle w:val="2113E66E8BDC4B2CAA9BFCDBE5F94F9210"/>
          </w:pPr>
          <w:r w:rsidRPr="00D15529">
            <w:rPr>
              <w:rFonts w:cs="Arial"/>
              <w:iCs/>
              <w:color w:val="FF0000"/>
            </w:rPr>
            <w:t>select one</w:t>
          </w:r>
        </w:p>
      </w:docPartBody>
    </w:docPart>
    <w:docPart>
      <w:docPartPr>
        <w:name w:val="5305CCE1EAF342D1A7AD33BA45D09AA1"/>
        <w:category>
          <w:name w:val="General"/>
          <w:gallery w:val="placeholder"/>
        </w:category>
        <w:types>
          <w:type w:val="bbPlcHdr"/>
        </w:types>
        <w:behaviors>
          <w:behavior w:val="content"/>
        </w:behaviors>
        <w:guid w:val="{5063BADB-D6BC-4FE9-B8A1-308FDE946D49}"/>
      </w:docPartPr>
      <w:docPartBody>
        <w:p w:rsidR="00F376AF" w:rsidRDefault="005A531C" w:rsidP="005A531C">
          <w:pPr>
            <w:pStyle w:val="5305CCE1EAF342D1A7AD33BA45D09AA110"/>
          </w:pPr>
          <w:r w:rsidRPr="00D15529">
            <w:rPr>
              <w:rFonts w:cs="Arial"/>
              <w:color w:val="FF0000"/>
              <w:szCs w:val="22"/>
            </w:rPr>
            <w:t>enter date of commencement</w:t>
          </w:r>
        </w:p>
      </w:docPartBody>
    </w:docPart>
    <w:docPart>
      <w:docPartPr>
        <w:name w:val="4AC85F301FA64EB4B847A7A00013BC04"/>
        <w:category>
          <w:name w:val="General"/>
          <w:gallery w:val="placeholder"/>
        </w:category>
        <w:types>
          <w:type w:val="bbPlcHdr"/>
        </w:types>
        <w:behaviors>
          <w:behavior w:val="content"/>
        </w:behaviors>
        <w:guid w:val="{15112246-74D3-402D-8442-E379D828C524}"/>
      </w:docPartPr>
      <w:docPartBody>
        <w:p w:rsidR="00F376AF" w:rsidRDefault="005A531C" w:rsidP="005A531C">
          <w:pPr>
            <w:pStyle w:val="4AC85F301FA64EB4B847A7A00013BC0410"/>
          </w:pPr>
          <w:r w:rsidRPr="00D15529">
            <w:rPr>
              <w:rStyle w:val="PlaceholderText"/>
              <w:color w:val="FF0000"/>
            </w:rPr>
            <w:t>enter date of conclusion</w:t>
          </w:r>
        </w:p>
      </w:docPartBody>
    </w:docPart>
    <w:docPart>
      <w:docPartPr>
        <w:name w:val="5B136AC6879A451EB4325733BED9CBC8"/>
        <w:category>
          <w:name w:val="General"/>
          <w:gallery w:val="placeholder"/>
        </w:category>
        <w:types>
          <w:type w:val="bbPlcHdr"/>
        </w:types>
        <w:behaviors>
          <w:behavior w:val="content"/>
        </w:behaviors>
        <w:guid w:val="{F932CF85-11EA-4BB7-BE04-76223AA61C98}"/>
      </w:docPartPr>
      <w:docPartBody>
        <w:p w:rsidR="00F376AF" w:rsidRDefault="005A531C" w:rsidP="005A531C">
          <w:pPr>
            <w:pStyle w:val="5B136AC6879A451EB4325733BED9CBC810"/>
          </w:pPr>
          <w:r>
            <w:rPr>
              <w:rFonts w:cs="Arial"/>
            </w:rPr>
            <w:t xml:space="preserve"> </w:t>
          </w:r>
          <w:r>
            <w:rPr>
              <w:rFonts w:cs="Arial"/>
              <w:color w:val="FF0000"/>
            </w:rPr>
            <w:t xml:space="preserve">enter number of </w:t>
          </w:r>
          <w:r w:rsidRPr="00D15529">
            <w:rPr>
              <w:rFonts w:cs="Arial"/>
              <w:color w:val="FF0000"/>
            </w:rPr>
            <w:t>months</w:t>
          </w:r>
        </w:p>
      </w:docPartBody>
    </w:docPart>
    <w:docPart>
      <w:docPartPr>
        <w:name w:val="F50C043F0B0E41B5882FC258516064D7"/>
        <w:category>
          <w:name w:val="General"/>
          <w:gallery w:val="placeholder"/>
        </w:category>
        <w:types>
          <w:type w:val="bbPlcHdr"/>
        </w:types>
        <w:behaviors>
          <w:behavior w:val="content"/>
        </w:behaviors>
        <w:guid w:val="{3FAB7A7D-E352-4001-9AE9-3B1352909562}"/>
      </w:docPartPr>
      <w:docPartBody>
        <w:p w:rsidR="00F376AF" w:rsidRDefault="005A531C" w:rsidP="005A531C">
          <w:pPr>
            <w:pStyle w:val="F50C043F0B0E41B5882FC258516064D78"/>
          </w:pPr>
          <w:r w:rsidRPr="00707943">
            <w:rPr>
              <w:rStyle w:val="PlaceholderText"/>
              <w:color w:val="FF0000"/>
            </w:rPr>
            <w:t xml:space="preserve">Click here to enter </w:t>
          </w:r>
          <w:r>
            <w:rPr>
              <w:rStyle w:val="PlaceholderText"/>
              <w:color w:val="FF0000"/>
            </w:rPr>
            <w:t xml:space="preserve">salary </w:t>
          </w:r>
          <w:r w:rsidRPr="00707943">
            <w:rPr>
              <w:rStyle w:val="PlaceholderText"/>
              <w:color w:val="FF0000"/>
            </w:rPr>
            <w:t>amount</w:t>
          </w:r>
        </w:p>
      </w:docPartBody>
    </w:docPart>
    <w:docPart>
      <w:docPartPr>
        <w:name w:val="A5E4D6B133F44801BA0D4DDD3FC76C03"/>
        <w:category>
          <w:name w:val="General"/>
          <w:gallery w:val="placeholder"/>
        </w:category>
        <w:types>
          <w:type w:val="bbPlcHdr"/>
        </w:types>
        <w:behaviors>
          <w:behavior w:val="content"/>
        </w:behaviors>
        <w:guid w:val="{6AD48CE8-9AD7-4ED5-8BF7-F5903A37ED4F}"/>
      </w:docPartPr>
      <w:docPartBody>
        <w:p w:rsidR="00F376AF" w:rsidRDefault="005A531C" w:rsidP="005A531C">
          <w:pPr>
            <w:pStyle w:val="A5E4D6B133F44801BA0D4DDD3FC76C038"/>
          </w:pPr>
          <w:r w:rsidRPr="00707943">
            <w:rPr>
              <w:rStyle w:val="PlaceholderText"/>
              <w:color w:val="FF0000"/>
            </w:rPr>
            <w:t>Click here to enter taxable income figure</w:t>
          </w:r>
        </w:p>
      </w:docPartBody>
    </w:docPart>
    <w:docPart>
      <w:docPartPr>
        <w:name w:val="ABD09E55A35E4E7EA5123C792A5121A9"/>
        <w:category>
          <w:name w:val="General"/>
          <w:gallery w:val="placeholder"/>
        </w:category>
        <w:types>
          <w:type w:val="bbPlcHdr"/>
        </w:types>
        <w:behaviors>
          <w:behavior w:val="content"/>
        </w:behaviors>
        <w:guid w:val="{96337C05-7359-4A52-A917-E4982DCCF618}"/>
      </w:docPartPr>
      <w:docPartBody>
        <w:p w:rsidR="00F376AF" w:rsidRDefault="005A531C" w:rsidP="005A531C">
          <w:pPr>
            <w:pStyle w:val="ABD09E55A35E4E7EA5123C792A5121A98"/>
          </w:pPr>
          <w:r w:rsidRPr="00707943">
            <w:rPr>
              <w:rStyle w:val="PlaceholderText"/>
              <w:color w:val="FF0000"/>
            </w:rPr>
            <w:t>Click here to enter value of fringe benefits</w:t>
          </w:r>
        </w:p>
      </w:docPartBody>
    </w:docPart>
    <w:docPart>
      <w:docPartPr>
        <w:name w:val="64D6639E00604D28B27F977AB6185CAE"/>
        <w:category>
          <w:name w:val="General"/>
          <w:gallery w:val="placeholder"/>
        </w:category>
        <w:types>
          <w:type w:val="bbPlcHdr"/>
        </w:types>
        <w:behaviors>
          <w:behavior w:val="content"/>
        </w:behaviors>
        <w:guid w:val="{2A796129-30A5-4D3C-9B81-9E73239E92EA}"/>
      </w:docPartPr>
      <w:docPartBody>
        <w:p w:rsidR="00F376AF" w:rsidRDefault="005A531C" w:rsidP="005A531C">
          <w:pPr>
            <w:pStyle w:val="64D6639E00604D28B27F977AB6185CAE8"/>
          </w:pPr>
          <w:r w:rsidRPr="005B0D61">
            <w:rPr>
              <w:rStyle w:val="PlaceholderText"/>
              <w:color w:val="FF0000"/>
            </w:rPr>
            <w:t>Click to enter payment period e.g. fortnightly</w:t>
          </w:r>
        </w:p>
      </w:docPartBody>
    </w:docPart>
    <w:docPart>
      <w:docPartPr>
        <w:name w:val="837393F227074434AD25C01A579F6B46"/>
        <w:category>
          <w:name w:val="General"/>
          <w:gallery w:val="placeholder"/>
        </w:category>
        <w:types>
          <w:type w:val="bbPlcHdr"/>
        </w:types>
        <w:behaviors>
          <w:behavior w:val="content"/>
        </w:behaviors>
        <w:guid w:val="{FBB9E5AE-A990-4285-AE3B-3A99EF0BEE1E}"/>
      </w:docPartPr>
      <w:docPartBody>
        <w:p w:rsidR="00F376AF" w:rsidRDefault="005A531C" w:rsidP="005A531C">
          <w:pPr>
            <w:pStyle w:val="837393F227074434AD25C01A579F6B468"/>
          </w:pPr>
          <w:r w:rsidRPr="00D70442">
            <w:rPr>
              <w:rStyle w:val="PlaceholderText"/>
              <w:color w:val="FF0000"/>
            </w:rPr>
            <w:t>Click to enter payment period e.g. fortnightly</w:t>
          </w:r>
        </w:p>
      </w:docPartBody>
    </w:docPart>
    <w:docPart>
      <w:docPartPr>
        <w:name w:val="D97B2286696142A09C2C69840230A872"/>
        <w:category>
          <w:name w:val="General"/>
          <w:gallery w:val="placeholder"/>
        </w:category>
        <w:types>
          <w:type w:val="bbPlcHdr"/>
        </w:types>
        <w:behaviors>
          <w:behavior w:val="content"/>
        </w:behaviors>
        <w:guid w:val="{86F0FDF3-FFC2-4D66-945C-24187C9FD8F3}"/>
      </w:docPartPr>
      <w:docPartBody>
        <w:p w:rsidR="00F376AF" w:rsidRDefault="005A531C" w:rsidP="005A531C">
          <w:pPr>
            <w:pStyle w:val="D97B2286696142A09C2C69840230A8728"/>
          </w:pPr>
          <w:r w:rsidRPr="00D70442">
            <w:rPr>
              <w:rFonts w:cs="Arial"/>
              <w:color w:val="FF0000"/>
            </w:rPr>
            <w:t>insert value</w:t>
          </w:r>
        </w:p>
      </w:docPartBody>
    </w:docPart>
    <w:docPart>
      <w:docPartPr>
        <w:name w:val="37F61F93D56B45A4926F039B0A942114"/>
        <w:category>
          <w:name w:val="General"/>
          <w:gallery w:val="placeholder"/>
        </w:category>
        <w:types>
          <w:type w:val="bbPlcHdr"/>
        </w:types>
        <w:behaviors>
          <w:behavior w:val="content"/>
        </w:behaviors>
        <w:guid w:val="{870D566A-0B63-409C-9C6B-712619853D8F}"/>
      </w:docPartPr>
      <w:docPartBody>
        <w:p w:rsidR="00F376AF" w:rsidRDefault="005A531C" w:rsidP="005A531C">
          <w:pPr>
            <w:pStyle w:val="37F61F93D56B45A4926F039B0A9421147"/>
          </w:pPr>
          <w:r w:rsidRPr="00707943">
            <w:rPr>
              <w:rFonts w:cs="Arial"/>
              <w:color w:val="FF0000"/>
            </w:rPr>
            <w:t>click to enter payment period e.g. Fortnightly</w:t>
          </w:r>
        </w:p>
      </w:docPartBody>
    </w:docPart>
    <w:docPart>
      <w:docPartPr>
        <w:name w:val="752A2B92DE184DE1AE23AFEA596F4A6C"/>
        <w:category>
          <w:name w:val="General"/>
          <w:gallery w:val="placeholder"/>
        </w:category>
        <w:types>
          <w:type w:val="bbPlcHdr"/>
        </w:types>
        <w:behaviors>
          <w:behavior w:val="content"/>
        </w:behaviors>
        <w:guid w:val="{17B5B774-E644-4769-9230-5EF816A91703}"/>
      </w:docPartPr>
      <w:docPartBody>
        <w:p w:rsidR="00F376AF" w:rsidRDefault="005A531C" w:rsidP="005A531C">
          <w:pPr>
            <w:pStyle w:val="752A2B92DE184DE1AE23AFEA596F4A6C7"/>
          </w:pPr>
          <w:r w:rsidRPr="00707943">
            <w:rPr>
              <w:rStyle w:val="PlaceholderText"/>
              <w:color w:val="FF0000"/>
            </w:rPr>
            <w:t>Click here to enter pay day e.g. Thursdays</w:t>
          </w:r>
        </w:p>
      </w:docPartBody>
    </w:docPart>
    <w:docPart>
      <w:docPartPr>
        <w:name w:val="ACB3253FB8E647B083C679E7BF55239F"/>
        <w:category>
          <w:name w:val="General"/>
          <w:gallery w:val="placeholder"/>
        </w:category>
        <w:types>
          <w:type w:val="bbPlcHdr"/>
        </w:types>
        <w:behaviors>
          <w:behavior w:val="content"/>
        </w:behaviors>
        <w:guid w:val="{A6F93B1C-6AAC-4358-A8ED-17C7677714B2}"/>
      </w:docPartPr>
      <w:docPartBody>
        <w:p w:rsidR="00F376AF" w:rsidRDefault="005A531C" w:rsidP="005A531C">
          <w:pPr>
            <w:pStyle w:val="ACB3253FB8E647B083C679E7BF55239F7"/>
          </w:pPr>
          <w:r w:rsidRPr="005B0D61">
            <w:rPr>
              <w:rStyle w:val="PlaceholderText"/>
              <w:color w:val="FF0000"/>
            </w:rPr>
            <w:t>Click to insert value</w:t>
          </w:r>
        </w:p>
      </w:docPartBody>
    </w:docPart>
    <w:docPart>
      <w:docPartPr>
        <w:name w:val="62FB9B50EA0D4350803529DA267641F4"/>
        <w:category>
          <w:name w:val="General"/>
          <w:gallery w:val="placeholder"/>
        </w:category>
        <w:types>
          <w:type w:val="bbPlcHdr"/>
        </w:types>
        <w:behaviors>
          <w:behavior w:val="content"/>
        </w:behaviors>
        <w:guid w:val="{1C0C2023-16CE-44CF-8CD7-0D4E0AB8550C}"/>
      </w:docPartPr>
      <w:docPartBody>
        <w:p w:rsidR="00F376AF" w:rsidRDefault="005A531C" w:rsidP="005A531C">
          <w:pPr>
            <w:pStyle w:val="62FB9B50EA0D4350803529DA267641F47"/>
          </w:pPr>
          <w:r w:rsidRPr="005B0D61">
            <w:rPr>
              <w:rStyle w:val="PlaceholderText"/>
              <w:color w:val="FF0000"/>
            </w:rPr>
            <w:t>Click to enter payment period e.g. fortnightly</w:t>
          </w:r>
        </w:p>
      </w:docPartBody>
    </w:docPart>
    <w:docPart>
      <w:docPartPr>
        <w:name w:val="D925402C1F9242EDAB5E91AE553F5D3E"/>
        <w:category>
          <w:name w:val="General"/>
          <w:gallery w:val="placeholder"/>
        </w:category>
        <w:types>
          <w:type w:val="bbPlcHdr"/>
        </w:types>
        <w:behaviors>
          <w:behavior w:val="content"/>
        </w:behaviors>
        <w:guid w:val="{C297179F-144A-400E-AF6B-E968796049CA}"/>
      </w:docPartPr>
      <w:docPartBody>
        <w:p w:rsidR="00F376AF" w:rsidRDefault="005A531C" w:rsidP="005A531C">
          <w:pPr>
            <w:pStyle w:val="D925402C1F9242EDAB5E91AE553F5D3E7"/>
          </w:pPr>
          <w:r w:rsidRPr="002568A3">
            <w:rPr>
              <w:rFonts w:cs="Arial"/>
              <w:color w:val="FF0000"/>
            </w:rPr>
            <w:t>Click to insert value</w:t>
          </w:r>
        </w:p>
      </w:docPartBody>
    </w:docPart>
    <w:docPart>
      <w:docPartPr>
        <w:name w:val="8F690F973C6048C484819A037ECE1A57"/>
        <w:category>
          <w:name w:val="General"/>
          <w:gallery w:val="placeholder"/>
        </w:category>
        <w:types>
          <w:type w:val="bbPlcHdr"/>
        </w:types>
        <w:behaviors>
          <w:behavior w:val="content"/>
        </w:behaviors>
        <w:guid w:val="{904D2E02-7243-4251-8E67-A0CE237D4D9E}"/>
      </w:docPartPr>
      <w:docPartBody>
        <w:p w:rsidR="00F376AF" w:rsidRDefault="005A531C" w:rsidP="005A531C">
          <w:pPr>
            <w:pStyle w:val="8F690F973C6048C484819A037ECE1A576"/>
          </w:pPr>
          <w:r w:rsidRPr="00B30027">
            <w:rPr>
              <w:rStyle w:val="PlaceholderText"/>
              <w:color w:val="FF0000"/>
            </w:rPr>
            <w:t>Select City (11,500) or Country (15,000) rate</w:t>
          </w:r>
        </w:p>
      </w:docPartBody>
    </w:docPart>
    <w:docPart>
      <w:docPartPr>
        <w:name w:val="94834D761F6C4DEA959DF95B8F999445"/>
        <w:category>
          <w:name w:val="General"/>
          <w:gallery w:val="placeholder"/>
        </w:category>
        <w:types>
          <w:type w:val="bbPlcHdr"/>
        </w:types>
        <w:behaviors>
          <w:behavior w:val="content"/>
        </w:behaviors>
        <w:guid w:val="{12DF253D-0A0F-431A-8572-8A57129AE2C0}"/>
      </w:docPartPr>
      <w:docPartBody>
        <w:p w:rsidR="00F376AF" w:rsidRDefault="005A531C" w:rsidP="005A531C">
          <w:pPr>
            <w:pStyle w:val="94834D761F6C4DEA959DF95B8F9994453"/>
          </w:pPr>
          <w:r w:rsidRPr="001E049C">
            <w:rPr>
              <w:rStyle w:val="PlaceholderText"/>
              <w:color w:val="FF0000"/>
            </w:rPr>
            <w:t>Click here to enter duties statement</w:t>
          </w:r>
        </w:p>
      </w:docPartBody>
    </w:docPart>
    <w:docPart>
      <w:docPartPr>
        <w:name w:val="5169A2C5DA1A4913A6DA02D5C8EB3095"/>
        <w:category>
          <w:name w:val="General"/>
          <w:gallery w:val="placeholder"/>
        </w:category>
        <w:types>
          <w:type w:val="bbPlcHdr"/>
        </w:types>
        <w:behaviors>
          <w:behavior w:val="content"/>
        </w:behaviors>
        <w:guid w:val="{F2E9CF67-84E9-477A-B965-74FA143653E0}"/>
      </w:docPartPr>
      <w:docPartBody>
        <w:p w:rsidR="00F376AF" w:rsidRDefault="005A531C" w:rsidP="005A531C">
          <w:pPr>
            <w:pStyle w:val="5169A2C5DA1A4913A6DA02D5C8EB30953"/>
          </w:pPr>
          <w:r w:rsidRPr="001E049C">
            <w:rPr>
              <w:rStyle w:val="PlaceholderText"/>
              <w:color w:val="FF0000"/>
            </w:rPr>
            <w:t xml:space="preserve">Click to insert </w:t>
          </w:r>
          <w:r w:rsidRPr="0007564F">
            <w:rPr>
              <w:rStyle w:val="PlaceholderText"/>
              <w:color w:val="FF0000"/>
              <w:u w:val="single"/>
            </w:rPr>
            <w:t>position</w:t>
          </w:r>
          <w:r>
            <w:rPr>
              <w:rStyle w:val="PlaceholderText"/>
              <w:color w:val="FF0000"/>
            </w:rPr>
            <w:t xml:space="preserve"> </w:t>
          </w:r>
          <w:r w:rsidRPr="001E049C">
            <w:rPr>
              <w:rStyle w:val="PlaceholderText"/>
              <w:color w:val="FF0000"/>
            </w:rPr>
            <w:t>of person authorised to sign this contract</w:t>
          </w:r>
        </w:p>
      </w:docPartBody>
    </w:docPart>
    <w:docPart>
      <w:docPartPr>
        <w:name w:val="49E4DEF22C38425E9C79ABA940279FEB"/>
        <w:category>
          <w:name w:val="General"/>
          <w:gallery w:val="placeholder"/>
        </w:category>
        <w:types>
          <w:type w:val="bbPlcHdr"/>
        </w:types>
        <w:behaviors>
          <w:behavior w:val="content"/>
        </w:behaviors>
        <w:guid w:val="{E7F94231-2ED0-46FF-9CAE-ECA37A1821E7}"/>
      </w:docPartPr>
      <w:docPartBody>
        <w:p w:rsidR="00F376AF" w:rsidRDefault="005A531C" w:rsidP="005A531C">
          <w:pPr>
            <w:pStyle w:val="49E4DEF22C38425E9C79ABA940279FEB2"/>
          </w:pPr>
          <w:r w:rsidRPr="001E049C">
            <w:rPr>
              <w:rStyle w:val="PlaceholderText"/>
              <w:color w:val="FF0000"/>
            </w:rPr>
            <w:t xml:space="preserve">Click to insert </w:t>
          </w:r>
          <w:r w:rsidRPr="0007564F">
            <w:rPr>
              <w:rStyle w:val="PlaceholderText"/>
              <w:color w:val="FF0000"/>
              <w:u w:val="single"/>
            </w:rPr>
            <w:t>name</w:t>
          </w:r>
          <w:r w:rsidRPr="001E049C">
            <w:rPr>
              <w:rStyle w:val="PlaceholderText"/>
              <w:color w:val="FF0000"/>
            </w:rPr>
            <w:t xml:space="preserve"> of person authorised to sign this contract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002"/>
    <w:rsid w:val="00121002"/>
    <w:rsid w:val="001E42C7"/>
    <w:rsid w:val="005A531C"/>
    <w:rsid w:val="00676B55"/>
    <w:rsid w:val="006B776F"/>
    <w:rsid w:val="008D53DD"/>
    <w:rsid w:val="00C669E6"/>
    <w:rsid w:val="00F376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531C"/>
    <w:rPr>
      <w:color w:val="808080"/>
    </w:rPr>
  </w:style>
  <w:style w:type="paragraph" w:customStyle="1" w:styleId="ABB5F9F4B0724D8488DBD5CB0379AFA0">
    <w:name w:val="ABB5F9F4B0724D8488DBD5CB0379AFA0"/>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E3F6ACD33ABF469BB0C61BAA45835B55">
    <w:name w:val="E3F6ACD33ABF469BB0C61BAA45835B5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CEDE5DB8624F4CE996EEC6632F1D8874">
    <w:name w:val="CEDE5DB8624F4CE996EEC6632F1D887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8BAC4B92BD44D2AAA24818427B8B3C3">
    <w:name w:val="48BAC4B92BD44D2AAA24818427B8B3C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F91A074DDFF47B4BED1615A0DC9C1F6">
    <w:name w:val="2F91A074DDFF47B4BED1615A0DC9C1F6"/>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6604077A66EA46D0AEE17D935FC53043">
    <w:name w:val="6604077A66EA46D0AEE17D935FC53043"/>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205F446A2819404CB5659F7DA9CB6053">
    <w:name w:val="205F446A2819404CB5659F7DA9CB605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F2DFCCB423148BC8DE070D7544932FE">
    <w:name w:val="4F2DFCCB423148BC8DE070D7544932FE"/>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113E66E8BDC4B2CAA9BFCDBE5F94F92">
    <w:name w:val="2113E66E8BDC4B2CAA9BFCDBE5F94F9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305CCE1EAF342D1A7AD33BA45D09AA1">
    <w:name w:val="5305CCE1EAF342D1A7AD33BA45D09AA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AC85F301FA64EB4B847A7A00013BC04">
    <w:name w:val="4AC85F301FA64EB4B847A7A00013BC0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B136AC6879A451EB4325733BED9CBC8">
    <w:name w:val="5B136AC6879A451EB4325733BED9CBC8"/>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BB5F9F4B0724D8488DBD5CB0379AFA01">
    <w:name w:val="ABB5F9F4B0724D8488DBD5CB0379AFA0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E3F6ACD33ABF469BB0C61BAA45835B551">
    <w:name w:val="E3F6ACD33ABF469BB0C61BAA45835B55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CEDE5DB8624F4CE996EEC6632F1D88741">
    <w:name w:val="CEDE5DB8624F4CE996EEC6632F1D8874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8BAC4B92BD44D2AAA24818427B8B3C31">
    <w:name w:val="48BAC4B92BD44D2AAA24818427B8B3C3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F91A074DDFF47B4BED1615A0DC9C1F61">
    <w:name w:val="2F91A074DDFF47B4BED1615A0DC9C1F61"/>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6604077A66EA46D0AEE17D935FC530431">
    <w:name w:val="6604077A66EA46D0AEE17D935FC530431"/>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205F446A2819404CB5659F7DA9CB60531">
    <w:name w:val="205F446A2819404CB5659F7DA9CB6053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F2DFCCB423148BC8DE070D7544932FE1">
    <w:name w:val="4F2DFCCB423148BC8DE070D7544932FE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113E66E8BDC4B2CAA9BFCDBE5F94F921">
    <w:name w:val="2113E66E8BDC4B2CAA9BFCDBE5F94F92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305CCE1EAF342D1A7AD33BA45D09AA11">
    <w:name w:val="5305CCE1EAF342D1A7AD33BA45D09AA1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AC85F301FA64EB4B847A7A00013BC041">
    <w:name w:val="4AC85F301FA64EB4B847A7A00013BC04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B136AC6879A451EB4325733BED9CBC81">
    <w:name w:val="5B136AC6879A451EB4325733BED9CBC8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BB5F9F4B0724D8488DBD5CB0379AFA02">
    <w:name w:val="ABB5F9F4B0724D8488DBD5CB0379AFA0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E3F6ACD33ABF469BB0C61BAA45835B552">
    <w:name w:val="E3F6ACD33ABF469BB0C61BAA45835B55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CEDE5DB8624F4CE996EEC6632F1D88742">
    <w:name w:val="CEDE5DB8624F4CE996EEC6632F1D8874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8BAC4B92BD44D2AAA24818427B8B3C32">
    <w:name w:val="48BAC4B92BD44D2AAA24818427B8B3C3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F91A074DDFF47B4BED1615A0DC9C1F62">
    <w:name w:val="2F91A074DDFF47B4BED1615A0DC9C1F62"/>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6604077A66EA46D0AEE17D935FC530432">
    <w:name w:val="6604077A66EA46D0AEE17D935FC530432"/>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205F446A2819404CB5659F7DA9CB60532">
    <w:name w:val="205F446A2819404CB5659F7DA9CB6053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F2DFCCB423148BC8DE070D7544932FE2">
    <w:name w:val="4F2DFCCB423148BC8DE070D7544932FE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113E66E8BDC4B2CAA9BFCDBE5F94F922">
    <w:name w:val="2113E66E8BDC4B2CAA9BFCDBE5F94F92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305CCE1EAF342D1A7AD33BA45D09AA12">
    <w:name w:val="5305CCE1EAF342D1A7AD33BA45D09AA1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AC85F301FA64EB4B847A7A00013BC042">
    <w:name w:val="4AC85F301FA64EB4B847A7A00013BC04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B136AC6879A451EB4325733BED9CBC82">
    <w:name w:val="5B136AC6879A451EB4325733BED9CBC8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F50C043F0B0E41B5882FC258516064D7">
    <w:name w:val="F50C043F0B0E41B5882FC258516064D7"/>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5E4D6B133F44801BA0D4DDD3FC76C03">
    <w:name w:val="A5E4D6B133F44801BA0D4DDD3FC76C0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BD09E55A35E4E7EA5123C792A5121A9">
    <w:name w:val="ABD09E55A35E4E7EA5123C792A5121A9"/>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4D6639E00604D28B27F977AB6185CAE">
    <w:name w:val="64D6639E00604D28B27F977AB6185CAE"/>
    <w:rsid w:val="00121002"/>
  </w:style>
  <w:style w:type="paragraph" w:customStyle="1" w:styleId="837393F227074434AD25C01A579F6B46">
    <w:name w:val="837393F227074434AD25C01A579F6B46"/>
    <w:rsid w:val="00121002"/>
  </w:style>
  <w:style w:type="paragraph" w:customStyle="1" w:styleId="D97B2286696142A09C2C69840230A872">
    <w:name w:val="D97B2286696142A09C2C69840230A872"/>
    <w:rsid w:val="00121002"/>
  </w:style>
  <w:style w:type="paragraph" w:customStyle="1" w:styleId="ABB5F9F4B0724D8488DBD5CB0379AFA03">
    <w:name w:val="ABB5F9F4B0724D8488DBD5CB0379AFA0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E3F6ACD33ABF469BB0C61BAA45835B553">
    <w:name w:val="E3F6ACD33ABF469BB0C61BAA45835B55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CEDE5DB8624F4CE996EEC6632F1D88743">
    <w:name w:val="CEDE5DB8624F4CE996EEC6632F1D8874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8BAC4B92BD44D2AAA24818427B8B3C33">
    <w:name w:val="48BAC4B92BD44D2AAA24818427B8B3C3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F91A074DDFF47B4BED1615A0DC9C1F63">
    <w:name w:val="2F91A074DDFF47B4BED1615A0DC9C1F63"/>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6604077A66EA46D0AEE17D935FC530433">
    <w:name w:val="6604077A66EA46D0AEE17D935FC530433"/>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205F446A2819404CB5659F7DA9CB60533">
    <w:name w:val="205F446A2819404CB5659F7DA9CB6053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F2DFCCB423148BC8DE070D7544932FE3">
    <w:name w:val="4F2DFCCB423148BC8DE070D7544932FE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113E66E8BDC4B2CAA9BFCDBE5F94F923">
    <w:name w:val="2113E66E8BDC4B2CAA9BFCDBE5F94F92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305CCE1EAF342D1A7AD33BA45D09AA13">
    <w:name w:val="5305CCE1EAF342D1A7AD33BA45D09AA1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AC85F301FA64EB4B847A7A00013BC043">
    <w:name w:val="4AC85F301FA64EB4B847A7A00013BC04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B136AC6879A451EB4325733BED9CBC83">
    <w:name w:val="5B136AC6879A451EB4325733BED9CBC8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F50C043F0B0E41B5882FC258516064D71">
    <w:name w:val="F50C043F0B0E41B5882FC258516064D7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5E4D6B133F44801BA0D4DDD3FC76C031">
    <w:name w:val="A5E4D6B133F44801BA0D4DDD3FC76C03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BD09E55A35E4E7EA5123C792A5121A91">
    <w:name w:val="ABD09E55A35E4E7EA5123C792A5121A9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37F61F93D56B45A4926F039B0A942114">
    <w:name w:val="37F61F93D56B45A4926F039B0A94211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752A2B92DE184DE1AE23AFEA596F4A6C">
    <w:name w:val="752A2B92DE184DE1AE23AFEA596F4A6C"/>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CB3253FB8E647B083C679E7BF55239F">
    <w:name w:val="ACB3253FB8E647B083C679E7BF55239F"/>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2FB9B50EA0D4350803529DA267641F4">
    <w:name w:val="62FB9B50EA0D4350803529DA267641F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D925402C1F9242EDAB5E91AE553F5D3E">
    <w:name w:val="D925402C1F9242EDAB5E91AE553F5D3E"/>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4D6639E00604D28B27F977AB6185CAE1">
    <w:name w:val="64D6639E00604D28B27F977AB6185CAE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3423DB5CDA1B45FA872892A694AAB250">
    <w:name w:val="3423DB5CDA1B45FA872892A694AAB250"/>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D97B2286696142A09C2C69840230A8721">
    <w:name w:val="D97B2286696142A09C2C69840230A8721"/>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837393F227074434AD25C01A579F6B461">
    <w:name w:val="837393F227074434AD25C01A579F6B461"/>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ABB5F9F4B0724D8488DBD5CB0379AFA04">
    <w:name w:val="ABB5F9F4B0724D8488DBD5CB0379AFA0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E3F6ACD33ABF469BB0C61BAA45835B554">
    <w:name w:val="E3F6ACD33ABF469BB0C61BAA45835B55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CEDE5DB8624F4CE996EEC6632F1D88744">
    <w:name w:val="CEDE5DB8624F4CE996EEC6632F1D8874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8BAC4B92BD44D2AAA24818427B8B3C34">
    <w:name w:val="48BAC4B92BD44D2AAA24818427B8B3C3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F91A074DDFF47B4BED1615A0DC9C1F64">
    <w:name w:val="2F91A074DDFF47B4BED1615A0DC9C1F64"/>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6604077A66EA46D0AEE17D935FC530434">
    <w:name w:val="6604077A66EA46D0AEE17D935FC530434"/>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205F446A2819404CB5659F7DA9CB60534">
    <w:name w:val="205F446A2819404CB5659F7DA9CB6053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F2DFCCB423148BC8DE070D7544932FE4">
    <w:name w:val="4F2DFCCB423148BC8DE070D7544932FE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113E66E8BDC4B2CAA9BFCDBE5F94F924">
    <w:name w:val="2113E66E8BDC4B2CAA9BFCDBE5F94F92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305CCE1EAF342D1A7AD33BA45D09AA14">
    <w:name w:val="5305CCE1EAF342D1A7AD33BA45D09AA1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AC85F301FA64EB4B847A7A00013BC044">
    <w:name w:val="4AC85F301FA64EB4B847A7A00013BC04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B136AC6879A451EB4325733BED9CBC84">
    <w:name w:val="5B136AC6879A451EB4325733BED9CBC8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F50C043F0B0E41B5882FC258516064D72">
    <w:name w:val="F50C043F0B0E41B5882FC258516064D7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5E4D6B133F44801BA0D4DDD3FC76C032">
    <w:name w:val="A5E4D6B133F44801BA0D4DDD3FC76C03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BD09E55A35E4E7EA5123C792A5121A92">
    <w:name w:val="ABD09E55A35E4E7EA5123C792A5121A9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37F61F93D56B45A4926F039B0A9421141">
    <w:name w:val="37F61F93D56B45A4926F039B0A942114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752A2B92DE184DE1AE23AFEA596F4A6C1">
    <w:name w:val="752A2B92DE184DE1AE23AFEA596F4A6C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CB3253FB8E647B083C679E7BF55239F1">
    <w:name w:val="ACB3253FB8E647B083C679E7BF55239F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2FB9B50EA0D4350803529DA267641F41">
    <w:name w:val="62FB9B50EA0D4350803529DA267641F4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8F690F973C6048C484819A037ECE1A57">
    <w:name w:val="8F690F973C6048C484819A037ECE1A57"/>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D925402C1F9242EDAB5E91AE553F5D3E1">
    <w:name w:val="D925402C1F9242EDAB5E91AE553F5D3E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4D6639E00604D28B27F977AB6185CAE2">
    <w:name w:val="64D6639E00604D28B27F977AB6185CAE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D97B2286696142A09C2C69840230A8722">
    <w:name w:val="D97B2286696142A09C2C69840230A8722"/>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837393F227074434AD25C01A579F6B462">
    <w:name w:val="837393F227074434AD25C01A579F6B462"/>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CB7013D16A24413B99A1992882235AC2">
    <w:name w:val="CB7013D16A24413B99A1992882235AC2"/>
    <w:rsid w:val="00121002"/>
  </w:style>
  <w:style w:type="paragraph" w:customStyle="1" w:styleId="ABB5F9F4B0724D8488DBD5CB0379AFA05">
    <w:name w:val="ABB5F9F4B0724D8488DBD5CB0379AFA0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E3F6ACD33ABF469BB0C61BAA45835B555">
    <w:name w:val="E3F6ACD33ABF469BB0C61BAA45835B55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CEDE5DB8624F4CE996EEC6632F1D88745">
    <w:name w:val="CEDE5DB8624F4CE996EEC6632F1D8874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8BAC4B92BD44D2AAA24818427B8B3C35">
    <w:name w:val="48BAC4B92BD44D2AAA24818427B8B3C3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F91A074DDFF47B4BED1615A0DC9C1F65">
    <w:name w:val="2F91A074DDFF47B4BED1615A0DC9C1F65"/>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6604077A66EA46D0AEE17D935FC530435">
    <w:name w:val="6604077A66EA46D0AEE17D935FC530435"/>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205F446A2819404CB5659F7DA9CB60535">
    <w:name w:val="205F446A2819404CB5659F7DA9CB6053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F2DFCCB423148BC8DE070D7544932FE5">
    <w:name w:val="4F2DFCCB423148BC8DE070D7544932FE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113E66E8BDC4B2CAA9BFCDBE5F94F925">
    <w:name w:val="2113E66E8BDC4B2CAA9BFCDBE5F94F92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305CCE1EAF342D1A7AD33BA45D09AA15">
    <w:name w:val="5305CCE1EAF342D1A7AD33BA45D09AA1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AC85F301FA64EB4B847A7A00013BC045">
    <w:name w:val="4AC85F301FA64EB4B847A7A00013BC04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B136AC6879A451EB4325733BED9CBC85">
    <w:name w:val="5B136AC6879A451EB4325733BED9CBC8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F50C043F0B0E41B5882FC258516064D73">
    <w:name w:val="F50C043F0B0E41B5882FC258516064D7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5E4D6B133F44801BA0D4DDD3FC76C033">
    <w:name w:val="A5E4D6B133F44801BA0D4DDD3FC76C03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BD09E55A35E4E7EA5123C792A5121A93">
    <w:name w:val="ABD09E55A35E4E7EA5123C792A5121A9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37F61F93D56B45A4926F039B0A9421142">
    <w:name w:val="37F61F93D56B45A4926F039B0A942114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752A2B92DE184DE1AE23AFEA596F4A6C2">
    <w:name w:val="752A2B92DE184DE1AE23AFEA596F4A6C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CB3253FB8E647B083C679E7BF55239F2">
    <w:name w:val="ACB3253FB8E647B083C679E7BF55239F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2FB9B50EA0D4350803529DA267641F42">
    <w:name w:val="62FB9B50EA0D4350803529DA267641F4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8F690F973C6048C484819A037ECE1A571">
    <w:name w:val="8F690F973C6048C484819A037ECE1A57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D925402C1F9242EDAB5E91AE553F5D3E2">
    <w:name w:val="D925402C1F9242EDAB5E91AE553F5D3E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4D6639E00604D28B27F977AB6185CAE3">
    <w:name w:val="64D6639E00604D28B27F977AB6185CAE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BF01ACF33604CC0B8A5C4BA9516FA6C">
    <w:name w:val="6BF01ACF33604CC0B8A5C4BA9516FA6C"/>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D97B2286696142A09C2C69840230A8723">
    <w:name w:val="D97B2286696142A09C2C69840230A8723"/>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837393F227074434AD25C01A579F6B463">
    <w:name w:val="837393F227074434AD25C01A579F6B463"/>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ABB5F9F4B0724D8488DBD5CB0379AFA06">
    <w:name w:val="ABB5F9F4B0724D8488DBD5CB0379AFA0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E3F6ACD33ABF469BB0C61BAA45835B556">
    <w:name w:val="E3F6ACD33ABF469BB0C61BAA45835B55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CEDE5DB8624F4CE996EEC6632F1D88746">
    <w:name w:val="CEDE5DB8624F4CE996EEC6632F1D8874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8BAC4B92BD44D2AAA24818427B8B3C36">
    <w:name w:val="48BAC4B92BD44D2AAA24818427B8B3C3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F91A074DDFF47B4BED1615A0DC9C1F66">
    <w:name w:val="2F91A074DDFF47B4BED1615A0DC9C1F66"/>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6604077A66EA46D0AEE17D935FC530436">
    <w:name w:val="6604077A66EA46D0AEE17D935FC530436"/>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205F446A2819404CB5659F7DA9CB60536">
    <w:name w:val="205F446A2819404CB5659F7DA9CB6053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F2DFCCB423148BC8DE070D7544932FE6">
    <w:name w:val="4F2DFCCB423148BC8DE070D7544932FE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113E66E8BDC4B2CAA9BFCDBE5F94F926">
    <w:name w:val="2113E66E8BDC4B2CAA9BFCDBE5F94F92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305CCE1EAF342D1A7AD33BA45D09AA16">
    <w:name w:val="5305CCE1EAF342D1A7AD33BA45D09AA1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AC85F301FA64EB4B847A7A00013BC046">
    <w:name w:val="4AC85F301FA64EB4B847A7A00013BC04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B136AC6879A451EB4325733BED9CBC86">
    <w:name w:val="5B136AC6879A451EB4325733BED9CBC8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F50C043F0B0E41B5882FC258516064D74">
    <w:name w:val="F50C043F0B0E41B5882FC258516064D7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5E4D6B133F44801BA0D4DDD3FC76C034">
    <w:name w:val="A5E4D6B133F44801BA0D4DDD3FC76C03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BD09E55A35E4E7EA5123C792A5121A94">
    <w:name w:val="ABD09E55A35E4E7EA5123C792A5121A9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37F61F93D56B45A4926F039B0A9421143">
    <w:name w:val="37F61F93D56B45A4926F039B0A942114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752A2B92DE184DE1AE23AFEA596F4A6C3">
    <w:name w:val="752A2B92DE184DE1AE23AFEA596F4A6C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CB3253FB8E647B083C679E7BF55239F3">
    <w:name w:val="ACB3253FB8E647B083C679E7BF55239F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2FB9B50EA0D4350803529DA267641F43">
    <w:name w:val="62FB9B50EA0D4350803529DA267641F4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8F690F973C6048C484819A037ECE1A572">
    <w:name w:val="8F690F973C6048C484819A037ECE1A572"/>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D925402C1F9242EDAB5E91AE553F5D3E3">
    <w:name w:val="D925402C1F9242EDAB5E91AE553F5D3E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4D6639E00604D28B27F977AB6185CAE4">
    <w:name w:val="64D6639E00604D28B27F977AB6185CAE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BF01ACF33604CC0B8A5C4BA9516FA6C1">
    <w:name w:val="6BF01ACF33604CC0B8A5C4BA9516FA6C1"/>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D97B2286696142A09C2C69840230A8724">
    <w:name w:val="D97B2286696142A09C2C69840230A8724"/>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837393F227074434AD25C01A579F6B464">
    <w:name w:val="837393F227074434AD25C01A579F6B464"/>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ABB5F9F4B0724D8488DBD5CB0379AFA07">
    <w:name w:val="ABB5F9F4B0724D8488DBD5CB0379AFA07"/>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E3F6ACD33ABF469BB0C61BAA45835B557">
    <w:name w:val="E3F6ACD33ABF469BB0C61BAA45835B557"/>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CEDE5DB8624F4CE996EEC6632F1D88747">
    <w:name w:val="CEDE5DB8624F4CE996EEC6632F1D88747"/>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8BAC4B92BD44D2AAA24818427B8B3C37">
    <w:name w:val="48BAC4B92BD44D2AAA24818427B8B3C37"/>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F91A074DDFF47B4BED1615A0DC9C1F67">
    <w:name w:val="2F91A074DDFF47B4BED1615A0DC9C1F67"/>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6604077A66EA46D0AEE17D935FC530437">
    <w:name w:val="6604077A66EA46D0AEE17D935FC530437"/>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205F446A2819404CB5659F7DA9CB60537">
    <w:name w:val="205F446A2819404CB5659F7DA9CB60537"/>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F2DFCCB423148BC8DE070D7544932FE7">
    <w:name w:val="4F2DFCCB423148BC8DE070D7544932FE7"/>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113E66E8BDC4B2CAA9BFCDBE5F94F927">
    <w:name w:val="2113E66E8BDC4B2CAA9BFCDBE5F94F927"/>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305CCE1EAF342D1A7AD33BA45D09AA17">
    <w:name w:val="5305CCE1EAF342D1A7AD33BA45D09AA17"/>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AC85F301FA64EB4B847A7A00013BC047">
    <w:name w:val="4AC85F301FA64EB4B847A7A00013BC047"/>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B136AC6879A451EB4325733BED9CBC87">
    <w:name w:val="5B136AC6879A451EB4325733BED9CBC87"/>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F50C043F0B0E41B5882FC258516064D75">
    <w:name w:val="F50C043F0B0E41B5882FC258516064D7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5E4D6B133F44801BA0D4DDD3FC76C035">
    <w:name w:val="A5E4D6B133F44801BA0D4DDD3FC76C03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BD09E55A35E4E7EA5123C792A5121A95">
    <w:name w:val="ABD09E55A35E4E7EA5123C792A5121A9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37F61F93D56B45A4926F039B0A9421144">
    <w:name w:val="37F61F93D56B45A4926F039B0A942114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752A2B92DE184DE1AE23AFEA596F4A6C4">
    <w:name w:val="752A2B92DE184DE1AE23AFEA596F4A6C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CB3253FB8E647B083C679E7BF55239F4">
    <w:name w:val="ACB3253FB8E647B083C679E7BF55239F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2FB9B50EA0D4350803529DA267641F44">
    <w:name w:val="62FB9B50EA0D4350803529DA267641F4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8F690F973C6048C484819A037ECE1A573">
    <w:name w:val="8F690F973C6048C484819A037ECE1A573"/>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D925402C1F9242EDAB5E91AE553F5D3E4">
    <w:name w:val="D925402C1F9242EDAB5E91AE553F5D3E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4D6639E00604D28B27F977AB6185CAE5">
    <w:name w:val="64D6639E00604D28B27F977AB6185CAE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D97B2286696142A09C2C69840230A8725">
    <w:name w:val="D97B2286696142A09C2C69840230A8725"/>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837393F227074434AD25C01A579F6B465">
    <w:name w:val="837393F227074434AD25C01A579F6B465"/>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94834D761F6C4DEA959DF95B8F999445">
    <w:name w:val="94834D761F6C4DEA959DF95B8F99944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9CA1B0173CC4038AFB9AA9053AEDBEE">
    <w:name w:val="A9CA1B0173CC4038AFB9AA9053AEDBEE"/>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CF170D730BC14684B770965D24E7A748">
    <w:name w:val="CF170D730BC14684B770965D24E7A748"/>
    <w:rsid w:val="00121002"/>
  </w:style>
  <w:style w:type="paragraph" w:customStyle="1" w:styleId="67FB748DA48E4EDF85688F1BF8380B60">
    <w:name w:val="67FB748DA48E4EDF85688F1BF8380B60"/>
    <w:rsid w:val="00121002"/>
  </w:style>
  <w:style w:type="paragraph" w:customStyle="1" w:styleId="BAE66B1214F3420799A0ED964EAC142C">
    <w:name w:val="BAE66B1214F3420799A0ED964EAC142C"/>
    <w:rsid w:val="00121002"/>
  </w:style>
  <w:style w:type="paragraph" w:customStyle="1" w:styleId="0E06CBD19D0B46A0893BD9A00264D6CF">
    <w:name w:val="0E06CBD19D0B46A0893BD9A00264D6CF"/>
    <w:rsid w:val="00121002"/>
  </w:style>
  <w:style w:type="paragraph" w:customStyle="1" w:styleId="35C06B0E9E554354B717B26A4B787A0D">
    <w:name w:val="35C06B0E9E554354B717B26A4B787A0D"/>
    <w:rsid w:val="00121002"/>
  </w:style>
  <w:style w:type="paragraph" w:customStyle="1" w:styleId="5169A2C5DA1A4913A6DA02D5C8EB3095">
    <w:name w:val="5169A2C5DA1A4913A6DA02D5C8EB3095"/>
    <w:rsid w:val="00121002"/>
  </w:style>
  <w:style w:type="paragraph" w:customStyle="1" w:styleId="ABB5F9F4B0724D8488DBD5CB0379AFA08">
    <w:name w:val="ABB5F9F4B0724D8488DBD5CB0379AFA08"/>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E3F6ACD33ABF469BB0C61BAA45835B558">
    <w:name w:val="E3F6ACD33ABF469BB0C61BAA45835B558"/>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CEDE5DB8624F4CE996EEC6632F1D88748">
    <w:name w:val="CEDE5DB8624F4CE996EEC6632F1D88748"/>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8BAC4B92BD44D2AAA24818427B8B3C38">
    <w:name w:val="48BAC4B92BD44D2AAA24818427B8B3C38"/>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F91A074DDFF47B4BED1615A0DC9C1F68">
    <w:name w:val="2F91A074DDFF47B4BED1615A0DC9C1F68"/>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6604077A66EA46D0AEE17D935FC530438">
    <w:name w:val="6604077A66EA46D0AEE17D935FC530438"/>
    <w:rsid w:val="00121002"/>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205F446A2819404CB5659F7DA9CB60538">
    <w:name w:val="205F446A2819404CB5659F7DA9CB60538"/>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F2DFCCB423148BC8DE070D7544932FE8">
    <w:name w:val="4F2DFCCB423148BC8DE070D7544932FE8"/>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113E66E8BDC4B2CAA9BFCDBE5F94F928">
    <w:name w:val="2113E66E8BDC4B2CAA9BFCDBE5F94F928"/>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305CCE1EAF342D1A7AD33BA45D09AA18">
    <w:name w:val="5305CCE1EAF342D1A7AD33BA45D09AA18"/>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AC85F301FA64EB4B847A7A00013BC048">
    <w:name w:val="4AC85F301FA64EB4B847A7A00013BC048"/>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B136AC6879A451EB4325733BED9CBC88">
    <w:name w:val="5B136AC6879A451EB4325733BED9CBC88"/>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F50C043F0B0E41B5882FC258516064D76">
    <w:name w:val="F50C043F0B0E41B5882FC258516064D7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5E4D6B133F44801BA0D4DDD3FC76C036">
    <w:name w:val="A5E4D6B133F44801BA0D4DDD3FC76C03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BD09E55A35E4E7EA5123C792A5121A96">
    <w:name w:val="ABD09E55A35E4E7EA5123C792A5121A9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37F61F93D56B45A4926F039B0A9421145">
    <w:name w:val="37F61F93D56B45A4926F039B0A942114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752A2B92DE184DE1AE23AFEA596F4A6C5">
    <w:name w:val="752A2B92DE184DE1AE23AFEA596F4A6C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CB3253FB8E647B083C679E7BF55239F5">
    <w:name w:val="ACB3253FB8E647B083C679E7BF55239F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2FB9B50EA0D4350803529DA267641F45">
    <w:name w:val="62FB9B50EA0D4350803529DA267641F4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8F690F973C6048C484819A037ECE1A574">
    <w:name w:val="8F690F973C6048C484819A037ECE1A574"/>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D925402C1F9242EDAB5E91AE553F5D3E5">
    <w:name w:val="D925402C1F9242EDAB5E91AE553F5D3E5"/>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4D6639E00604D28B27F977AB6185CAE6">
    <w:name w:val="64D6639E00604D28B27F977AB6185CAE6"/>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D97B2286696142A09C2C69840230A8726">
    <w:name w:val="D97B2286696142A09C2C69840230A8726"/>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837393F227074434AD25C01A579F6B466">
    <w:name w:val="837393F227074434AD25C01A579F6B466"/>
    <w:rsid w:val="00121002"/>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94834D761F6C4DEA959DF95B8F9994451">
    <w:name w:val="94834D761F6C4DEA959DF95B8F999445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9E4DEF22C38425E9C79ABA940279FEB">
    <w:name w:val="49E4DEF22C38425E9C79ABA940279FEB"/>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169A2C5DA1A4913A6DA02D5C8EB30951">
    <w:name w:val="5169A2C5DA1A4913A6DA02D5C8EB30951"/>
    <w:rsid w:val="00121002"/>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BB5F9F4B0724D8488DBD5CB0379AFA09">
    <w:name w:val="ABB5F9F4B0724D8488DBD5CB0379AFA09"/>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E3F6ACD33ABF469BB0C61BAA45835B559">
    <w:name w:val="E3F6ACD33ABF469BB0C61BAA45835B559"/>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CEDE5DB8624F4CE996EEC6632F1D88749">
    <w:name w:val="CEDE5DB8624F4CE996EEC6632F1D88749"/>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8BAC4B92BD44D2AAA24818427B8B3C39">
    <w:name w:val="48BAC4B92BD44D2AAA24818427B8B3C39"/>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F91A074DDFF47B4BED1615A0DC9C1F69">
    <w:name w:val="2F91A074DDFF47B4BED1615A0DC9C1F69"/>
    <w:rsid w:val="00676B55"/>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6604077A66EA46D0AEE17D935FC530439">
    <w:name w:val="6604077A66EA46D0AEE17D935FC530439"/>
    <w:rsid w:val="00676B55"/>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205F446A2819404CB5659F7DA9CB60539">
    <w:name w:val="205F446A2819404CB5659F7DA9CB60539"/>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F2DFCCB423148BC8DE070D7544932FE9">
    <w:name w:val="4F2DFCCB423148BC8DE070D7544932FE9"/>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113E66E8BDC4B2CAA9BFCDBE5F94F929">
    <w:name w:val="2113E66E8BDC4B2CAA9BFCDBE5F94F929"/>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305CCE1EAF342D1A7AD33BA45D09AA19">
    <w:name w:val="5305CCE1EAF342D1A7AD33BA45D09AA19"/>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AC85F301FA64EB4B847A7A00013BC049">
    <w:name w:val="4AC85F301FA64EB4B847A7A00013BC049"/>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B136AC6879A451EB4325733BED9CBC89">
    <w:name w:val="5B136AC6879A451EB4325733BED9CBC89"/>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F50C043F0B0E41B5882FC258516064D77">
    <w:name w:val="F50C043F0B0E41B5882FC258516064D77"/>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5E4D6B133F44801BA0D4DDD3FC76C037">
    <w:name w:val="A5E4D6B133F44801BA0D4DDD3FC76C037"/>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BD09E55A35E4E7EA5123C792A5121A97">
    <w:name w:val="ABD09E55A35E4E7EA5123C792A5121A97"/>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37F61F93D56B45A4926F039B0A9421146">
    <w:name w:val="37F61F93D56B45A4926F039B0A9421146"/>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752A2B92DE184DE1AE23AFEA596F4A6C6">
    <w:name w:val="752A2B92DE184DE1AE23AFEA596F4A6C6"/>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CB3253FB8E647B083C679E7BF55239F6">
    <w:name w:val="ACB3253FB8E647B083C679E7BF55239F6"/>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2FB9B50EA0D4350803529DA267641F46">
    <w:name w:val="62FB9B50EA0D4350803529DA267641F46"/>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8F690F973C6048C484819A037ECE1A575">
    <w:name w:val="8F690F973C6048C484819A037ECE1A575"/>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D925402C1F9242EDAB5E91AE553F5D3E6">
    <w:name w:val="D925402C1F9242EDAB5E91AE553F5D3E6"/>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4D6639E00604D28B27F977AB6185CAE7">
    <w:name w:val="64D6639E00604D28B27F977AB6185CAE7"/>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D97B2286696142A09C2C69840230A8727">
    <w:name w:val="D97B2286696142A09C2C69840230A8727"/>
    <w:rsid w:val="00676B55"/>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837393F227074434AD25C01A579F6B467">
    <w:name w:val="837393F227074434AD25C01A579F6B467"/>
    <w:rsid w:val="00676B55"/>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94834D761F6C4DEA959DF95B8F9994452">
    <w:name w:val="94834D761F6C4DEA959DF95B8F9994452"/>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9E4DEF22C38425E9C79ABA940279FEB1">
    <w:name w:val="49E4DEF22C38425E9C79ABA940279FEB1"/>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169A2C5DA1A4913A6DA02D5C8EB30952">
    <w:name w:val="5169A2C5DA1A4913A6DA02D5C8EB30952"/>
    <w:rsid w:val="00676B55"/>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BB5F9F4B0724D8488DBD5CB0379AFA010">
    <w:name w:val="ABB5F9F4B0724D8488DBD5CB0379AFA010"/>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E3F6ACD33ABF469BB0C61BAA45835B5510">
    <w:name w:val="E3F6ACD33ABF469BB0C61BAA45835B5510"/>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CEDE5DB8624F4CE996EEC6632F1D887410">
    <w:name w:val="CEDE5DB8624F4CE996EEC6632F1D887410"/>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8BAC4B92BD44D2AAA24818427B8B3C310">
    <w:name w:val="48BAC4B92BD44D2AAA24818427B8B3C310"/>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F91A074DDFF47B4BED1615A0DC9C1F610">
    <w:name w:val="2F91A074DDFF47B4BED1615A0DC9C1F610"/>
    <w:rsid w:val="005A531C"/>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6604077A66EA46D0AEE17D935FC5304310">
    <w:name w:val="6604077A66EA46D0AEE17D935FC5304310"/>
    <w:rsid w:val="005A531C"/>
    <w:pPr>
      <w:keepNext/>
      <w:widowControl w:val="0"/>
      <w:autoSpaceDE w:val="0"/>
      <w:autoSpaceDN w:val="0"/>
      <w:adjustRightInd w:val="0"/>
      <w:spacing w:after="0" w:line="240" w:lineRule="exact"/>
      <w:jc w:val="center"/>
      <w:outlineLvl w:val="5"/>
    </w:pPr>
    <w:rPr>
      <w:rFonts w:ascii="Arial" w:eastAsia="Times New Roman" w:hAnsi="Arial" w:cs="Arial"/>
      <w:b/>
      <w:szCs w:val="24"/>
      <w:lang w:eastAsia="en-US"/>
    </w:rPr>
  </w:style>
  <w:style w:type="paragraph" w:customStyle="1" w:styleId="205F446A2819404CB5659F7DA9CB605310">
    <w:name w:val="205F446A2819404CB5659F7DA9CB605310"/>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F2DFCCB423148BC8DE070D7544932FE10">
    <w:name w:val="4F2DFCCB423148BC8DE070D7544932FE10"/>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2113E66E8BDC4B2CAA9BFCDBE5F94F9210">
    <w:name w:val="2113E66E8BDC4B2CAA9BFCDBE5F94F9210"/>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305CCE1EAF342D1A7AD33BA45D09AA110">
    <w:name w:val="5305CCE1EAF342D1A7AD33BA45D09AA110"/>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AC85F301FA64EB4B847A7A00013BC0410">
    <w:name w:val="4AC85F301FA64EB4B847A7A00013BC0410"/>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B136AC6879A451EB4325733BED9CBC810">
    <w:name w:val="5B136AC6879A451EB4325733BED9CBC810"/>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F50C043F0B0E41B5882FC258516064D78">
    <w:name w:val="F50C043F0B0E41B5882FC258516064D78"/>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5E4D6B133F44801BA0D4DDD3FC76C038">
    <w:name w:val="A5E4D6B133F44801BA0D4DDD3FC76C038"/>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BD09E55A35E4E7EA5123C792A5121A98">
    <w:name w:val="ABD09E55A35E4E7EA5123C792A5121A98"/>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37F61F93D56B45A4926F039B0A9421147">
    <w:name w:val="37F61F93D56B45A4926F039B0A9421147"/>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752A2B92DE184DE1AE23AFEA596F4A6C7">
    <w:name w:val="752A2B92DE184DE1AE23AFEA596F4A6C7"/>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ACB3253FB8E647B083C679E7BF55239F7">
    <w:name w:val="ACB3253FB8E647B083C679E7BF55239F7"/>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2FB9B50EA0D4350803529DA267641F47">
    <w:name w:val="62FB9B50EA0D4350803529DA267641F47"/>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8F690F973C6048C484819A037ECE1A576">
    <w:name w:val="8F690F973C6048C484819A037ECE1A576"/>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D925402C1F9242EDAB5E91AE553F5D3E7">
    <w:name w:val="D925402C1F9242EDAB5E91AE553F5D3E7"/>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64D6639E00604D28B27F977AB6185CAE8">
    <w:name w:val="64D6639E00604D28B27F977AB6185CAE8"/>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D97B2286696142A09C2C69840230A8728">
    <w:name w:val="D97B2286696142A09C2C69840230A8728"/>
    <w:rsid w:val="005A531C"/>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837393F227074434AD25C01A579F6B468">
    <w:name w:val="837393F227074434AD25C01A579F6B468"/>
    <w:rsid w:val="005A531C"/>
    <w:pPr>
      <w:widowControl w:val="0"/>
      <w:autoSpaceDE w:val="0"/>
      <w:autoSpaceDN w:val="0"/>
      <w:adjustRightInd w:val="0"/>
      <w:spacing w:after="0" w:line="240" w:lineRule="auto"/>
      <w:jc w:val="both"/>
    </w:pPr>
    <w:rPr>
      <w:rFonts w:ascii="Arial" w:eastAsia="Times New Roman" w:hAnsi="Arial" w:cs="Times New Roman"/>
      <w:szCs w:val="28"/>
      <w:lang w:eastAsia="en-US"/>
    </w:rPr>
  </w:style>
  <w:style w:type="paragraph" w:customStyle="1" w:styleId="94834D761F6C4DEA959DF95B8F9994453">
    <w:name w:val="94834D761F6C4DEA959DF95B8F9994453"/>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49E4DEF22C38425E9C79ABA940279FEB2">
    <w:name w:val="49E4DEF22C38425E9C79ABA940279FEB2"/>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 w:type="paragraph" w:customStyle="1" w:styleId="5169A2C5DA1A4913A6DA02D5C8EB30953">
    <w:name w:val="5169A2C5DA1A4913A6DA02D5C8EB30953"/>
    <w:rsid w:val="005A531C"/>
    <w:pPr>
      <w:widowControl w:val="0"/>
      <w:autoSpaceDE w:val="0"/>
      <w:autoSpaceDN w:val="0"/>
      <w:adjustRightInd w:val="0"/>
      <w:spacing w:after="0" w:line="240" w:lineRule="auto"/>
    </w:pPr>
    <w:rPr>
      <w:rFonts w:ascii="Arial" w:eastAsia="Times New Roman" w:hAnsi="Arial" w:cs="Times New Roman"/>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Pastoral-Assistant-Supervised-TEMPLATE</Template>
  <TotalTime>1</TotalTime>
  <Pages>5</Pages>
  <Words>1860</Words>
  <Characters>10605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In this document, italics represent words which should be replaced according to local circumstances</vt:lpstr>
    </vt:vector>
  </TitlesOfParts>
  <Company>Ministry &amp; Mission</Company>
  <LinksUpToDate>false</LinksUpToDate>
  <CharactersWithSpaces>12441</CharactersWithSpaces>
  <SharedDoc>false</SharedDoc>
  <HLinks>
    <vt:vector size="6" baseType="variant">
      <vt:variant>
        <vt:i4>8323133</vt:i4>
      </vt:variant>
      <vt:variant>
        <vt:i4>24</vt:i4>
      </vt:variant>
      <vt:variant>
        <vt:i4>0</vt:i4>
      </vt:variant>
      <vt:variant>
        <vt:i4>5</vt:i4>
      </vt:variant>
      <vt:variant>
        <vt:lpwstr>http://www.mm.pcnsw.org.au/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this document, italics represent words which should be replaced according to local circumstances</dc:title>
  <dc:creator>Lani Zaragoza</dc:creator>
  <cp:lastModifiedBy>Matthew Oates</cp:lastModifiedBy>
  <cp:revision>2</cp:revision>
  <cp:lastPrinted>2010-04-20T22:56:00Z</cp:lastPrinted>
  <dcterms:created xsi:type="dcterms:W3CDTF">2019-11-27T04:02:00Z</dcterms:created>
  <dcterms:modified xsi:type="dcterms:W3CDTF">2019-11-27T04:02:00Z</dcterms:modified>
</cp:coreProperties>
</file>